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68F5A" w14:textId="77777777" w:rsidR="002D3A20" w:rsidRDefault="002D3A20" w:rsidP="00AE0118">
      <w:pPr>
        <w:rPr>
          <w:rFonts w:cs="Arial"/>
          <w:b/>
          <w:bCs/>
          <w:color w:val="FF0000"/>
          <w:sz w:val="24"/>
          <w:szCs w:val="24"/>
          <w:lang w:val="it-CH"/>
        </w:rPr>
      </w:pPr>
    </w:p>
    <w:p w14:paraId="4630F14A" w14:textId="0D7F5ABE" w:rsidR="00AE0118" w:rsidRPr="00A5256C" w:rsidRDefault="00AE0118" w:rsidP="00AE0118">
      <w:pPr>
        <w:rPr>
          <w:b/>
          <w:sz w:val="22"/>
          <w:szCs w:val="22"/>
          <w:lang w:val="it-CH"/>
        </w:rPr>
      </w:pPr>
      <w:r w:rsidRPr="00A5256C">
        <w:rPr>
          <w:rFonts w:cs="Arial"/>
          <w:b/>
          <w:bCs/>
          <w:color w:val="FF0000"/>
          <w:sz w:val="24"/>
          <w:szCs w:val="24"/>
          <w:lang w:val="it-CH"/>
        </w:rPr>
        <w:t xml:space="preserve">Studio </w:t>
      </w:r>
      <w:proofErr w:type="spellStart"/>
      <w:r w:rsidRPr="00A5256C">
        <w:rPr>
          <w:rFonts w:cs="Arial"/>
          <w:b/>
          <w:bCs/>
          <w:color w:val="FF0000"/>
          <w:sz w:val="24"/>
          <w:szCs w:val="24"/>
          <w:lang w:val="it-CH"/>
        </w:rPr>
        <w:t>postdiploma</w:t>
      </w:r>
      <w:proofErr w:type="spellEnd"/>
      <w:r w:rsidRPr="00A5256C">
        <w:rPr>
          <w:rFonts w:cs="Arial"/>
          <w:b/>
          <w:bCs/>
          <w:color w:val="FF0000"/>
          <w:sz w:val="24"/>
          <w:szCs w:val="24"/>
          <w:lang w:val="it-CH"/>
        </w:rPr>
        <w:t xml:space="preserve"> </w:t>
      </w:r>
      <w:r w:rsidR="002D3A20" w:rsidRPr="00434BD7">
        <w:rPr>
          <w:rFonts w:cs="Arial"/>
          <w:b/>
          <w:bCs/>
          <w:color w:val="FF0000"/>
          <w:sz w:val="24"/>
          <w:szCs w:val="24"/>
          <w:lang w:val="it-CH"/>
        </w:rPr>
        <w:t>(SPD</w:t>
      </w:r>
      <w:r w:rsidR="002D3A20">
        <w:rPr>
          <w:rFonts w:cs="Arial"/>
          <w:b/>
          <w:bCs/>
          <w:color w:val="FF0000"/>
          <w:sz w:val="24"/>
          <w:szCs w:val="24"/>
          <w:lang w:val="it-CH"/>
        </w:rPr>
        <w:t>)</w:t>
      </w:r>
      <w:r w:rsidR="002D3A20" w:rsidRPr="00434BD7">
        <w:rPr>
          <w:rFonts w:cs="Arial"/>
          <w:b/>
          <w:bCs/>
          <w:color w:val="FF0000"/>
          <w:sz w:val="24"/>
          <w:szCs w:val="24"/>
          <w:lang w:val="it-CH"/>
        </w:rPr>
        <w:t xml:space="preserve"> </w:t>
      </w:r>
      <w:r w:rsidRPr="00A5256C">
        <w:rPr>
          <w:rFonts w:cs="Arial"/>
          <w:b/>
          <w:bCs/>
          <w:color w:val="FF0000"/>
          <w:sz w:val="24"/>
          <w:szCs w:val="24"/>
          <w:lang w:val="it-CH"/>
        </w:rPr>
        <w:t xml:space="preserve">SSS </w:t>
      </w:r>
      <w:r w:rsidRPr="00A5256C">
        <w:rPr>
          <w:rFonts w:cs="Arial"/>
          <w:b/>
          <w:bCs/>
          <w:color w:val="FF0000"/>
          <w:sz w:val="24"/>
          <w:szCs w:val="24"/>
          <w:u w:val="single"/>
          <w:lang w:val="it-CH"/>
        </w:rPr>
        <w:t>senza</w:t>
      </w:r>
      <w:r w:rsidRPr="00A5256C">
        <w:rPr>
          <w:rFonts w:cs="Arial"/>
          <w:b/>
          <w:bCs/>
          <w:color w:val="FF0000"/>
          <w:sz w:val="24"/>
          <w:szCs w:val="24"/>
          <w:lang w:val="it-CH"/>
        </w:rPr>
        <w:t xml:space="preserve"> programma quadro d’insegnamento: rapporto finale e raccomandazione all’attenzione della </w:t>
      </w:r>
      <w:r w:rsidR="000C6FC4">
        <w:rPr>
          <w:rFonts w:cs="Arial"/>
          <w:b/>
          <w:bCs/>
          <w:color w:val="FF0000"/>
          <w:sz w:val="24"/>
          <w:szCs w:val="24"/>
          <w:lang w:val="it-CH"/>
        </w:rPr>
        <w:t>SEFRI</w:t>
      </w:r>
    </w:p>
    <w:p w14:paraId="5EA5704F" w14:textId="0158663F" w:rsidR="00F7718F" w:rsidRPr="00A5256C" w:rsidRDefault="00F7718F" w:rsidP="00CB68E8">
      <w:pPr>
        <w:tabs>
          <w:tab w:val="left" w:pos="1878"/>
        </w:tabs>
        <w:rPr>
          <w:rFonts w:cs="Arial"/>
          <w:b/>
          <w:sz w:val="22"/>
          <w:szCs w:val="22"/>
          <w:lang w:val="it-CH"/>
        </w:rPr>
      </w:pPr>
    </w:p>
    <w:p w14:paraId="0BD26B08" w14:textId="77777777" w:rsidR="0043124D" w:rsidRPr="00A5256C" w:rsidRDefault="0043124D" w:rsidP="00F7718F">
      <w:pPr>
        <w:tabs>
          <w:tab w:val="left" w:pos="1985"/>
        </w:tabs>
        <w:rPr>
          <w:rFonts w:cs="Arial"/>
          <w:b/>
          <w:sz w:val="22"/>
          <w:szCs w:val="22"/>
          <w:lang w:val="it-CH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5103"/>
      </w:tblGrid>
      <w:tr w:rsidR="0043124D" w:rsidRPr="009B42AC" w14:paraId="76C023EA" w14:textId="77777777" w:rsidTr="003E1296">
        <w:trPr>
          <w:trHeight w:val="340"/>
        </w:trPr>
        <w:tc>
          <w:tcPr>
            <w:tcW w:w="9918" w:type="dxa"/>
            <w:gridSpan w:val="2"/>
            <w:shd w:val="clear" w:color="auto" w:fill="D9D9D9" w:themeFill="background1" w:themeFillShade="D9"/>
            <w:vAlign w:val="center"/>
          </w:tcPr>
          <w:p w14:paraId="2260CDB3" w14:textId="4CE91E99" w:rsidR="0043124D" w:rsidRPr="00A5256C" w:rsidRDefault="00AE0118" w:rsidP="0006777D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5256C">
              <w:rPr>
                <w:rFonts w:cs="Arial"/>
                <w:b/>
                <w:sz w:val="18"/>
                <w:szCs w:val="18"/>
                <w:lang w:val="it-CH"/>
              </w:rPr>
              <w:t xml:space="preserve">Dati sullo studio </w:t>
            </w:r>
            <w:proofErr w:type="spellStart"/>
            <w:r w:rsidRPr="00A5256C">
              <w:rPr>
                <w:rFonts w:cs="Arial"/>
                <w:b/>
                <w:sz w:val="18"/>
                <w:szCs w:val="18"/>
                <w:lang w:val="it-CH"/>
              </w:rPr>
              <w:t>postdiploma</w:t>
            </w:r>
            <w:proofErr w:type="spellEnd"/>
            <w:r w:rsidRPr="00A5256C">
              <w:rPr>
                <w:rFonts w:cs="Arial"/>
                <w:b/>
                <w:sz w:val="18"/>
                <w:szCs w:val="18"/>
                <w:lang w:val="it-CH"/>
              </w:rPr>
              <w:t xml:space="preserve"> SSS </w:t>
            </w:r>
          </w:p>
        </w:tc>
      </w:tr>
      <w:tr w:rsidR="0043124D" w:rsidRPr="009B42AC" w14:paraId="0DBD43AB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442ECAAF" w14:textId="77777777" w:rsidR="0043124D" w:rsidRPr="00A5256C" w:rsidRDefault="00AE0118" w:rsidP="00A4105C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5256C">
              <w:rPr>
                <w:rFonts w:cs="Arial"/>
                <w:sz w:val="18"/>
                <w:szCs w:val="18"/>
                <w:lang w:val="it-CH"/>
              </w:rPr>
              <w:t>Numero della procedura di riconoscimento</w:t>
            </w:r>
          </w:p>
        </w:tc>
        <w:tc>
          <w:tcPr>
            <w:tcW w:w="5103" w:type="dxa"/>
            <w:vAlign w:val="center"/>
          </w:tcPr>
          <w:p w14:paraId="52226D05" w14:textId="77777777" w:rsidR="0043124D" w:rsidRPr="00A5256C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A5256C" w14:paraId="779596E8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30D9AB59" w14:textId="3EF2CF65" w:rsidR="0043124D" w:rsidRPr="00A5256C" w:rsidRDefault="00AE0118" w:rsidP="00FE3132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5256C">
              <w:rPr>
                <w:rFonts w:cs="Arial"/>
                <w:sz w:val="18"/>
                <w:szCs w:val="18"/>
                <w:lang w:val="it-CH"/>
              </w:rPr>
              <w:t>SPD SSS</w:t>
            </w:r>
            <w:r w:rsidR="00376D31" w:rsidRPr="00A5256C">
              <w:rPr>
                <w:rFonts w:cs="Arial"/>
                <w:sz w:val="18"/>
                <w:szCs w:val="18"/>
                <w:lang w:val="it-CH"/>
              </w:rPr>
              <w:t xml:space="preserve">: </w:t>
            </w:r>
            <w:r w:rsidR="00FE3132">
              <w:rPr>
                <w:rFonts w:cs="Arial"/>
                <w:sz w:val="18"/>
                <w:szCs w:val="18"/>
                <w:lang w:val="it-CH"/>
              </w:rPr>
              <w:t>titolo</w:t>
            </w:r>
          </w:p>
        </w:tc>
        <w:tc>
          <w:tcPr>
            <w:tcW w:w="5103" w:type="dxa"/>
            <w:vAlign w:val="center"/>
          </w:tcPr>
          <w:p w14:paraId="298F3FF6" w14:textId="77777777" w:rsidR="0043124D" w:rsidRPr="00A5256C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9B42AC" w14:paraId="11299D75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40CB3A9E" w14:textId="04DC5AA6" w:rsidR="0043124D" w:rsidRPr="00A5256C" w:rsidRDefault="00AE0118" w:rsidP="00A4105C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5256C">
              <w:rPr>
                <w:rFonts w:cs="Arial"/>
                <w:sz w:val="18"/>
                <w:szCs w:val="18"/>
                <w:lang w:val="it-CH"/>
              </w:rPr>
              <w:t>Ciclo di riferimento: denominazione, data di inizio e di fine</w:t>
            </w:r>
          </w:p>
        </w:tc>
        <w:tc>
          <w:tcPr>
            <w:tcW w:w="5103" w:type="dxa"/>
            <w:vAlign w:val="center"/>
          </w:tcPr>
          <w:p w14:paraId="4F948E72" w14:textId="77777777" w:rsidR="0043124D" w:rsidRPr="00A5256C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A5256C" w14:paraId="25F3CF5D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048A5684" w14:textId="77777777" w:rsidR="0043124D" w:rsidRPr="00A5256C" w:rsidRDefault="00AE0118" w:rsidP="00A4105C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5256C">
              <w:rPr>
                <w:rFonts w:cs="Arial"/>
                <w:sz w:val="18"/>
                <w:szCs w:val="18"/>
                <w:lang w:val="it-CH"/>
              </w:rPr>
              <w:t>Data della decisione d’avvio</w:t>
            </w:r>
          </w:p>
        </w:tc>
        <w:tc>
          <w:tcPr>
            <w:tcW w:w="5103" w:type="dxa"/>
            <w:vAlign w:val="center"/>
          </w:tcPr>
          <w:p w14:paraId="4A25C498" w14:textId="77777777" w:rsidR="0043124D" w:rsidRPr="00A5256C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376D31" w:rsidRPr="009B42AC" w14:paraId="67194D7B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1566FBF4" w14:textId="77777777" w:rsidR="00376D31" w:rsidRPr="00A5256C" w:rsidRDefault="00AE0118" w:rsidP="00AE0118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5256C">
              <w:rPr>
                <w:rFonts w:cs="Arial"/>
                <w:sz w:val="18"/>
                <w:szCs w:val="18"/>
                <w:lang w:val="it-CH"/>
              </w:rPr>
              <w:t>Numero minimo di ore di studio: 900</w:t>
            </w:r>
          </w:p>
        </w:tc>
        <w:tc>
          <w:tcPr>
            <w:tcW w:w="5103" w:type="dxa"/>
            <w:vAlign w:val="center"/>
          </w:tcPr>
          <w:p w14:paraId="2ADC78F6" w14:textId="77777777" w:rsidR="00376D31" w:rsidRPr="00A5256C" w:rsidRDefault="00376D31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9B42AC" w14:paraId="1860FAF9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50BE58E6" w14:textId="13DE41A3" w:rsidR="0043124D" w:rsidRPr="00A5256C" w:rsidRDefault="00AE0118" w:rsidP="00FE3132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5256C">
              <w:rPr>
                <w:rFonts w:cs="Arial"/>
                <w:sz w:val="18"/>
                <w:szCs w:val="18"/>
                <w:lang w:val="it-CH"/>
              </w:rPr>
              <w:t xml:space="preserve"> Data della domanda (</w:t>
            </w:r>
            <w:r w:rsidR="00FE3132">
              <w:rPr>
                <w:rFonts w:cs="Arial"/>
                <w:sz w:val="18"/>
                <w:szCs w:val="18"/>
                <w:lang w:val="it-CH"/>
              </w:rPr>
              <w:t>parere</w:t>
            </w:r>
            <w:r w:rsidR="00FE3132" w:rsidRPr="00A5256C">
              <w:rPr>
                <w:rFonts w:cs="Arial"/>
                <w:sz w:val="18"/>
                <w:szCs w:val="18"/>
                <w:lang w:val="it-CH"/>
              </w:rPr>
              <w:t xml:space="preserve"> </w:t>
            </w:r>
            <w:r w:rsidRPr="00A5256C">
              <w:rPr>
                <w:rFonts w:cs="Arial"/>
                <w:sz w:val="18"/>
                <w:szCs w:val="18"/>
                <w:lang w:val="it-CH"/>
              </w:rPr>
              <w:t>del Cantone)</w:t>
            </w:r>
          </w:p>
        </w:tc>
        <w:tc>
          <w:tcPr>
            <w:tcW w:w="5103" w:type="dxa"/>
            <w:vAlign w:val="center"/>
          </w:tcPr>
          <w:p w14:paraId="31655B01" w14:textId="77777777" w:rsidR="0043124D" w:rsidRPr="00A5256C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9B42AC" w14:paraId="215290DF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5B88F27B" w14:textId="31A66567" w:rsidR="0043124D" w:rsidRPr="00A5256C" w:rsidRDefault="007C6D0A" w:rsidP="00FE3132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5256C">
              <w:rPr>
                <w:rFonts w:cs="Arial"/>
                <w:sz w:val="18"/>
                <w:szCs w:val="18"/>
                <w:lang w:val="it-CH"/>
              </w:rPr>
              <w:t xml:space="preserve">Riconoscimento secondo il diritto </w:t>
            </w:r>
            <w:r w:rsidR="00FE3132">
              <w:rPr>
                <w:rFonts w:cs="Arial"/>
                <w:sz w:val="18"/>
                <w:szCs w:val="18"/>
                <w:lang w:val="it-CH"/>
              </w:rPr>
              <w:t>previgente</w:t>
            </w:r>
            <w:r w:rsidRPr="00A5256C">
              <w:rPr>
                <w:rFonts w:cs="Arial"/>
                <w:sz w:val="18"/>
                <w:szCs w:val="18"/>
                <w:lang w:val="it-CH"/>
              </w:rPr>
              <w:t>: sì o no?</w:t>
            </w:r>
          </w:p>
        </w:tc>
        <w:tc>
          <w:tcPr>
            <w:tcW w:w="5103" w:type="dxa"/>
            <w:vAlign w:val="center"/>
          </w:tcPr>
          <w:p w14:paraId="2FCB3239" w14:textId="77777777" w:rsidR="0043124D" w:rsidRPr="00A5256C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9B42AC" w14:paraId="6FC91A9E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778C7E85" w14:textId="77777777" w:rsidR="0043124D" w:rsidRPr="00A5256C" w:rsidRDefault="007C6D0A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5256C">
              <w:rPr>
                <w:rFonts w:cs="Arial"/>
                <w:sz w:val="18"/>
                <w:szCs w:val="18"/>
                <w:lang w:val="it-CH"/>
              </w:rPr>
              <w:t>Riconoscimento retroattivo: sì o no?</w:t>
            </w:r>
          </w:p>
        </w:tc>
        <w:tc>
          <w:tcPr>
            <w:tcW w:w="5103" w:type="dxa"/>
            <w:vAlign w:val="center"/>
          </w:tcPr>
          <w:p w14:paraId="63DEA768" w14:textId="77777777" w:rsidR="0043124D" w:rsidRPr="00A5256C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9B42AC" w14:paraId="06F9B873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110F1770" w14:textId="77777777" w:rsidR="0043124D" w:rsidRPr="00A5256C" w:rsidRDefault="007C6D0A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5256C">
              <w:rPr>
                <w:rFonts w:cs="Arial"/>
                <w:sz w:val="18"/>
                <w:szCs w:val="18"/>
                <w:lang w:val="it-CH"/>
              </w:rPr>
              <w:t>Riunione d’avvio (data, se già svolta)</w:t>
            </w:r>
          </w:p>
        </w:tc>
        <w:tc>
          <w:tcPr>
            <w:tcW w:w="5103" w:type="dxa"/>
            <w:vAlign w:val="center"/>
          </w:tcPr>
          <w:p w14:paraId="0B02D6DE" w14:textId="77777777" w:rsidR="0043124D" w:rsidRPr="00A5256C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2D3A20" w:rsidRPr="009B42AC" w14:paraId="7AE38FF5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6A572F09" w14:textId="77777777" w:rsidR="002D3A20" w:rsidRPr="00A5256C" w:rsidRDefault="002D3A20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5103" w:type="dxa"/>
            <w:vAlign w:val="center"/>
          </w:tcPr>
          <w:p w14:paraId="2DB459BE" w14:textId="77777777" w:rsidR="002D3A20" w:rsidRPr="00A5256C" w:rsidRDefault="002D3A20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A5256C" w14:paraId="07C0FE9D" w14:textId="77777777" w:rsidTr="003E1296">
        <w:trPr>
          <w:trHeight w:val="340"/>
        </w:trPr>
        <w:tc>
          <w:tcPr>
            <w:tcW w:w="9918" w:type="dxa"/>
            <w:gridSpan w:val="2"/>
            <w:shd w:val="clear" w:color="auto" w:fill="E0E0E0"/>
            <w:vAlign w:val="center"/>
          </w:tcPr>
          <w:p w14:paraId="3525D74A" w14:textId="77777777" w:rsidR="0043124D" w:rsidRPr="00A5256C" w:rsidRDefault="007C6D0A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5256C">
              <w:rPr>
                <w:rFonts w:cs="Arial"/>
                <w:b/>
                <w:sz w:val="18"/>
                <w:szCs w:val="18"/>
                <w:lang w:val="it-CH"/>
              </w:rPr>
              <w:t>Dati sull’operatore della formazione</w:t>
            </w:r>
          </w:p>
        </w:tc>
      </w:tr>
      <w:tr w:rsidR="0043124D" w:rsidRPr="00A5256C" w14:paraId="626B2ABA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11F48084" w14:textId="77777777" w:rsidR="0043124D" w:rsidRPr="00A5256C" w:rsidRDefault="007C6D0A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5256C">
              <w:rPr>
                <w:rFonts w:cs="Arial"/>
                <w:sz w:val="18"/>
                <w:szCs w:val="18"/>
                <w:lang w:val="it-CH"/>
              </w:rPr>
              <w:t>Denominazione</w:t>
            </w:r>
          </w:p>
        </w:tc>
        <w:tc>
          <w:tcPr>
            <w:tcW w:w="5103" w:type="dxa"/>
            <w:vAlign w:val="center"/>
          </w:tcPr>
          <w:p w14:paraId="6BF2F342" w14:textId="77777777" w:rsidR="0043124D" w:rsidRPr="00A5256C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A5256C" w14:paraId="15678C2D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4453163C" w14:textId="77777777" w:rsidR="0043124D" w:rsidRPr="00A5256C" w:rsidRDefault="007C6D0A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5256C">
              <w:rPr>
                <w:rFonts w:cs="Arial"/>
                <w:sz w:val="18"/>
                <w:szCs w:val="18"/>
                <w:lang w:val="it-CH"/>
              </w:rPr>
              <w:t>Indirizzo</w:t>
            </w:r>
          </w:p>
        </w:tc>
        <w:tc>
          <w:tcPr>
            <w:tcW w:w="5103" w:type="dxa"/>
            <w:vAlign w:val="center"/>
          </w:tcPr>
          <w:p w14:paraId="4288CE85" w14:textId="77777777" w:rsidR="0043124D" w:rsidRPr="00A5256C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A5256C" w14:paraId="582F61B7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4079553E" w14:textId="60004DB7" w:rsidR="0043124D" w:rsidRPr="00A5256C" w:rsidRDefault="009B42AC" w:rsidP="007C6D0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9B42AC">
              <w:rPr>
                <w:rFonts w:cs="Arial"/>
                <w:sz w:val="18"/>
                <w:szCs w:val="18"/>
                <w:lang w:val="it-CH"/>
              </w:rPr>
              <w:t>Sede/Sedi</w:t>
            </w:r>
          </w:p>
        </w:tc>
        <w:tc>
          <w:tcPr>
            <w:tcW w:w="5103" w:type="dxa"/>
            <w:vAlign w:val="center"/>
          </w:tcPr>
          <w:p w14:paraId="09C7FC86" w14:textId="77777777" w:rsidR="0043124D" w:rsidRPr="00A5256C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A5256C" w14:paraId="1AC5D516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2CC49CCC" w14:textId="77777777" w:rsidR="0043124D" w:rsidRPr="00A5256C" w:rsidRDefault="007C6D0A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5256C">
              <w:rPr>
                <w:rFonts w:cs="Arial"/>
                <w:sz w:val="18"/>
                <w:szCs w:val="18"/>
                <w:lang w:val="it-CH"/>
              </w:rPr>
              <w:t>Cantone principale</w:t>
            </w:r>
          </w:p>
        </w:tc>
        <w:tc>
          <w:tcPr>
            <w:tcW w:w="5103" w:type="dxa"/>
            <w:vAlign w:val="center"/>
          </w:tcPr>
          <w:p w14:paraId="0DC0067E" w14:textId="77777777" w:rsidR="0043124D" w:rsidRPr="00A5256C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A5256C" w14:paraId="5B469C1B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328C6125" w14:textId="77777777" w:rsidR="0043124D" w:rsidRPr="00A5256C" w:rsidRDefault="007C6D0A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5256C">
              <w:rPr>
                <w:rFonts w:cs="Arial"/>
                <w:sz w:val="18"/>
                <w:szCs w:val="18"/>
                <w:lang w:val="it-CH"/>
              </w:rPr>
              <w:t>Persona di contatto</w:t>
            </w:r>
          </w:p>
        </w:tc>
        <w:tc>
          <w:tcPr>
            <w:tcW w:w="5103" w:type="dxa"/>
            <w:vAlign w:val="center"/>
          </w:tcPr>
          <w:p w14:paraId="4E778C1A" w14:textId="77777777" w:rsidR="0043124D" w:rsidRPr="00A5256C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A5256C" w14:paraId="5551BE41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3EDFAFC5" w14:textId="77777777" w:rsidR="0043124D" w:rsidRPr="00A5256C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5256C">
              <w:rPr>
                <w:rFonts w:cs="Arial"/>
                <w:sz w:val="18"/>
                <w:szCs w:val="18"/>
                <w:lang w:val="it-CH"/>
              </w:rPr>
              <w:t>Telefon</w:t>
            </w:r>
            <w:r w:rsidR="007C6D0A" w:rsidRPr="00A5256C">
              <w:rPr>
                <w:rFonts w:cs="Arial"/>
                <w:sz w:val="18"/>
                <w:szCs w:val="18"/>
                <w:lang w:val="it-CH"/>
              </w:rPr>
              <w:t>o</w:t>
            </w:r>
          </w:p>
        </w:tc>
        <w:tc>
          <w:tcPr>
            <w:tcW w:w="5103" w:type="dxa"/>
            <w:vAlign w:val="center"/>
          </w:tcPr>
          <w:p w14:paraId="2666EAFD" w14:textId="77777777" w:rsidR="0043124D" w:rsidRPr="00A5256C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A5256C" w14:paraId="16B4C414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3BFCB55B" w14:textId="77777777" w:rsidR="0043124D" w:rsidRPr="00A5256C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5256C">
              <w:rPr>
                <w:rFonts w:cs="Arial"/>
                <w:sz w:val="18"/>
                <w:szCs w:val="18"/>
                <w:lang w:val="it-CH"/>
              </w:rPr>
              <w:t>E</w:t>
            </w:r>
            <w:r w:rsidR="007C6D0A" w:rsidRPr="00A5256C">
              <w:rPr>
                <w:rFonts w:cs="Arial"/>
                <w:sz w:val="18"/>
                <w:szCs w:val="18"/>
                <w:lang w:val="it-CH"/>
              </w:rPr>
              <w:t>-</w:t>
            </w:r>
            <w:r w:rsidRPr="00A5256C">
              <w:rPr>
                <w:rFonts w:cs="Arial"/>
                <w:sz w:val="18"/>
                <w:szCs w:val="18"/>
                <w:lang w:val="it-CH"/>
              </w:rPr>
              <w:t>mail</w:t>
            </w:r>
          </w:p>
        </w:tc>
        <w:tc>
          <w:tcPr>
            <w:tcW w:w="5103" w:type="dxa"/>
            <w:vAlign w:val="center"/>
          </w:tcPr>
          <w:p w14:paraId="68C6338E" w14:textId="77777777" w:rsidR="0043124D" w:rsidRPr="00A5256C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A5256C" w14:paraId="1A20488D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2FD2DF8D" w14:textId="03A36B62" w:rsidR="0043124D" w:rsidRPr="00A5256C" w:rsidRDefault="007C6D0A" w:rsidP="00FE3132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5256C">
              <w:rPr>
                <w:rFonts w:cs="Arial"/>
                <w:sz w:val="18"/>
                <w:szCs w:val="18"/>
                <w:lang w:val="it-CH"/>
              </w:rPr>
              <w:t>Sito</w:t>
            </w:r>
          </w:p>
        </w:tc>
        <w:tc>
          <w:tcPr>
            <w:tcW w:w="5103" w:type="dxa"/>
            <w:vAlign w:val="center"/>
          </w:tcPr>
          <w:p w14:paraId="47D6E51C" w14:textId="77777777" w:rsidR="0043124D" w:rsidRPr="00A5256C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9B42AC" w14:paraId="71DA03E2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638C19D8" w14:textId="2B761AF4" w:rsidR="0043124D" w:rsidRPr="00A5256C" w:rsidRDefault="007C6D0A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5256C">
              <w:rPr>
                <w:rFonts w:cs="Arial"/>
                <w:sz w:val="18"/>
                <w:szCs w:val="18"/>
                <w:lang w:val="it-CH"/>
              </w:rPr>
              <w:t xml:space="preserve">Altri SPD SSS della </w:t>
            </w:r>
            <w:r w:rsidR="00FE3132">
              <w:rPr>
                <w:rFonts w:cs="Arial"/>
                <w:sz w:val="18"/>
                <w:szCs w:val="18"/>
                <w:lang w:val="it-CH"/>
              </w:rPr>
              <w:t xml:space="preserve">stessa </w:t>
            </w:r>
            <w:r w:rsidRPr="00A5256C">
              <w:rPr>
                <w:rFonts w:cs="Arial"/>
                <w:sz w:val="18"/>
                <w:szCs w:val="18"/>
                <w:lang w:val="it-CH"/>
              </w:rPr>
              <w:t>scuola specializzata superiore</w:t>
            </w:r>
          </w:p>
        </w:tc>
        <w:tc>
          <w:tcPr>
            <w:tcW w:w="5103" w:type="dxa"/>
            <w:vAlign w:val="center"/>
          </w:tcPr>
          <w:p w14:paraId="10C85E65" w14:textId="77777777" w:rsidR="0043124D" w:rsidRPr="00A5256C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9B42AC" w14:paraId="0B98E533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53D3E1F9" w14:textId="08B2811E" w:rsidR="0043124D" w:rsidRPr="00A5256C" w:rsidRDefault="007C6D0A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5256C">
              <w:rPr>
                <w:rFonts w:cs="Arial"/>
                <w:sz w:val="18"/>
                <w:szCs w:val="18"/>
                <w:lang w:val="it-CH"/>
              </w:rPr>
              <w:t>Cicli di formazione SSS della</w:t>
            </w:r>
            <w:r w:rsidR="00FE3132">
              <w:rPr>
                <w:rFonts w:cs="Arial"/>
                <w:sz w:val="18"/>
                <w:szCs w:val="18"/>
                <w:lang w:val="it-CH"/>
              </w:rPr>
              <w:t xml:space="preserve"> stessa</w:t>
            </w:r>
            <w:r w:rsidRPr="00A5256C">
              <w:rPr>
                <w:rFonts w:cs="Arial"/>
                <w:sz w:val="18"/>
                <w:szCs w:val="18"/>
                <w:lang w:val="it-CH"/>
              </w:rPr>
              <w:t xml:space="preserve"> scuola specializzata superiore</w:t>
            </w:r>
          </w:p>
        </w:tc>
        <w:tc>
          <w:tcPr>
            <w:tcW w:w="5103" w:type="dxa"/>
            <w:vAlign w:val="center"/>
          </w:tcPr>
          <w:p w14:paraId="0290E474" w14:textId="77777777" w:rsidR="0043124D" w:rsidRPr="00A5256C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2D3A20" w:rsidRPr="009B42AC" w14:paraId="55CF98F8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0384A2F4" w14:textId="77777777" w:rsidR="002D3A20" w:rsidRPr="00A5256C" w:rsidRDefault="002D3A20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5103" w:type="dxa"/>
            <w:vAlign w:val="center"/>
          </w:tcPr>
          <w:p w14:paraId="126C0A30" w14:textId="77777777" w:rsidR="002D3A20" w:rsidRPr="00A5256C" w:rsidRDefault="002D3A20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9B42AC" w14:paraId="4E054F5F" w14:textId="77777777" w:rsidTr="003E1296">
        <w:trPr>
          <w:trHeight w:val="340"/>
        </w:trPr>
        <w:tc>
          <w:tcPr>
            <w:tcW w:w="9918" w:type="dxa"/>
            <w:gridSpan w:val="2"/>
            <w:shd w:val="clear" w:color="auto" w:fill="E0E0E0"/>
            <w:vAlign w:val="center"/>
          </w:tcPr>
          <w:p w14:paraId="039D8BB5" w14:textId="77777777" w:rsidR="0043124D" w:rsidRPr="00A5256C" w:rsidRDefault="007C6D0A" w:rsidP="003E1296">
            <w:pPr>
              <w:spacing w:line="240" w:lineRule="auto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A5256C">
              <w:rPr>
                <w:rFonts w:cs="Arial"/>
                <w:b/>
                <w:sz w:val="18"/>
                <w:szCs w:val="18"/>
                <w:lang w:val="it-CH"/>
              </w:rPr>
              <w:t>Perito principale e perito specializzato</w:t>
            </w:r>
          </w:p>
        </w:tc>
      </w:tr>
      <w:tr w:rsidR="0043124D" w:rsidRPr="009B42AC" w14:paraId="4169D902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3CC2DC09" w14:textId="77777777" w:rsidR="0043124D" w:rsidRPr="00A5256C" w:rsidRDefault="007C6D0A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5256C">
              <w:rPr>
                <w:rFonts w:cs="Arial"/>
                <w:sz w:val="18"/>
                <w:szCs w:val="18"/>
                <w:lang w:val="it-CH"/>
              </w:rPr>
              <w:t>Perito principale (cognome, nome, e-mail, tel.)</w:t>
            </w:r>
          </w:p>
        </w:tc>
        <w:tc>
          <w:tcPr>
            <w:tcW w:w="5103" w:type="dxa"/>
            <w:vAlign w:val="center"/>
          </w:tcPr>
          <w:p w14:paraId="1A802721" w14:textId="77777777" w:rsidR="0043124D" w:rsidRPr="00A5256C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9B42AC" w14:paraId="262BFD0B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14B6E82A" w14:textId="77777777" w:rsidR="0043124D" w:rsidRPr="00A5256C" w:rsidRDefault="007C6D0A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5256C">
              <w:rPr>
                <w:rFonts w:cs="Arial"/>
                <w:sz w:val="18"/>
                <w:szCs w:val="18"/>
                <w:lang w:val="it-CH"/>
              </w:rPr>
              <w:t>Perito specializzato (cognome, nome, e-mail, tel.)</w:t>
            </w:r>
          </w:p>
        </w:tc>
        <w:tc>
          <w:tcPr>
            <w:tcW w:w="5103" w:type="dxa"/>
            <w:vAlign w:val="center"/>
          </w:tcPr>
          <w:p w14:paraId="47F53CD8" w14:textId="77777777" w:rsidR="0043124D" w:rsidRPr="00A5256C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9B42AC" w14:paraId="620D1760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1FE5FE1F" w14:textId="5541A007" w:rsidR="0043124D" w:rsidRPr="00A5256C" w:rsidRDefault="0043124D" w:rsidP="00E704FD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5103" w:type="dxa"/>
            <w:vAlign w:val="center"/>
          </w:tcPr>
          <w:p w14:paraId="5552BC42" w14:textId="42BF032C" w:rsidR="0043124D" w:rsidRPr="00A5256C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C6D0A" w:rsidRPr="005A264B" w14:paraId="28516962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2B46B131" w14:textId="7632E170" w:rsidR="007C6D0A" w:rsidRPr="00A5256C" w:rsidRDefault="000C6FC4" w:rsidP="007C6D0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>
              <w:rPr>
                <w:rFonts w:cs="Arial"/>
                <w:sz w:val="18"/>
                <w:szCs w:val="18"/>
                <w:lang w:val="it-CH"/>
              </w:rPr>
              <w:t xml:space="preserve">Data del rapporto </w:t>
            </w:r>
            <w:r w:rsidRPr="005B7892">
              <w:rPr>
                <w:rFonts w:cs="Arial"/>
                <w:b/>
                <w:sz w:val="18"/>
                <w:szCs w:val="18"/>
                <w:lang w:val="it-CH"/>
              </w:rPr>
              <w:t>finale</w:t>
            </w:r>
          </w:p>
        </w:tc>
        <w:tc>
          <w:tcPr>
            <w:tcW w:w="5103" w:type="dxa"/>
            <w:vAlign w:val="center"/>
          </w:tcPr>
          <w:p w14:paraId="52086D2E" w14:textId="77777777" w:rsidR="007C6D0A" w:rsidRPr="00A5256C" w:rsidRDefault="007C6D0A" w:rsidP="007C6D0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C6D0A" w:rsidRPr="009B42AC" w14:paraId="7872E0C7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5E9EBDA1" w14:textId="43757281" w:rsidR="007C6D0A" w:rsidRPr="00A5256C" w:rsidRDefault="009B42AC" w:rsidP="007C6D0A">
            <w:pPr>
              <w:spacing w:line="240" w:lineRule="auto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9B42AC">
              <w:rPr>
                <w:rFonts w:cs="Arial"/>
                <w:b/>
                <w:sz w:val="18"/>
                <w:szCs w:val="18"/>
                <w:lang w:val="it-CH"/>
              </w:rPr>
              <w:t>Indirizzi e-mail</w:t>
            </w:r>
            <w:r w:rsidR="007C6D0A" w:rsidRPr="00A5256C">
              <w:rPr>
                <w:rFonts w:cs="Arial"/>
                <w:b/>
                <w:sz w:val="18"/>
                <w:szCs w:val="18"/>
                <w:lang w:val="it-CH"/>
              </w:rPr>
              <w:t xml:space="preserve"> dei destinatari</w:t>
            </w:r>
          </w:p>
        </w:tc>
        <w:tc>
          <w:tcPr>
            <w:tcW w:w="5103" w:type="dxa"/>
            <w:vAlign w:val="center"/>
          </w:tcPr>
          <w:p w14:paraId="0ADDC247" w14:textId="7BEF1749" w:rsidR="007C6D0A" w:rsidRPr="00A5256C" w:rsidRDefault="007C6D0A" w:rsidP="007C6D0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5256C">
              <w:rPr>
                <w:rFonts w:cs="Arial"/>
                <w:sz w:val="18"/>
                <w:szCs w:val="18"/>
                <w:lang w:val="it-CH"/>
              </w:rPr>
              <w:t>Periti, direzione della</w:t>
            </w:r>
            <w:r w:rsidR="000C6FC4">
              <w:rPr>
                <w:rFonts w:cs="Arial"/>
                <w:sz w:val="18"/>
                <w:szCs w:val="18"/>
                <w:lang w:val="it-CH"/>
              </w:rPr>
              <w:t xml:space="preserve"> scuola, </w:t>
            </w:r>
            <w:r w:rsidRPr="00A5256C">
              <w:rPr>
                <w:rFonts w:cs="Arial"/>
                <w:sz w:val="18"/>
                <w:szCs w:val="18"/>
                <w:lang w:val="it-CH"/>
              </w:rPr>
              <w:t xml:space="preserve">rappresentante SEFRI (responsabile di progetto, segreteria </w:t>
            </w:r>
            <w:r w:rsidR="000C6FC4">
              <w:rPr>
                <w:rFonts w:cs="Arial"/>
                <w:sz w:val="18"/>
                <w:szCs w:val="18"/>
                <w:lang w:val="it-CH"/>
              </w:rPr>
              <w:t>SEFRI</w:t>
            </w:r>
            <w:r w:rsidRPr="00A5256C">
              <w:rPr>
                <w:rFonts w:cs="Arial"/>
                <w:sz w:val="18"/>
                <w:szCs w:val="18"/>
                <w:lang w:val="it-CH"/>
              </w:rPr>
              <w:t>)</w:t>
            </w:r>
          </w:p>
        </w:tc>
      </w:tr>
      <w:tr w:rsidR="002D3A20" w:rsidRPr="009B42AC" w14:paraId="2EFF59E8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3CC76B72" w14:textId="77777777" w:rsidR="002D3A20" w:rsidRPr="00A5256C" w:rsidRDefault="002D3A20" w:rsidP="007C6D0A">
            <w:pPr>
              <w:spacing w:line="240" w:lineRule="auto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5103" w:type="dxa"/>
            <w:vAlign w:val="center"/>
          </w:tcPr>
          <w:p w14:paraId="4971D4D9" w14:textId="2C869464" w:rsidR="002D3A20" w:rsidRPr="00A5256C" w:rsidRDefault="009B42AC" w:rsidP="007C6D0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>
              <w:rPr>
                <w:rFonts w:cs="Arial"/>
                <w:color w:val="000000"/>
                <w:sz w:val="18"/>
                <w:szCs w:val="18"/>
                <w:shd w:val="clear" w:color="auto" w:fill="FFFFFF"/>
                <w:lang w:val="it-CH"/>
              </w:rPr>
              <w:t>Nominare</w:t>
            </w:r>
            <w:r w:rsidR="002D3A20" w:rsidRPr="005B7892">
              <w:rPr>
                <w:rFonts w:cs="Arial"/>
                <w:color w:val="000000"/>
                <w:sz w:val="18"/>
                <w:szCs w:val="18"/>
                <w:shd w:val="clear" w:color="auto" w:fill="FFFFFF"/>
                <w:lang w:val="it-CH"/>
              </w:rPr>
              <w:t xml:space="preserve"> il documento secondo il seguente esempio:</w:t>
            </w:r>
            <w:r>
              <w:rPr>
                <w:rFonts w:cs="Arial"/>
                <w:color w:val="000000"/>
                <w:sz w:val="18"/>
                <w:szCs w:val="18"/>
                <w:shd w:val="clear" w:color="auto" w:fill="FFFFFF"/>
                <w:lang w:val="it-CH"/>
              </w:rPr>
              <w:br/>
            </w:r>
            <w:r w:rsidR="002D3A20" w:rsidRPr="005B7892">
              <w:rPr>
                <w:rFonts w:cs="Arial"/>
                <w:sz w:val="18"/>
                <w:szCs w:val="18"/>
                <w:lang w:val="it-CH"/>
              </w:rPr>
              <w:t>N19-144 Soccorritore Berna Rapporto finale 16062022</w:t>
            </w:r>
          </w:p>
        </w:tc>
      </w:tr>
    </w:tbl>
    <w:p w14:paraId="6A261AF7" w14:textId="77777777" w:rsidR="00D605B6" w:rsidRPr="00A5256C" w:rsidRDefault="00D605B6">
      <w:pPr>
        <w:spacing w:line="240" w:lineRule="auto"/>
        <w:jc w:val="left"/>
        <w:rPr>
          <w:rFonts w:cs="Arial"/>
          <w:lang w:val="it-CH"/>
        </w:rPr>
      </w:pPr>
      <w:r w:rsidRPr="00A5256C">
        <w:rPr>
          <w:rFonts w:cs="Arial"/>
          <w:lang w:val="it-CH"/>
        </w:rPr>
        <w:br w:type="page"/>
      </w:r>
    </w:p>
    <w:p w14:paraId="52E56C7E" w14:textId="77777777" w:rsidR="00710AC6" w:rsidRPr="00A5256C" w:rsidRDefault="00710AC6">
      <w:pPr>
        <w:rPr>
          <w:rFonts w:cs="Arial"/>
          <w:lang w:val="it-CH"/>
        </w:rPr>
      </w:pPr>
    </w:p>
    <w:p w14:paraId="467FF3CB" w14:textId="77777777" w:rsidR="00752268" w:rsidRPr="00A5256C" w:rsidRDefault="00CF1785" w:rsidP="000A52F4">
      <w:pPr>
        <w:pStyle w:val="Listenabsatz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 w:val="22"/>
          <w:szCs w:val="22"/>
          <w:lang w:val="it-CH"/>
        </w:rPr>
      </w:pPr>
      <w:bookmarkStart w:id="0" w:name="_Hlk509912167"/>
      <w:r w:rsidRPr="00A5256C">
        <w:rPr>
          <w:rFonts w:cs="Arial"/>
          <w:b/>
          <w:sz w:val="22"/>
          <w:szCs w:val="22"/>
          <w:lang w:val="it-CH"/>
        </w:rPr>
        <w:t xml:space="preserve">Rapporto sommativo dei periti </w:t>
      </w:r>
    </w:p>
    <w:p w14:paraId="35B87A4E" w14:textId="77777777" w:rsidR="001968DF" w:rsidRPr="00A5256C" w:rsidRDefault="001968DF">
      <w:pPr>
        <w:rPr>
          <w:rFonts w:cs="Arial"/>
          <w:lang w:val="it-CH"/>
        </w:rPr>
      </w:pPr>
    </w:p>
    <w:bookmarkEnd w:id="0"/>
    <w:p w14:paraId="0138C7B9" w14:textId="77777777" w:rsidR="000958F9" w:rsidRPr="00A5256C" w:rsidRDefault="000958F9" w:rsidP="00985841">
      <w:pPr>
        <w:ind w:left="709" w:hanging="709"/>
        <w:rPr>
          <w:rFonts w:cs="Arial"/>
          <w:lang w:val="it-CH"/>
        </w:rPr>
      </w:pPr>
    </w:p>
    <w:p w14:paraId="7A52BF52" w14:textId="77777777" w:rsidR="00985841" w:rsidRPr="00A5256C" w:rsidRDefault="00CF1785" w:rsidP="006221E8">
      <w:pPr>
        <w:pStyle w:val="Listenabsatz"/>
        <w:numPr>
          <w:ilvl w:val="0"/>
          <w:numId w:val="30"/>
        </w:numPr>
        <w:ind w:left="454" w:hanging="596"/>
        <w:rPr>
          <w:rFonts w:cs="Arial"/>
          <w:b/>
          <w:sz w:val="22"/>
          <w:szCs w:val="22"/>
          <w:lang w:val="it-CH"/>
        </w:rPr>
      </w:pPr>
      <w:r w:rsidRPr="00A5256C">
        <w:rPr>
          <w:rFonts w:cs="Arial"/>
          <w:b/>
          <w:sz w:val="22"/>
          <w:szCs w:val="22"/>
          <w:lang w:val="it-CH"/>
        </w:rPr>
        <w:t>Docenti</w:t>
      </w:r>
    </w:p>
    <w:p w14:paraId="5382B90E" w14:textId="77777777" w:rsidR="00DA5471" w:rsidRPr="00A5256C" w:rsidRDefault="00CF1785" w:rsidP="00DA5471">
      <w:pPr>
        <w:spacing w:before="120"/>
        <w:ind w:left="454"/>
        <w:rPr>
          <w:rFonts w:cs="Arial"/>
          <w:lang w:val="it-CH"/>
        </w:rPr>
      </w:pPr>
      <w:r w:rsidRPr="00A5256C">
        <w:rPr>
          <w:rFonts w:cs="Arial"/>
          <w:lang w:val="it-CH"/>
        </w:rPr>
        <w:t>In che modo l’operatore della formazione gestisce e sostiene l’attività di insegnamento dei docenti per quanto riguarda i seguenti punti</w:t>
      </w:r>
      <w:r w:rsidR="00205249" w:rsidRPr="00A5256C">
        <w:rPr>
          <w:rFonts w:cs="Arial"/>
          <w:lang w:val="it-CH"/>
        </w:rPr>
        <w:t>?</w:t>
      </w:r>
    </w:p>
    <w:p w14:paraId="590234A9" w14:textId="77777777" w:rsidR="00DA5471" w:rsidRPr="00A5256C" w:rsidRDefault="00CF1785" w:rsidP="00DA5471">
      <w:pPr>
        <w:pStyle w:val="Listenabsatz"/>
        <w:numPr>
          <w:ilvl w:val="0"/>
          <w:numId w:val="31"/>
        </w:numPr>
        <w:spacing w:before="120"/>
        <w:rPr>
          <w:rFonts w:cs="Arial"/>
          <w:b/>
          <w:lang w:val="it-CH"/>
        </w:rPr>
      </w:pPr>
      <w:r w:rsidRPr="00A5256C">
        <w:rPr>
          <w:rFonts w:cs="Arial"/>
          <w:b/>
          <w:lang w:val="it-CH"/>
        </w:rPr>
        <w:t>Attualità scientifica dei contenuti trasmessi</w:t>
      </w:r>
      <w:r w:rsidR="00666D8E" w:rsidRPr="00A5256C">
        <w:rPr>
          <w:rFonts w:cs="Arial"/>
          <w:b/>
          <w:lang w:val="it-CH"/>
        </w:rPr>
        <w:t>:</w:t>
      </w:r>
    </w:p>
    <w:p w14:paraId="44AB2AC9" w14:textId="77777777" w:rsidR="00DA5471" w:rsidRPr="00A5256C" w:rsidRDefault="00DA5471" w:rsidP="00DA5471">
      <w:pPr>
        <w:spacing w:before="60"/>
        <w:ind w:left="816"/>
        <w:rPr>
          <w:rFonts w:cs="Arial"/>
          <w:lang w:val="it-CH"/>
        </w:rPr>
      </w:pPr>
      <w:r w:rsidRPr="00A5256C">
        <w:rPr>
          <w:rFonts w:cs="Arial"/>
          <w:lang w:val="it-CH"/>
        </w:rPr>
        <w:t>Te</w:t>
      </w:r>
      <w:r w:rsidR="00CF1785" w:rsidRPr="00A5256C">
        <w:rPr>
          <w:rFonts w:cs="Arial"/>
          <w:lang w:val="it-CH"/>
        </w:rPr>
        <w:t>sto</w:t>
      </w:r>
    </w:p>
    <w:p w14:paraId="7595305E" w14:textId="77777777" w:rsidR="00DA5471" w:rsidRPr="00A5256C" w:rsidRDefault="00DA5471" w:rsidP="00DA5471">
      <w:pPr>
        <w:ind w:left="816"/>
        <w:rPr>
          <w:rFonts w:cs="Arial"/>
          <w:lang w:val="it-CH"/>
        </w:rPr>
      </w:pPr>
    </w:p>
    <w:p w14:paraId="776D6DB2" w14:textId="5B66C6DA" w:rsidR="00DA5471" w:rsidRPr="00A5256C" w:rsidRDefault="00CF1785" w:rsidP="00DA5471">
      <w:pPr>
        <w:pStyle w:val="Listenabsatz"/>
        <w:numPr>
          <w:ilvl w:val="0"/>
          <w:numId w:val="31"/>
        </w:numPr>
        <w:spacing w:before="120"/>
        <w:rPr>
          <w:rFonts w:cs="Arial"/>
          <w:b/>
          <w:lang w:val="it-CH"/>
        </w:rPr>
      </w:pPr>
      <w:r w:rsidRPr="00A5256C">
        <w:rPr>
          <w:rFonts w:cs="Arial"/>
          <w:b/>
          <w:lang w:val="it-CH"/>
        </w:rPr>
        <w:t xml:space="preserve">Trasmissione dei contenuti </w:t>
      </w:r>
      <w:r w:rsidR="00FE3132">
        <w:rPr>
          <w:rFonts w:cs="Arial"/>
          <w:b/>
          <w:lang w:val="it-CH"/>
        </w:rPr>
        <w:t>formativi</w:t>
      </w:r>
      <w:r w:rsidRPr="00A5256C">
        <w:rPr>
          <w:rFonts w:cs="Arial"/>
          <w:b/>
          <w:lang w:val="it-CH"/>
        </w:rPr>
        <w:t xml:space="preserve"> orientat</w:t>
      </w:r>
      <w:r w:rsidR="00FE3132">
        <w:rPr>
          <w:rFonts w:cs="Arial"/>
          <w:b/>
          <w:lang w:val="it-CH"/>
        </w:rPr>
        <w:t>a</w:t>
      </w:r>
      <w:r w:rsidRPr="00A5256C">
        <w:rPr>
          <w:rFonts w:cs="Arial"/>
          <w:b/>
          <w:lang w:val="it-CH"/>
        </w:rPr>
        <w:t xml:space="preserve"> alla pratica e </w:t>
      </w:r>
      <w:r w:rsidR="00FE3132">
        <w:rPr>
          <w:rFonts w:cs="Arial"/>
          <w:b/>
          <w:lang w:val="it-CH"/>
        </w:rPr>
        <w:t>conforme</w:t>
      </w:r>
      <w:r w:rsidRPr="00A5256C">
        <w:rPr>
          <w:rFonts w:cs="Arial"/>
          <w:b/>
          <w:lang w:val="it-CH"/>
        </w:rPr>
        <w:t xml:space="preserve"> al livello</w:t>
      </w:r>
      <w:r w:rsidR="00666D8E" w:rsidRPr="00A5256C">
        <w:rPr>
          <w:rFonts w:cs="Arial"/>
          <w:b/>
          <w:lang w:val="it-CH"/>
        </w:rPr>
        <w:t>:</w:t>
      </w:r>
    </w:p>
    <w:p w14:paraId="3C164711" w14:textId="77777777" w:rsidR="00DA5471" w:rsidRPr="00A5256C" w:rsidRDefault="00DA5471" w:rsidP="00DA5471">
      <w:pPr>
        <w:spacing w:before="60"/>
        <w:ind w:left="816"/>
        <w:rPr>
          <w:rFonts w:cs="Arial"/>
          <w:lang w:val="it-CH"/>
        </w:rPr>
      </w:pPr>
      <w:r w:rsidRPr="00A5256C">
        <w:rPr>
          <w:rFonts w:cs="Arial"/>
          <w:lang w:val="it-CH"/>
        </w:rPr>
        <w:t>Te</w:t>
      </w:r>
      <w:r w:rsidR="00CF1785" w:rsidRPr="00A5256C">
        <w:rPr>
          <w:rFonts w:cs="Arial"/>
          <w:lang w:val="it-CH"/>
        </w:rPr>
        <w:t>sto</w:t>
      </w:r>
    </w:p>
    <w:p w14:paraId="3DB12554" w14:textId="77777777" w:rsidR="00DA5471" w:rsidRPr="00A5256C" w:rsidRDefault="00DA5471" w:rsidP="00DA5471">
      <w:pPr>
        <w:ind w:left="816"/>
        <w:rPr>
          <w:rFonts w:cs="Arial"/>
          <w:lang w:val="it-CH"/>
        </w:rPr>
      </w:pPr>
    </w:p>
    <w:p w14:paraId="4FF1CC4D" w14:textId="0CD01D49" w:rsidR="00DA5471" w:rsidRPr="00A5256C" w:rsidRDefault="00CF1785" w:rsidP="00DA5471">
      <w:pPr>
        <w:pStyle w:val="Listenabsatz"/>
        <w:numPr>
          <w:ilvl w:val="0"/>
          <w:numId w:val="31"/>
        </w:numPr>
        <w:spacing w:before="120"/>
        <w:rPr>
          <w:rFonts w:cs="Arial"/>
          <w:b/>
          <w:lang w:val="it-CH"/>
        </w:rPr>
      </w:pPr>
      <w:r w:rsidRPr="00A5256C">
        <w:rPr>
          <w:rFonts w:cs="Arial"/>
          <w:b/>
          <w:lang w:val="it-CH"/>
        </w:rPr>
        <w:t xml:space="preserve">Coordinamento e </w:t>
      </w:r>
      <w:r w:rsidR="00F42390">
        <w:rPr>
          <w:rFonts w:cs="Arial"/>
          <w:b/>
          <w:lang w:val="it-CH"/>
        </w:rPr>
        <w:t>inter</w:t>
      </w:r>
      <w:r w:rsidRPr="00A5256C">
        <w:rPr>
          <w:rFonts w:cs="Arial"/>
          <w:b/>
          <w:lang w:val="it-CH"/>
        </w:rPr>
        <w:t>connessione dei contenuti trasmessi fra i vari periodi formativi (</w:t>
      </w:r>
      <w:r w:rsidR="00F42390">
        <w:rPr>
          <w:rFonts w:cs="Arial"/>
          <w:b/>
          <w:lang w:val="it-CH"/>
        </w:rPr>
        <w:t>c</w:t>
      </w:r>
      <w:r w:rsidR="00F42390" w:rsidRPr="00A5256C">
        <w:rPr>
          <w:rFonts w:cs="Arial"/>
          <w:b/>
          <w:lang w:val="it-CH"/>
        </w:rPr>
        <w:t xml:space="preserve">oordinamento </w:t>
      </w:r>
      <w:r w:rsidRPr="00A5256C">
        <w:rPr>
          <w:rFonts w:cs="Arial"/>
          <w:b/>
          <w:lang w:val="it-CH"/>
        </w:rPr>
        <w:t>orizzontale) e nel corso della formazione (</w:t>
      </w:r>
      <w:r w:rsidR="00F42390">
        <w:rPr>
          <w:rFonts w:cs="Arial"/>
          <w:b/>
          <w:lang w:val="it-CH"/>
        </w:rPr>
        <w:t>c</w:t>
      </w:r>
      <w:r w:rsidR="00F42390" w:rsidRPr="00A5256C">
        <w:rPr>
          <w:rFonts w:cs="Arial"/>
          <w:b/>
          <w:lang w:val="it-CH"/>
        </w:rPr>
        <w:t xml:space="preserve">oordinamento </w:t>
      </w:r>
      <w:r w:rsidRPr="00A5256C">
        <w:rPr>
          <w:rFonts w:cs="Arial"/>
          <w:b/>
          <w:lang w:val="it-CH"/>
        </w:rPr>
        <w:t>verticale)</w:t>
      </w:r>
      <w:r w:rsidR="00DA5471" w:rsidRPr="00A5256C">
        <w:rPr>
          <w:rFonts w:cs="Arial"/>
          <w:b/>
          <w:lang w:val="it-CH"/>
        </w:rPr>
        <w:t>:</w:t>
      </w:r>
    </w:p>
    <w:p w14:paraId="0A377613" w14:textId="77777777" w:rsidR="00DA5471" w:rsidRPr="00A5256C" w:rsidRDefault="00DA5471" w:rsidP="00666D8E">
      <w:pPr>
        <w:spacing w:before="60"/>
        <w:ind w:left="816"/>
        <w:rPr>
          <w:rFonts w:cs="Arial"/>
          <w:lang w:val="it-CH"/>
        </w:rPr>
      </w:pPr>
      <w:r w:rsidRPr="00A5256C">
        <w:rPr>
          <w:rFonts w:cs="Arial"/>
          <w:lang w:val="it-CH"/>
        </w:rPr>
        <w:t>Te</w:t>
      </w:r>
      <w:r w:rsidR="00CF1785" w:rsidRPr="00A5256C">
        <w:rPr>
          <w:rFonts w:cs="Arial"/>
          <w:lang w:val="it-CH"/>
        </w:rPr>
        <w:t>sto</w:t>
      </w:r>
    </w:p>
    <w:p w14:paraId="0CB9710D" w14:textId="77777777" w:rsidR="00985841" w:rsidRPr="00A5256C" w:rsidRDefault="00CF1785" w:rsidP="006221E8">
      <w:pPr>
        <w:pStyle w:val="Listenabsatz"/>
        <w:numPr>
          <w:ilvl w:val="0"/>
          <w:numId w:val="30"/>
        </w:numPr>
        <w:spacing w:before="240"/>
        <w:contextualSpacing w:val="0"/>
        <w:rPr>
          <w:rFonts w:cs="Arial"/>
          <w:b/>
          <w:sz w:val="22"/>
          <w:szCs w:val="22"/>
          <w:lang w:val="it-CH"/>
        </w:rPr>
      </w:pPr>
      <w:r w:rsidRPr="00A5256C">
        <w:rPr>
          <w:rFonts w:cs="Arial"/>
          <w:b/>
          <w:sz w:val="22"/>
          <w:szCs w:val="22"/>
          <w:lang w:val="it-CH"/>
        </w:rPr>
        <w:t xml:space="preserve"> </w:t>
      </w:r>
      <w:r w:rsidR="00666D8E" w:rsidRPr="00A5256C">
        <w:rPr>
          <w:rFonts w:cs="Arial"/>
          <w:b/>
          <w:sz w:val="22"/>
          <w:szCs w:val="22"/>
          <w:lang w:val="it-CH"/>
        </w:rPr>
        <w:t>Curriculum</w:t>
      </w:r>
      <w:r w:rsidR="00E704FD" w:rsidRPr="00A5256C">
        <w:rPr>
          <w:rFonts w:cs="Arial"/>
          <w:b/>
          <w:sz w:val="22"/>
          <w:szCs w:val="22"/>
          <w:lang w:val="it-CH"/>
        </w:rPr>
        <w:t xml:space="preserve"> (</w:t>
      </w:r>
      <w:r w:rsidRPr="00A5256C">
        <w:rPr>
          <w:rFonts w:cs="Arial"/>
          <w:b/>
          <w:sz w:val="22"/>
          <w:szCs w:val="22"/>
          <w:lang w:val="it-CH"/>
        </w:rPr>
        <w:t>piano di formazione</w:t>
      </w:r>
      <w:r w:rsidR="00E704FD" w:rsidRPr="00A5256C">
        <w:rPr>
          <w:rFonts w:cs="Arial"/>
          <w:b/>
          <w:sz w:val="22"/>
          <w:szCs w:val="22"/>
          <w:lang w:val="it-CH"/>
        </w:rPr>
        <w:t>)</w:t>
      </w:r>
    </w:p>
    <w:p w14:paraId="4132B166" w14:textId="0253731F" w:rsidR="00666D8E" w:rsidRPr="00A5256C" w:rsidRDefault="00E13C12" w:rsidP="00666D8E">
      <w:pPr>
        <w:spacing w:before="120"/>
        <w:ind w:left="454"/>
        <w:rPr>
          <w:rFonts w:cs="Arial"/>
          <w:lang w:val="it-CH"/>
        </w:rPr>
      </w:pPr>
      <w:r w:rsidRPr="00A5256C">
        <w:rPr>
          <w:rFonts w:cs="Arial"/>
          <w:lang w:val="it-CH"/>
        </w:rPr>
        <w:t xml:space="preserve">In che modo l’operatore della formazione garantisce </w:t>
      </w:r>
      <w:r w:rsidR="00FE3132">
        <w:rPr>
          <w:rFonts w:cs="Arial"/>
          <w:lang w:val="it-CH"/>
        </w:rPr>
        <w:t xml:space="preserve">che il curriculum soddisfi i requisiti dello studio </w:t>
      </w:r>
      <w:proofErr w:type="spellStart"/>
      <w:r w:rsidR="00FE3132">
        <w:rPr>
          <w:rFonts w:cs="Arial"/>
          <w:lang w:val="it-CH"/>
        </w:rPr>
        <w:t>postdiploma</w:t>
      </w:r>
      <w:proofErr w:type="spellEnd"/>
      <w:r w:rsidR="00FE3132">
        <w:rPr>
          <w:rFonts w:cs="Arial"/>
          <w:lang w:val="it-CH"/>
        </w:rPr>
        <w:t xml:space="preserve"> </w:t>
      </w:r>
      <w:r w:rsidR="00856680">
        <w:rPr>
          <w:rFonts w:cs="Arial"/>
          <w:lang w:val="it-CH"/>
        </w:rPr>
        <w:t xml:space="preserve">SSS </w:t>
      </w:r>
      <w:r w:rsidR="00FE3132">
        <w:rPr>
          <w:rFonts w:cs="Arial"/>
          <w:lang w:val="it-CH"/>
        </w:rPr>
        <w:t>stabiliti nell</w:t>
      </w:r>
      <w:r w:rsidRPr="00A5256C">
        <w:rPr>
          <w:rFonts w:cs="Arial"/>
          <w:lang w:val="it-CH"/>
        </w:rPr>
        <w:t>’</w:t>
      </w:r>
      <w:proofErr w:type="spellStart"/>
      <w:r w:rsidRPr="00A5256C">
        <w:rPr>
          <w:rFonts w:cs="Arial"/>
          <w:lang w:val="it-CH"/>
        </w:rPr>
        <w:t>OERic</w:t>
      </w:r>
      <w:proofErr w:type="spellEnd"/>
      <w:r w:rsidRPr="00A5256C">
        <w:rPr>
          <w:rFonts w:cs="Arial"/>
          <w:lang w:val="it-CH"/>
        </w:rPr>
        <w:t>-SSS per quanto riguarda i seguenti aspetti</w:t>
      </w:r>
      <w:r w:rsidR="00205249" w:rsidRPr="00A5256C">
        <w:rPr>
          <w:rFonts w:cs="Arial"/>
          <w:lang w:val="it-CH"/>
        </w:rPr>
        <w:t>?</w:t>
      </w:r>
    </w:p>
    <w:p w14:paraId="50CC804D" w14:textId="0DFF153F" w:rsidR="00205249" w:rsidRPr="00A5256C" w:rsidRDefault="00E13C12" w:rsidP="00205249">
      <w:pPr>
        <w:pStyle w:val="Listenabsatz"/>
        <w:numPr>
          <w:ilvl w:val="0"/>
          <w:numId w:val="33"/>
        </w:numPr>
        <w:spacing w:before="120"/>
        <w:rPr>
          <w:rFonts w:cs="Arial"/>
          <w:b/>
          <w:lang w:val="it-CH"/>
        </w:rPr>
      </w:pPr>
      <w:r w:rsidRPr="00A5256C">
        <w:rPr>
          <w:rFonts w:cs="Arial"/>
          <w:b/>
          <w:lang w:val="it-CH"/>
        </w:rPr>
        <w:t xml:space="preserve">Struttura dello studio </w:t>
      </w:r>
      <w:proofErr w:type="spellStart"/>
      <w:r w:rsidRPr="00A5256C">
        <w:rPr>
          <w:rFonts w:cs="Arial"/>
          <w:b/>
          <w:lang w:val="it-CH"/>
        </w:rPr>
        <w:t>postdiploma</w:t>
      </w:r>
      <w:proofErr w:type="spellEnd"/>
      <w:r w:rsidR="00856680">
        <w:rPr>
          <w:rFonts w:cs="Arial"/>
          <w:b/>
          <w:lang w:val="it-CH"/>
        </w:rPr>
        <w:t xml:space="preserve"> SSS</w:t>
      </w:r>
      <w:r w:rsidR="00205249" w:rsidRPr="00A5256C">
        <w:rPr>
          <w:rFonts w:cs="Arial"/>
          <w:b/>
          <w:lang w:val="it-CH"/>
        </w:rPr>
        <w:t>:</w:t>
      </w:r>
    </w:p>
    <w:p w14:paraId="5062F98A" w14:textId="77777777" w:rsidR="00205249" w:rsidRPr="00A5256C" w:rsidRDefault="00205249" w:rsidP="00205249">
      <w:pPr>
        <w:spacing w:before="60"/>
        <w:ind w:left="816"/>
        <w:rPr>
          <w:rFonts w:cs="Arial"/>
          <w:lang w:val="it-CH"/>
        </w:rPr>
      </w:pPr>
      <w:r w:rsidRPr="00A5256C">
        <w:rPr>
          <w:rFonts w:cs="Arial"/>
          <w:lang w:val="it-CH"/>
        </w:rPr>
        <w:t>Te</w:t>
      </w:r>
      <w:r w:rsidR="00E13C12" w:rsidRPr="00A5256C">
        <w:rPr>
          <w:rFonts w:cs="Arial"/>
          <w:lang w:val="it-CH"/>
        </w:rPr>
        <w:t>sto</w:t>
      </w:r>
    </w:p>
    <w:p w14:paraId="000C0EBC" w14:textId="77777777" w:rsidR="00205249" w:rsidRPr="00A5256C" w:rsidRDefault="00205249" w:rsidP="00205249">
      <w:pPr>
        <w:ind w:left="816"/>
        <w:rPr>
          <w:rFonts w:cs="Arial"/>
          <w:lang w:val="it-CH"/>
        </w:rPr>
      </w:pPr>
    </w:p>
    <w:p w14:paraId="699DEF7A" w14:textId="117FD710" w:rsidR="00205249" w:rsidRPr="00A5256C" w:rsidRDefault="00E13C12" w:rsidP="00205249">
      <w:pPr>
        <w:pStyle w:val="Listenabsatz"/>
        <w:numPr>
          <w:ilvl w:val="0"/>
          <w:numId w:val="33"/>
        </w:numPr>
        <w:spacing w:before="120"/>
        <w:rPr>
          <w:rFonts w:cs="Arial"/>
          <w:b/>
          <w:lang w:val="it-CH"/>
        </w:rPr>
      </w:pPr>
      <w:r w:rsidRPr="00A5256C">
        <w:rPr>
          <w:rFonts w:cs="Arial"/>
          <w:b/>
          <w:lang w:val="it-CH"/>
        </w:rPr>
        <w:t>Co</w:t>
      </w:r>
      <w:r w:rsidR="00F42390">
        <w:rPr>
          <w:rFonts w:cs="Arial"/>
          <w:b/>
          <w:lang w:val="it-CH"/>
        </w:rPr>
        <w:t>ordinamento</w:t>
      </w:r>
      <w:r w:rsidRPr="00A5256C">
        <w:rPr>
          <w:rFonts w:cs="Arial"/>
          <w:b/>
          <w:lang w:val="it-CH"/>
        </w:rPr>
        <w:t xml:space="preserve"> e interazione fra </w:t>
      </w:r>
      <w:r w:rsidR="00FE3132">
        <w:rPr>
          <w:rFonts w:cs="Arial"/>
          <w:b/>
          <w:lang w:val="it-CH"/>
        </w:rPr>
        <w:t>componenti</w:t>
      </w:r>
      <w:r w:rsidR="00FE3132" w:rsidRPr="00A5256C">
        <w:rPr>
          <w:rFonts w:cs="Arial"/>
          <w:b/>
          <w:lang w:val="it-CH"/>
        </w:rPr>
        <w:t xml:space="preserve"> </w:t>
      </w:r>
      <w:r w:rsidRPr="00A5256C">
        <w:rPr>
          <w:rFonts w:cs="Arial"/>
          <w:b/>
          <w:lang w:val="it-CH"/>
        </w:rPr>
        <w:t>scolastiche e pratiche</w:t>
      </w:r>
      <w:r w:rsidR="00205249" w:rsidRPr="00A5256C">
        <w:rPr>
          <w:rFonts w:cs="Arial"/>
          <w:b/>
          <w:lang w:val="it-CH"/>
        </w:rPr>
        <w:t>:</w:t>
      </w:r>
    </w:p>
    <w:p w14:paraId="6AF90977" w14:textId="77777777" w:rsidR="00205249" w:rsidRPr="00A5256C" w:rsidRDefault="00205249" w:rsidP="00205249">
      <w:pPr>
        <w:spacing w:before="60"/>
        <w:ind w:left="816"/>
        <w:rPr>
          <w:rFonts w:cs="Arial"/>
          <w:lang w:val="it-CH"/>
        </w:rPr>
      </w:pPr>
      <w:r w:rsidRPr="00A5256C">
        <w:rPr>
          <w:rFonts w:cs="Arial"/>
          <w:lang w:val="it-CH"/>
        </w:rPr>
        <w:t>Te</w:t>
      </w:r>
      <w:r w:rsidR="00E13C12" w:rsidRPr="00A5256C">
        <w:rPr>
          <w:rFonts w:cs="Arial"/>
          <w:lang w:val="it-CH"/>
        </w:rPr>
        <w:t>sto</w:t>
      </w:r>
    </w:p>
    <w:p w14:paraId="6EED0227" w14:textId="77777777" w:rsidR="00666D8E" w:rsidRPr="00A5256C" w:rsidRDefault="00E13C12" w:rsidP="00666D8E">
      <w:pPr>
        <w:pStyle w:val="Listenabsatz"/>
        <w:numPr>
          <w:ilvl w:val="0"/>
          <w:numId w:val="30"/>
        </w:numPr>
        <w:spacing w:before="240"/>
        <w:ind w:left="454" w:hanging="284"/>
        <w:contextualSpacing w:val="0"/>
        <w:rPr>
          <w:rFonts w:cs="Arial"/>
          <w:b/>
          <w:sz w:val="22"/>
          <w:szCs w:val="22"/>
          <w:lang w:val="it-CH"/>
        </w:rPr>
      </w:pPr>
      <w:r w:rsidRPr="00A5256C">
        <w:rPr>
          <w:rFonts w:cs="Arial"/>
          <w:b/>
          <w:sz w:val="22"/>
          <w:szCs w:val="22"/>
          <w:lang w:val="it-CH"/>
        </w:rPr>
        <w:t>Procedura di qualificazione</w:t>
      </w:r>
    </w:p>
    <w:p w14:paraId="15788FFA" w14:textId="42CBD628" w:rsidR="00666D8E" w:rsidRPr="00A5256C" w:rsidRDefault="00E13C12" w:rsidP="00666D8E">
      <w:pPr>
        <w:spacing w:before="120"/>
        <w:ind w:left="454"/>
        <w:rPr>
          <w:rFonts w:cs="Arial"/>
          <w:lang w:val="it-CH"/>
        </w:rPr>
      </w:pPr>
      <w:r w:rsidRPr="00A5256C">
        <w:rPr>
          <w:rFonts w:cs="Arial"/>
          <w:lang w:val="it-CH"/>
        </w:rPr>
        <w:t>In che modo l’operatore garantisce tramite la struttura della procedura di qualificazione (</w:t>
      </w:r>
      <w:r w:rsidR="007D3262">
        <w:rPr>
          <w:rFonts w:cs="Arial"/>
          <w:lang w:val="it-CH"/>
        </w:rPr>
        <w:t>compresa quella</w:t>
      </w:r>
      <w:r w:rsidRPr="00A5256C">
        <w:rPr>
          <w:rFonts w:cs="Arial"/>
          <w:lang w:val="it-CH"/>
        </w:rPr>
        <w:t xml:space="preserve"> finale), che tutti gli aspetti </w:t>
      </w:r>
      <w:r w:rsidR="007D3262">
        <w:rPr>
          <w:rFonts w:cs="Arial"/>
          <w:lang w:val="it-CH"/>
        </w:rPr>
        <w:t>rilevanti</w:t>
      </w:r>
      <w:r w:rsidR="007D3262" w:rsidRPr="00A5256C">
        <w:rPr>
          <w:rFonts w:cs="Arial"/>
          <w:lang w:val="it-CH"/>
        </w:rPr>
        <w:t xml:space="preserve"> </w:t>
      </w:r>
      <w:r w:rsidRPr="00A5256C">
        <w:rPr>
          <w:rFonts w:cs="Arial"/>
          <w:lang w:val="it-CH"/>
        </w:rPr>
        <w:t xml:space="preserve">(conoscenze, abilità, </w:t>
      </w:r>
      <w:r w:rsidRPr="00C46DED">
        <w:rPr>
          <w:rFonts w:cs="Arial"/>
          <w:lang w:val="it-CH"/>
        </w:rPr>
        <w:t xml:space="preserve">competenze, atteggiamenti) </w:t>
      </w:r>
      <w:r w:rsidR="005F5B43" w:rsidRPr="00C46DED">
        <w:rPr>
          <w:rFonts w:cs="Arial"/>
          <w:lang w:val="it-CH"/>
        </w:rPr>
        <w:t>delle «competenze finali» siano raggiunti e comprovati</w:t>
      </w:r>
      <w:r w:rsidR="00905CE1" w:rsidRPr="00C46DED">
        <w:rPr>
          <w:rFonts w:cs="Arial"/>
          <w:lang w:val="it-CH"/>
        </w:rPr>
        <w:t>?</w:t>
      </w:r>
    </w:p>
    <w:p w14:paraId="4D381C65" w14:textId="77777777" w:rsidR="0085338C" w:rsidRPr="00A5256C" w:rsidRDefault="00905CE1" w:rsidP="0085338C">
      <w:pPr>
        <w:spacing w:before="60"/>
        <w:ind w:left="454"/>
        <w:rPr>
          <w:rFonts w:cs="Arial"/>
          <w:lang w:val="it-CH"/>
        </w:rPr>
      </w:pPr>
      <w:bookmarkStart w:id="1" w:name="_Hlk509912119"/>
      <w:r w:rsidRPr="00A5256C">
        <w:rPr>
          <w:rFonts w:cs="Arial"/>
          <w:lang w:val="it-CH"/>
        </w:rPr>
        <w:t>Te</w:t>
      </w:r>
      <w:r w:rsidR="00E13C12" w:rsidRPr="00A5256C">
        <w:rPr>
          <w:rFonts w:cs="Arial"/>
          <w:lang w:val="it-CH"/>
        </w:rPr>
        <w:t>sto</w:t>
      </w:r>
      <w:bookmarkEnd w:id="1"/>
    </w:p>
    <w:p w14:paraId="7CA63FD4" w14:textId="77777777" w:rsidR="0085338C" w:rsidRPr="00A5256C" w:rsidRDefault="0085338C" w:rsidP="0085338C">
      <w:pPr>
        <w:spacing w:before="60"/>
        <w:rPr>
          <w:rFonts w:cs="Arial"/>
          <w:lang w:val="it-CH"/>
        </w:rPr>
      </w:pPr>
    </w:p>
    <w:p w14:paraId="10EBB2DC" w14:textId="77777777" w:rsidR="0085338C" w:rsidRPr="00A5256C" w:rsidRDefault="00E13C12" w:rsidP="0085338C">
      <w:pPr>
        <w:pStyle w:val="Listenabsatz"/>
        <w:numPr>
          <w:ilvl w:val="0"/>
          <w:numId w:val="30"/>
        </w:numPr>
        <w:spacing w:before="240"/>
        <w:ind w:left="454" w:hanging="284"/>
        <w:contextualSpacing w:val="0"/>
        <w:rPr>
          <w:rFonts w:cs="Arial"/>
          <w:b/>
          <w:sz w:val="22"/>
          <w:szCs w:val="22"/>
          <w:lang w:val="it-CH"/>
        </w:rPr>
      </w:pPr>
      <w:r w:rsidRPr="00A5256C">
        <w:rPr>
          <w:rFonts w:cs="Arial"/>
          <w:b/>
          <w:sz w:val="22"/>
          <w:szCs w:val="22"/>
          <w:lang w:val="it-CH"/>
        </w:rPr>
        <w:t>Ulteriori aspetti</w:t>
      </w:r>
      <w:r w:rsidR="0085338C" w:rsidRPr="00A5256C">
        <w:rPr>
          <w:rFonts w:cs="Arial"/>
          <w:b/>
          <w:sz w:val="22"/>
          <w:szCs w:val="22"/>
          <w:lang w:val="it-CH"/>
        </w:rPr>
        <w:t xml:space="preserve"> (</w:t>
      </w:r>
      <w:r w:rsidRPr="00A5256C">
        <w:rPr>
          <w:rFonts w:cs="Arial"/>
          <w:b/>
          <w:sz w:val="22"/>
          <w:szCs w:val="22"/>
          <w:lang w:val="it-CH"/>
        </w:rPr>
        <w:t>se necessario</w:t>
      </w:r>
      <w:r w:rsidR="0085338C" w:rsidRPr="00A5256C">
        <w:rPr>
          <w:rFonts w:cs="Arial"/>
          <w:b/>
          <w:sz w:val="22"/>
          <w:szCs w:val="22"/>
          <w:lang w:val="it-CH"/>
        </w:rPr>
        <w:t xml:space="preserve">) </w:t>
      </w:r>
    </w:p>
    <w:p w14:paraId="3D396BBA" w14:textId="77777777" w:rsidR="007D353D" w:rsidRPr="00A5256C" w:rsidRDefault="007D353D" w:rsidP="0085338C">
      <w:pPr>
        <w:pStyle w:val="Listenabsatz"/>
        <w:numPr>
          <w:ilvl w:val="0"/>
          <w:numId w:val="30"/>
        </w:numPr>
        <w:spacing w:before="60"/>
        <w:rPr>
          <w:rFonts w:cs="Arial"/>
          <w:lang w:val="it-CH"/>
        </w:rPr>
      </w:pPr>
      <w:r w:rsidRPr="00A5256C">
        <w:rPr>
          <w:rFonts w:cs="Arial"/>
          <w:b/>
          <w:sz w:val="22"/>
          <w:szCs w:val="22"/>
          <w:lang w:val="it-CH"/>
        </w:rPr>
        <w:br w:type="page"/>
      </w:r>
    </w:p>
    <w:p w14:paraId="5EE69530" w14:textId="77777777" w:rsidR="00EE3A9D" w:rsidRPr="00A5256C" w:rsidRDefault="00AE50D0" w:rsidP="00695F65">
      <w:pPr>
        <w:pStyle w:val="Listenabsatz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240"/>
        <w:ind w:left="426" w:hanging="426"/>
        <w:rPr>
          <w:rFonts w:cs="Arial"/>
          <w:b/>
          <w:sz w:val="22"/>
          <w:szCs w:val="22"/>
          <w:lang w:val="it-CH"/>
        </w:rPr>
      </w:pPr>
      <w:r w:rsidRPr="00A5256C">
        <w:rPr>
          <w:rFonts w:cs="Arial"/>
          <w:b/>
          <w:sz w:val="22"/>
          <w:szCs w:val="22"/>
          <w:lang w:val="it-CH"/>
        </w:rPr>
        <w:lastRenderedPageBreak/>
        <w:t xml:space="preserve">Condizioni e pendenze non soddisfatte delle fasi </w:t>
      </w:r>
      <w:r w:rsidR="00382FE5" w:rsidRPr="00A5256C">
        <w:rPr>
          <w:rFonts w:cs="Arial"/>
          <w:b/>
          <w:sz w:val="22"/>
          <w:szCs w:val="22"/>
          <w:lang w:val="it-CH"/>
        </w:rPr>
        <w:t>1 + 2</w:t>
      </w:r>
    </w:p>
    <w:p w14:paraId="4EF62B60" w14:textId="77777777" w:rsidR="007D353D" w:rsidRPr="00A5256C" w:rsidRDefault="007D353D" w:rsidP="007D353D">
      <w:pPr>
        <w:ind w:left="454"/>
        <w:rPr>
          <w:rFonts w:cs="Arial"/>
          <w:lang w:val="it-CH"/>
        </w:rPr>
      </w:pPr>
    </w:p>
    <w:p w14:paraId="54EAF304" w14:textId="77777777" w:rsidR="007D353D" w:rsidRPr="00A5256C" w:rsidRDefault="00AE50D0" w:rsidP="007D353D">
      <w:pPr>
        <w:spacing w:after="120"/>
        <w:ind w:left="454"/>
        <w:rPr>
          <w:rFonts w:cs="Arial"/>
          <w:b/>
          <w:color w:val="FF0000"/>
          <w:lang w:val="it-CH"/>
        </w:rPr>
      </w:pPr>
      <w:r w:rsidRPr="00A5256C">
        <w:rPr>
          <w:rFonts w:cs="Arial"/>
          <w:b/>
          <w:color w:val="FF0000"/>
          <w:lang w:val="it-CH"/>
        </w:rPr>
        <w:t>Fase</w:t>
      </w:r>
      <w:r w:rsidR="007D353D" w:rsidRPr="00A5256C">
        <w:rPr>
          <w:rFonts w:cs="Arial"/>
          <w:b/>
          <w:color w:val="FF0000"/>
          <w:lang w:val="it-CH"/>
        </w:rPr>
        <w:t xml:space="preserve"> 1</w:t>
      </w:r>
    </w:p>
    <w:tbl>
      <w:tblPr>
        <w:tblStyle w:val="Tabellenraster"/>
        <w:tblW w:w="7937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191"/>
        <w:gridCol w:w="6746"/>
      </w:tblGrid>
      <w:tr w:rsidR="007D353D" w:rsidRPr="00A5256C" w14:paraId="27F4ED3D" w14:textId="77777777" w:rsidTr="00092565">
        <w:tc>
          <w:tcPr>
            <w:tcW w:w="1191" w:type="dxa"/>
          </w:tcPr>
          <w:p w14:paraId="5479C4EE" w14:textId="77777777" w:rsidR="007D353D" w:rsidRPr="00A5256C" w:rsidRDefault="007D353D" w:rsidP="00AE50D0">
            <w:pPr>
              <w:pStyle w:val="Listenabsatz"/>
              <w:ind w:left="0"/>
              <w:rPr>
                <w:rFonts w:cs="Arial"/>
                <w:b/>
                <w:lang w:val="it-CH"/>
              </w:rPr>
            </w:pPr>
            <w:r w:rsidRPr="00A5256C">
              <w:rPr>
                <w:rFonts w:cs="Arial"/>
                <w:b/>
                <w:lang w:val="it-CH"/>
              </w:rPr>
              <w:t>Indi</w:t>
            </w:r>
            <w:r w:rsidR="00AE50D0" w:rsidRPr="00A5256C">
              <w:rPr>
                <w:rFonts w:cs="Arial"/>
                <w:b/>
                <w:lang w:val="it-CH"/>
              </w:rPr>
              <w:t>catore</w:t>
            </w:r>
          </w:p>
        </w:tc>
        <w:tc>
          <w:tcPr>
            <w:tcW w:w="6746" w:type="dxa"/>
          </w:tcPr>
          <w:p w14:paraId="5E84CE8D" w14:textId="77777777" w:rsidR="007D353D" w:rsidRPr="00A5256C" w:rsidRDefault="00AE50D0" w:rsidP="00AE50D0">
            <w:pPr>
              <w:pStyle w:val="Listenabsatz"/>
              <w:ind w:left="0"/>
              <w:rPr>
                <w:rFonts w:cs="Arial"/>
                <w:b/>
                <w:lang w:val="it-CH"/>
              </w:rPr>
            </w:pPr>
            <w:r w:rsidRPr="00A5256C">
              <w:rPr>
                <w:rFonts w:cs="Arial"/>
                <w:b/>
                <w:lang w:val="it-CH"/>
              </w:rPr>
              <w:t>Argomento</w:t>
            </w:r>
          </w:p>
        </w:tc>
      </w:tr>
      <w:tr w:rsidR="0006777D" w:rsidRPr="00A5256C" w14:paraId="498F9D3A" w14:textId="77777777" w:rsidTr="00092565">
        <w:tc>
          <w:tcPr>
            <w:tcW w:w="1191" w:type="dxa"/>
          </w:tcPr>
          <w:p w14:paraId="7A3DF3DB" w14:textId="77777777" w:rsidR="0006777D" w:rsidRPr="00A5256C" w:rsidRDefault="0006777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35C10954" w14:textId="77777777" w:rsidR="0006777D" w:rsidRPr="00A5256C" w:rsidRDefault="0006777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7D353D" w:rsidRPr="00A5256C" w14:paraId="23AEFD17" w14:textId="77777777" w:rsidTr="00092565">
        <w:tc>
          <w:tcPr>
            <w:tcW w:w="1191" w:type="dxa"/>
          </w:tcPr>
          <w:p w14:paraId="258F9F60" w14:textId="77777777" w:rsidR="007D353D" w:rsidRPr="00A5256C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11E1EF88" w14:textId="77777777" w:rsidR="007D353D" w:rsidRPr="00A5256C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7D353D" w:rsidRPr="00A5256C" w14:paraId="0A62FC67" w14:textId="77777777" w:rsidTr="00092565">
        <w:tc>
          <w:tcPr>
            <w:tcW w:w="1191" w:type="dxa"/>
          </w:tcPr>
          <w:p w14:paraId="0B30162D" w14:textId="77777777" w:rsidR="007D353D" w:rsidRPr="00A5256C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4ECF8660" w14:textId="77777777" w:rsidR="007D353D" w:rsidRPr="00A5256C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7D353D" w:rsidRPr="00A5256C" w14:paraId="64A9B906" w14:textId="77777777" w:rsidTr="00092565">
        <w:tc>
          <w:tcPr>
            <w:tcW w:w="1191" w:type="dxa"/>
          </w:tcPr>
          <w:p w14:paraId="1279A1A2" w14:textId="77777777" w:rsidR="007D353D" w:rsidRPr="00A5256C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5F3A8FC1" w14:textId="77777777" w:rsidR="007D353D" w:rsidRPr="00A5256C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7D353D" w:rsidRPr="00A5256C" w14:paraId="4A64C891" w14:textId="77777777" w:rsidTr="00092565">
        <w:tc>
          <w:tcPr>
            <w:tcW w:w="1191" w:type="dxa"/>
          </w:tcPr>
          <w:p w14:paraId="5E2C1A2E" w14:textId="77777777" w:rsidR="007D353D" w:rsidRPr="00A5256C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5CF55257" w14:textId="77777777" w:rsidR="007D353D" w:rsidRPr="00A5256C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</w:tbl>
    <w:p w14:paraId="176F5146" w14:textId="77777777" w:rsidR="007D353D" w:rsidRPr="00A5256C" w:rsidRDefault="007D353D" w:rsidP="007D353D">
      <w:pPr>
        <w:ind w:left="454"/>
        <w:rPr>
          <w:rFonts w:cs="Arial"/>
          <w:lang w:val="it-CH"/>
        </w:rPr>
      </w:pPr>
    </w:p>
    <w:p w14:paraId="248DA1CE" w14:textId="77777777" w:rsidR="007D353D" w:rsidRPr="00A5256C" w:rsidRDefault="00AE50D0" w:rsidP="007D353D">
      <w:pPr>
        <w:spacing w:after="120"/>
        <w:ind w:left="454"/>
        <w:rPr>
          <w:rFonts w:cs="Arial"/>
          <w:b/>
          <w:color w:val="FF0000"/>
          <w:lang w:val="it-CH"/>
        </w:rPr>
      </w:pPr>
      <w:r w:rsidRPr="00A5256C">
        <w:rPr>
          <w:rFonts w:cs="Arial"/>
          <w:b/>
          <w:color w:val="FF0000"/>
          <w:lang w:val="it-CH"/>
        </w:rPr>
        <w:t>Fase</w:t>
      </w:r>
      <w:r w:rsidR="007D353D" w:rsidRPr="00A5256C">
        <w:rPr>
          <w:rFonts w:cs="Arial"/>
          <w:b/>
          <w:color w:val="FF0000"/>
          <w:lang w:val="it-CH"/>
        </w:rPr>
        <w:t xml:space="preserve"> 2</w:t>
      </w:r>
    </w:p>
    <w:tbl>
      <w:tblPr>
        <w:tblStyle w:val="Tabellenraster"/>
        <w:tblW w:w="7937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191"/>
        <w:gridCol w:w="6746"/>
      </w:tblGrid>
      <w:tr w:rsidR="007D353D" w:rsidRPr="00A5256C" w14:paraId="6206DBAC" w14:textId="77777777" w:rsidTr="00695F65">
        <w:tc>
          <w:tcPr>
            <w:tcW w:w="1191" w:type="dxa"/>
          </w:tcPr>
          <w:p w14:paraId="6885183A" w14:textId="77777777" w:rsidR="007D353D" w:rsidRPr="00A5256C" w:rsidRDefault="007D353D" w:rsidP="00AE50D0">
            <w:pPr>
              <w:pStyle w:val="Listenabsatz"/>
              <w:ind w:left="0"/>
              <w:rPr>
                <w:rFonts w:cs="Arial"/>
                <w:b/>
                <w:lang w:val="it-CH"/>
              </w:rPr>
            </w:pPr>
            <w:r w:rsidRPr="00A5256C">
              <w:rPr>
                <w:rFonts w:cs="Arial"/>
                <w:b/>
                <w:lang w:val="it-CH"/>
              </w:rPr>
              <w:t>Indi</w:t>
            </w:r>
            <w:r w:rsidR="00AE50D0" w:rsidRPr="00A5256C">
              <w:rPr>
                <w:rFonts w:cs="Arial"/>
                <w:b/>
                <w:lang w:val="it-CH"/>
              </w:rPr>
              <w:t>catore</w:t>
            </w:r>
          </w:p>
        </w:tc>
        <w:tc>
          <w:tcPr>
            <w:tcW w:w="6746" w:type="dxa"/>
          </w:tcPr>
          <w:p w14:paraId="54FF5258" w14:textId="77777777" w:rsidR="007D353D" w:rsidRPr="00A5256C" w:rsidRDefault="00AE50D0" w:rsidP="00AE50D0">
            <w:pPr>
              <w:pStyle w:val="Listenabsatz"/>
              <w:ind w:left="0"/>
              <w:rPr>
                <w:rFonts w:cs="Arial"/>
                <w:b/>
                <w:lang w:val="it-CH"/>
              </w:rPr>
            </w:pPr>
            <w:r w:rsidRPr="00A5256C">
              <w:rPr>
                <w:rFonts w:cs="Arial"/>
                <w:b/>
                <w:lang w:val="it-CH"/>
              </w:rPr>
              <w:t>Argomento</w:t>
            </w:r>
          </w:p>
        </w:tc>
      </w:tr>
      <w:tr w:rsidR="007D353D" w:rsidRPr="00A5256C" w14:paraId="37B2FBEF" w14:textId="77777777" w:rsidTr="00695F65">
        <w:tc>
          <w:tcPr>
            <w:tcW w:w="1191" w:type="dxa"/>
          </w:tcPr>
          <w:p w14:paraId="3C26504B" w14:textId="77777777" w:rsidR="007D353D" w:rsidRPr="00A5256C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24E31BEC" w14:textId="77777777" w:rsidR="007D353D" w:rsidRPr="00A5256C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7D353D" w:rsidRPr="00A5256C" w14:paraId="44A3B7AE" w14:textId="77777777" w:rsidTr="00695F65">
        <w:tc>
          <w:tcPr>
            <w:tcW w:w="1191" w:type="dxa"/>
          </w:tcPr>
          <w:p w14:paraId="6877D970" w14:textId="77777777" w:rsidR="007D353D" w:rsidRPr="00A5256C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58DD80D1" w14:textId="77777777" w:rsidR="007D353D" w:rsidRPr="00A5256C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7D353D" w:rsidRPr="00A5256C" w14:paraId="5A8286AB" w14:textId="77777777" w:rsidTr="00695F65">
        <w:tc>
          <w:tcPr>
            <w:tcW w:w="1191" w:type="dxa"/>
          </w:tcPr>
          <w:p w14:paraId="57CA5B50" w14:textId="77777777" w:rsidR="007D353D" w:rsidRPr="00A5256C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091DE262" w14:textId="77777777" w:rsidR="007D353D" w:rsidRPr="00A5256C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7D353D" w:rsidRPr="00A5256C" w14:paraId="3A1566F2" w14:textId="77777777" w:rsidTr="00695F65">
        <w:tc>
          <w:tcPr>
            <w:tcW w:w="1191" w:type="dxa"/>
          </w:tcPr>
          <w:p w14:paraId="5C752962" w14:textId="77777777" w:rsidR="007D353D" w:rsidRPr="00A5256C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15C17796" w14:textId="77777777" w:rsidR="007D353D" w:rsidRPr="00A5256C" w:rsidRDefault="007D353D" w:rsidP="0009256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</w:tbl>
    <w:p w14:paraId="621B2741" w14:textId="77777777" w:rsidR="007D353D" w:rsidRPr="00A5256C" w:rsidRDefault="007D353D" w:rsidP="007D353D">
      <w:pPr>
        <w:ind w:left="454"/>
        <w:rPr>
          <w:rFonts w:cs="Arial"/>
          <w:lang w:val="it-CH"/>
        </w:rPr>
      </w:pPr>
    </w:p>
    <w:p w14:paraId="46BDE48B" w14:textId="77777777" w:rsidR="007D353D" w:rsidRPr="00A5256C" w:rsidRDefault="007D353D" w:rsidP="007D353D">
      <w:pPr>
        <w:ind w:left="454"/>
        <w:rPr>
          <w:rFonts w:cs="Arial"/>
          <w:lang w:val="it-CH"/>
        </w:rPr>
      </w:pPr>
    </w:p>
    <w:p w14:paraId="7DF592F7" w14:textId="4934A93F" w:rsidR="00905CE1" w:rsidRPr="00A5256C" w:rsidRDefault="00AE50D0" w:rsidP="00DF2F3A">
      <w:pPr>
        <w:pStyle w:val="Listenabsatz"/>
        <w:numPr>
          <w:ilvl w:val="0"/>
          <w:numId w:val="37"/>
        </w:numPr>
        <w:spacing w:before="240"/>
        <w:ind w:left="454" w:hanging="454"/>
        <w:contextualSpacing w:val="0"/>
        <w:rPr>
          <w:rFonts w:cs="Arial"/>
          <w:b/>
          <w:sz w:val="22"/>
          <w:szCs w:val="22"/>
          <w:lang w:val="it-CH"/>
        </w:rPr>
      </w:pPr>
      <w:r w:rsidRPr="00A5256C">
        <w:rPr>
          <w:rFonts w:cs="Arial"/>
          <w:b/>
          <w:sz w:val="22"/>
          <w:szCs w:val="22"/>
          <w:lang w:val="it-CH"/>
        </w:rPr>
        <w:t xml:space="preserve">Osservazioni conclusive sullo svolgimento e </w:t>
      </w:r>
      <w:r w:rsidR="006F0549">
        <w:rPr>
          <w:rFonts w:cs="Arial"/>
          <w:b/>
          <w:sz w:val="22"/>
          <w:szCs w:val="22"/>
          <w:lang w:val="it-CH"/>
        </w:rPr>
        <w:t>sui</w:t>
      </w:r>
      <w:r w:rsidR="006F0549" w:rsidRPr="00A5256C">
        <w:rPr>
          <w:rFonts w:cs="Arial"/>
          <w:b/>
          <w:sz w:val="22"/>
          <w:szCs w:val="22"/>
          <w:lang w:val="it-CH"/>
        </w:rPr>
        <w:t xml:space="preserve"> </w:t>
      </w:r>
      <w:r w:rsidRPr="00A5256C">
        <w:rPr>
          <w:rFonts w:cs="Arial"/>
          <w:b/>
          <w:sz w:val="22"/>
          <w:szCs w:val="22"/>
          <w:lang w:val="it-CH"/>
        </w:rPr>
        <w:t xml:space="preserve">risultati della procedura di </w:t>
      </w:r>
      <w:r w:rsidR="006F0549">
        <w:rPr>
          <w:rFonts w:cs="Arial"/>
          <w:b/>
          <w:sz w:val="22"/>
          <w:szCs w:val="22"/>
          <w:lang w:val="it-CH"/>
        </w:rPr>
        <w:t>riconoscimento</w:t>
      </w:r>
      <w:r w:rsidRPr="00A5256C">
        <w:rPr>
          <w:rFonts w:cs="Arial"/>
          <w:b/>
          <w:sz w:val="22"/>
          <w:szCs w:val="22"/>
          <w:lang w:val="it-CH"/>
        </w:rPr>
        <w:t xml:space="preserve"> </w:t>
      </w:r>
    </w:p>
    <w:p w14:paraId="51141234" w14:textId="77777777" w:rsidR="00905CE1" w:rsidRPr="00A5256C" w:rsidRDefault="00AE50D0" w:rsidP="00905CE1">
      <w:pPr>
        <w:spacing w:before="60"/>
        <w:ind w:left="454"/>
        <w:rPr>
          <w:rFonts w:cs="Arial"/>
          <w:lang w:val="it-CH"/>
        </w:rPr>
      </w:pPr>
      <w:r w:rsidRPr="00A5256C">
        <w:rPr>
          <w:rFonts w:cs="Arial"/>
          <w:lang w:val="it-CH"/>
        </w:rPr>
        <w:t>Testo</w:t>
      </w:r>
    </w:p>
    <w:p w14:paraId="0A0B3421" w14:textId="77777777" w:rsidR="00905CE1" w:rsidRPr="00A5256C" w:rsidRDefault="00905CE1">
      <w:pPr>
        <w:spacing w:line="240" w:lineRule="auto"/>
        <w:jc w:val="left"/>
        <w:rPr>
          <w:rFonts w:cs="Arial"/>
          <w:lang w:val="it-CH"/>
        </w:rPr>
      </w:pPr>
      <w:r w:rsidRPr="00A5256C">
        <w:rPr>
          <w:rFonts w:cs="Arial"/>
          <w:lang w:val="it-CH"/>
        </w:rPr>
        <w:br w:type="page"/>
      </w:r>
    </w:p>
    <w:p w14:paraId="6ADB844B" w14:textId="77777777" w:rsidR="000A52F4" w:rsidRPr="00A5256C" w:rsidRDefault="000A52F4" w:rsidP="000A52F4">
      <w:pPr>
        <w:rPr>
          <w:rFonts w:cs="Arial"/>
          <w:lang w:val="it-CH"/>
        </w:rPr>
      </w:pPr>
    </w:p>
    <w:p w14:paraId="026F14D4" w14:textId="77777777" w:rsidR="00905CE1" w:rsidRPr="00A5256C" w:rsidRDefault="00225556" w:rsidP="00E43F89">
      <w:pPr>
        <w:pStyle w:val="Listenabsatz"/>
        <w:numPr>
          <w:ilvl w:val="0"/>
          <w:numId w:val="34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 w:val="22"/>
          <w:szCs w:val="22"/>
          <w:lang w:val="it-CH"/>
        </w:rPr>
      </w:pPr>
      <w:bookmarkStart w:id="2" w:name="_Toc159144628"/>
      <w:r w:rsidRPr="00A5256C">
        <w:rPr>
          <w:rFonts w:cs="Arial"/>
          <w:b/>
          <w:sz w:val="22"/>
          <w:szCs w:val="22"/>
          <w:lang w:val="it-CH"/>
        </w:rPr>
        <w:t>Parere dell’operatore della formazione</w:t>
      </w:r>
    </w:p>
    <w:p w14:paraId="7A7ECBEC" w14:textId="77777777" w:rsidR="00905CE1" w:rsidRPr="00A5256C" w:rsidRDefault="00905CE1" w:rsidP="00905CE1">
      <w:pPr>
        <w:rPr>
          <w:rFonts w:cs="Arial"/>
          <w:lang w:val="it-CH"/>
        </w:rPr>
      </w:pPr>
    </w:p>
    <w:p w14:paraId="6D6224CE" w14:textId="77777777" w:rsidR="000A52F4" w:rsidRPr="00A5256C" w:rsidRDefault="000A52F4" w:rsidP="00905CE1">
      <w:pPr>
        <w:rPr>
          <w:rFonts w:cs="Arial"/>
          <w:lang w:val="it-CH"/>
        </w:rPr>
      </w:pPr>
    </w:p>
    <w:bookmarkEnd w:id="2"/>
    <w:p w14:paraId="3B59261A" w14:textId="77777777" w:rsidR="002D3A20" w:rsidRPr="00305F5F" w:rsidRDefault="002D3A20" w:rsidP="002D3A20">
      <w:pPr>
        <w:spacing w:line="240" w:lineRule="auto"/>
        <w:jc w:val="left"/>
        <w:rPr>
          <w:rFonts w:cs="Arial"/>
          <w:i/>
          <w:iCs/>
        </w:rPr>
      </w:pPr>
      <w:r w:rsidRPr="00305F5F">
        <w:rPr>
          <w:rFonts w:cs="Arial"/>
          <w:i/>
          <w:iCs/>
        </w:rPr>
        <w:t>Text</w:t>
      </w:r>
    </w:p>
    <w:p w14:paraId="661778FA" w14:textId="77777777" w:rsidR="002D3A20" w:rsidRPr="00305F5F" w:rsidRDefault="002D3A20" w:rsidP="002D3A20">
      <w:pPr>
        <w:spacing w:line="240" w:lineRule="auto"/>
        <w:jc w:val="left"/>
        <w:rPr>
          <w:rFonts w:cs="Arial"/>
        </w:rPr>
      </w:pPr>
    </w:p>
    <w:p w14:paraId="2D88FE3D" w14:textId="77777777" w:rsidR="002D3A20" w:rsidRPr="00305F5F" w:rsidRDefault="002D3A20" w:rsidP="002D3A20">
      <w:pPr>
        <w:spacing w:line="240" w:lineRule="auto"/>
        <w:jc w:val="left"/>
        <w:rPr>
          <w:rFonts w:cs="Arial"/>
        </w:rPr>
      </w:pPr>
    </w:p>
    <w:p w14:paraId="7B8E47D1" w14:textId="77777777" w:rsidR="002D3A20" w:rsidRPr="00305F5F" w:rsidRDefault="002D3A20" w:rsidP="002D3A20">
      <w:pPr>
        <w:spacing w:line="240" w:lineRule="auto"/>
        <w:jc w:val="left"/>
        <w:rPr>
          <w:rFonts w:cs="Arial"/>
        </w:rPr>
      </w:pPr>
    </w:p>
    <w:p w14:paraId="1C661F14" w14:textId="77777777" w:rsidR="002D3A20" w:rsidRPr="00305F5F" w:rsidRDefault="002D3A20" w:rsidP="002D3A20">
      <w:pPr>
        <w:spacing w:line="240" w:lineRule="auto"/>
        <w:jc w:val="left"/>
        <w:rPr>
          <w:rFonts w:cs="Arial"/>
        </w:rPr>
      </w:pPr>
    </w:p>
    <w:p w14:paraId="14C30960" w14:textId="77777777" w:rsidR="002D3A20" w:rsidRPr="00305F5F" w:rsidRDefault="002D3A20" w:rsidP="002D3A20">
      <w:pPr>
        <w:spacing w:line="240" w:lineRule="auto"/>
        <w:jc w:val="left"/>
        <w:rPr>
          <w:rFonts w:cs="Arial"/>
        </w:rPr>
      </w:pPr>
    </w:p>
    <w:p w14:paraId="194B69D1" w14:textId="77777777" w:rsidR="002D3A20" w:rsidRPr="00305F5F" w:rsidRDefault="002D3A20" w:rsidP="002D3A20">
      <w:pPr>
        <w:spacing w:line="240" w:lineRule="auto"/>
        <w:jc w:val="left"/>
        <w:rPr>
          <w:rFonts w:cs="Arial"/>
        </w:rPr>
      </w:pPr>
    </w:p>
    <w:p w14:paraId="7D272467" w14:textId="77777777" w:rsidR="002D3A20" w:rsidRPr="00305F5F" w:rsidRDefault="002D3A20" w:rsidP="002D3A20">
      <w:pPr>
        <w:spacing w:line="240" w:lineRule="auto"/>
        <w:jc w:val="left"/>
        <w:rPr>
          <w:rFonts w:cs="Arial"/>
        </w:rPr>
      </w:pPr>
    </w:p>
    <w:p w14:paraId="61AC8D6F" w14:textId="77777777" w:rsidR="002D3A20" w:rsidRPr="00305F5F" w:rsidRDefault="002D3A20" w:rsidP="002D3A20">
      <w:pPr>
        <w:spacing w:line="240" w:lineRule="auto"/>
        <w:jc w:val="left"/>
        <w:rPr>
          <w:rFonts w:cs="Arial"/>
        </w:rPr>
      </w:pPr>
    </w:p>
    <w:p w14:paraId="33BACBA5" w14:textId="77777777" w:rsidR="002D3A20" w:rsidRPr="00305F5F" w:rsidRDefault="002D3A20" w:rsidP="002D3A20">
      <w:pPr>
        <w:spacing w:line="240" w:lineRule="auto"/>
        <w:jc w:val="left"/>
        <w:rPr>
          <w:rFonts w:cs="Arial"/>
        </w:rPr>
      </w:pPr>
    </w:p>
    <w:p w14:paraId="20233722" w14:textId="77777777" w:rsidR="002D3A20" w:rsidRPr="00305F5F" w:rsidRDefault="002D3A20" w:rsidP="002D3A20">
      <w:pPr>
        <w:spacing w:line="240" w:lineRule="auto"/>
        <w:jc w:val="left"/>
        <w:rPr>
          <w:rFonts w:cs="Arial"/>
        </w:rPr>
      </w:pPr>
    </w:p>
    <w:p w14:paraId="0206E40E" w14:textId="77777777" w:rsidR="002D3A20" w:rsidRPr="00305F5F" w:rsidRDefault="002D3A20" w:rsidP="002D3A20">
      <w:pPr>
        <w:spacing w:line="240" w:lineRule="auto"/>
        <w:jc w:val="left"/>
        <w:rPr>
          <w:rFonts w:cs="Arial"/>
        </w:rPr>
      </w:pPr>
    </w:p>
    <w:p w14:paraId="5D679240" w14:textId="77777777" w:rsidR="002D3A20" w:rsidRPr="00305F5F" w:rsidRDefault="002D3A20" w:rsidP="002D3A20">
      <w:pPr>
        <w:spacing w:line="240" w:lineRule="auto"/>
        <w:jc w:val="left"/>
        <w:rPr>
          <w:rFonts w:cs="Arial"/>
        </w:rPr>
      </w:pPr>
    </w:p>
    <w:p w14:paraId="69627EB0" w14:textId="77777777" w:rsidR="002D3A20" w:rsidRPr="00305F5F" w:rsidRDefault="002D3A20" w:rsidP="002D3A20">
      <w:pPr>
        <w:spacing w:line="240" w:lineRule="auto"/>
        <w:jc w:val="left"/>
        <w:rPr>
          <w:rFonts w:cs="Arial"/>
        </w:rPr>
      </w:pPr>
    </w:p>
    <w:p w14:paraId="02A303D4" w14:textId="77777777" w:rsidR="002D3A20" w:rsidRPr="00305F5F" w:rsidRDefault="002D3A20" w:rsidP="002D3A20">
      <w:pPr>
        <w:spacing w:line="240" w:lineRule="auto"/>
        <w:jc w:val="left"/>
        <w:rPr>
          <w:rFonts w:cs="Arial"/>
        </w:rPr>
      </w:pPr>
    </w:p>
    <w:p w14:paraId="42D67FFB" w14:textId="77777777" w:rsidR="002D3A20" w:rsidRPr="00305F5F" w:rsidRDefault="002D3A20" w:rsidP="002D3A20">
      <w:pPr>
        <w:spacing w:line="240" w:lineRule="auto"/>
        <w:jc w:val="left"/>
        <w:rPr>
          <w:rFonts w:cs="Arial"/>
        </w:rPr>
      </w:pPr>
    </w:p>
    <w:p w14:paraId="39F8A138" w14:textId="77777777" w:rsidR="002D3A20" w:rsidRPr="00305F5F" w:rsidRDefault="002D3A20" w:rsidP="002D3A20">
      <w:pPr>
        <w:spacing w:line="240" w:lineRule="auto"/>
        <w:jc w:val="left"/>
        <w:rPr>
          <w:rFonts w:cs="Arial"/>
        </w:rPr>
      </w:pPr>
    </w:p>
    <w:p w14:paraId="124DB471" w14:textId="77777777" w:rsidR="002D3A20" w:rsidRPr="00305F5F" w:rsidRDefault="002D3A20" w:rsidP="002D3A20">
      <w:pPr>
        <w:spacing w:line="240" w:lineRule="auto"/>
        <w:jc w:val="left"/>
        <w:rPr>
          <w:rFonts w:cs="Arial"/>
        </w:rPr>
      </w:pPr>
    </w:p>
    <w:p w14:paraId="4A101763" w14:textId="77777777" w:rsidR="002D3A20" w:rsidRPr="00305F5F" w:rsidRDefault="002D3A20" w:rsidP="002D3A20">
      <w:pPr>
        <w:spacing w:line="240" w:lineRule="auto"/>
        <w:jc w:val="left"/>
        <w:rPr>
          <w:rFonts w:cs="Arial"/>
        </w:rPr>
      </w:pPr>
    </w:p>
    <w:p w14:paraId="665DFD9D" w14:textId="77777777" w:rsidR="002D3A20" w:rsidRPr="00305F5F" w:rsidRDefault="002D3A20" w:rsidP="002D3A20">
      <w:pPr>
        <w:spacing w:line="240" w:lineRule="auto"/>
        <w:jc w:val="left"/>
        <w:rPr>
          <w:rFonts w:cs="Arial"/>
        </w:rPr>
      </w:pPr>
    </w:p>
    <w:p w14:paraId="3ED76945" w14:textId="77777777" w:rsidR="002D3A20" w:rsidRPr="00305F5F" w:rsidRDefault="002D3A20" w:rsidP="002D3A20">
      <w:pPr>
        <w:spacing w:line="240" w:lineRule="auto"/>
        <w:jc w:val="left"/>
        <w:rPr>
          <w:rFonts w:cs="Arial"/>
        </w:rPr>
      </w:pPr>
    </w:p>
    <w:p w14:paraId="68EE51DB" w14:textId="77777777" w:rsidR="002D3A20" w:rsidRPr="00305F5F" w:rsidRDefault="002D3A20" w:rsidP="002D3A20">
      <w:pPr>
        <w:spacing w:line="240" w:lineRule="auto"/>
        <w:jc w:val="left"/>
        <w:rPr>
          <w:rFonts w:cs="Arial"/>
        </w:rPr>
      </w:pPr>
    </w:p>
    <w:p w14:paraId="19C73DF0" w14:textId="77777777" w:rsidR="002D3A20" w:rsidRPr="00305F5F" w:rsidRDefault="002D3A20" w:rsidP="002D3A20">
      <w:pPr>
        <w:spacing w:line="240" w:lineRule="auto"/>
        <w:jc w:val="left"/>
        <w:rPr>
          <w:rFonts w:cs="Arial"/>
        </w:rPr>
      </w:pPr>
    </w:p>
    <w:p w14:paraId="0B9FF1F0" w14:textId="77777777" w:rsidR="002D3A20" w:rsidRPr="00CC2AF3" w:rsidRDefault="002D3A20" w:rsidP="002D3A20">
      <w:pPr>
        <w:rPr>
          <w:rFonts w:cs="Arial"/>
          <w:i/>
          <w:iCs/>
        </w:rPr>
      </w:pPr>
      <w:r w:rsidRPr="00305F5F">
        <w:rPr>
          <w:rFonts w:cs="Arial"/>
        </w:rPr>
        <w:t>Ort, Datum, Unterschrift:</w:t>
      </w:r>
    </w:p>
    <w:p w14:paraId="2CA13C13" w14:textId="77777777" w:rsidR="003A4FD2" w:rsidRPr="00A5256C" w:rsidRDefault="003A4FD2" w:rsidP="000E2C13">
      <w:pPr>
        <w:rPr>
          <w:rFonts w:cs="Arial"/>
          <w:lang w:val="it-CH"/>
        </w:rPr>
      </w:pPr>
    </w:p>
    <w:p w14:paraId="408A77C6" w14:textId="77777777" w:rsidR="00B8664A" w:rsidRPr="00A5256C" w:rsidRDefault="00B8664A" w:rsidP="000E2C13">
      <w:pPr>
        <w:rPr>
          <w:rFonts w:cs="Arial"/>
          <w:lang w:val="it-CH"/>
        </w:rPr>
      </w:pPr>
    </w:p>
    <w:p w14:paraId="1B21BCBA" w14:textId="77777777" w:rsidR="00B8664A" w:rsidRPr="00A5256C" w:rsidRDefault="00B8664A" w:rsidP="000E2C13">
      <w:pPr>
        <w:rPr>
          <w:rFonts w:cs="Arial"/>
          <w:lang w:val="it-CH"/>
        </w:rPr>
      </w:pPr>
    </w:p>
    <w:p w14:paraId="7851DE38" w14:textId="77777777" w:rsidR="00B8664A" w:rsidRPr="00A5256C" w:rsidRDefault="00B8664A" w:rsidP="000E2C13">
      <w:pPr>
        <w:rPr>
          <w:rFonts w:cs="Arial"/>
          <w:lang w:val="it-CH"/>
        </w:rPr>
      </w:pPr>
    </w:p>
    <w:p w14:paraId="77C70273" w14:textId="77777777" w:rsidR="00B8664A" w:rsidRPr="00A5256C" w:rsidRDefault="00B8664A" w:rsidP="000E2C13">
      <w:pPr>
        <w:rPr>
          <w:rFonts w:cs="Arial"/>
          <w:lang w:val="it-CH"/>
        </w:rPr>
      </w:pPr>
    </w:p>
    <w:p w14:paraId="28B5FC93" w14:textId="77777777" w:rsidR="00B8664A" w:rsidRPr="00A5256C" w:rsidRDefault="00B8664A" w:rsidP="000E2C13">
      <w:pPr>
        <w:rPr>
          <w:rFonts w:cs="Arial"/>
          <w:lang w:val="it-CH"/>
        </w:rPr>
      </w:pPr>
    </w:p>
    <w:p w14:paraId="68A7648C" w14:textId="77777777" w:rsidR="00B8664A" w:rsidRPr="00A5256C" w:rsidRDefault="00B8664A" w:rsidP="000E2C13">
      <w:pPr>
        <w:rPr>
          <w:rFonts w:cs="Arial"/>
          <w:lang w:val="it-CH"/>
        </w:rPr>
      </w:pPr>
    </w:p>
    <w:p w14:paraId="78C94432" w14:textId="77777777" w:rsidR="00B8664A" w:rsidRPr="00A5256C" w:rsidRDefault="00B8664A" w:rsidP="000E2C13">
      <w:pPr>
        <w:rPr>
          <w:rFonts w:cs="Arial"/>
          <w:lang w:val="it-CH"/>
        </w:rPr>
      </w:pPr>
    </w:p>
    <w:p w14:paraId="5C4A1D3C" w14:textId="77777777" w:rsidR="00B8664A" w:rsidRPr="00A5256C" w:rsidRDefault="00B8664A" w:rsidP="000E2C13">
      <w:pPr>
        <w:rPr>
          <w:rFonts w:cs="Arial"/>
          <w:lang w:val="it-CH"/>
        </w:rPr>
      </w:pPr>
    </w:p>
    <w:p w14:paraId="2250765E" w14:textId="77777777" w:rsidR="00B8664A" w:rsidRPr="00A5256C" w:rsidRDefault="00B8664A" w:rsidP="000E2C13">
      <w:pPr>
        <w:rPr>
          <w:rFonts w:cs="Arial"/>
          <w:lang w:val="it-CH"/>
        </w:rPr>
      </w:pPr>
    </w:p>
    <w:p w14:paraId="094B5A59" w14:textId="77777777" w:rsidR="00B8664A" w:rsidRPr="00A5256C" w:rsidRDefault="00B8664A" w:rsidP="000E2C13">
      <w:pPr>
        <w:rPr>
          <w:rFonts w:cs="Arial"/>
          <w:lang w:val="it-CH"/>
        </w:rPr>
      </w:pPr>
    </w:p>
    <w:p w14:paraId="2AD5BBCF" w14:textId="77777777" w:rsidR="00B8664A" w:rsidRPr="00A5256C" w:rsidRDefault="00B8664A" w:rsidP="000E2C13">
      <w:pPr>
        <w:rPr>
          <w:rFonts w:cs="Arial"/>
          <w:lang w:val="it-CH"/>
        </w:rPr>
      </w:pPr>
    </w:p>
    <w:p w14:paraId="6492C5DF" w14:textId="77777777" w:rsidR="00B8664A" w:rsidRPr="00A5256C" w:rsidRDefault="00B8664A" w:rsidP="000E2C13">
      <w:pPr>
        <w:rPr>
          <w:rFonts w:cs="Arial"/>
          <w:lang w:val="it-CH"/>
        </w:rPr>
      </w:pPr>
    </w:p>
    <w:p w14:paraId="6DBDD566" w14:textId="77777777" w:rsidR="00B8664A" w:rsidRPr="00A5256C" w:rsidRDefault="00B8664A" w:rsidP="000E2C13">
      <w:pPr>
        <w:rPr>
          <w:rFonts w:cs="Arial"/>
          <w:lang w:val="it-CH"/>
        </w:rPr>
      </w:pPr>
    </w:p>
    <w:p w14:paraId="26B09EA5" w14:textId="77777777" w:rsidR="00B8664A" w:rsidRPr="00A5256C" w:rsidRDefault="00B8664A" w:rsidP="000E2C13">
      <w:pPr>
        <w:rPr>
          <w:rFonts w:cs="Arial"/>
          <w:lang w:val="it-CH"/>
        </w:rPr>
      </w:pPr>
    </w:p>
    <w:p w14:paraId="60C2EBB1" w14:textId="77777777" w:rsidR="00B8664A" w:rsidRPr="00A5256C" w:rsidRDefault="00B8664A" w:rsidP="000E2C13">
      <w:pPr>
        <w:rPr>
          <w:rFonts w:cs="Arial"/>
          <w:lang w:val="it-CH"/>
        </w:rPr>
      </w:pPr>
    </w:p>
    <w:p w14:paraId="30D8D7A5" w14:textId="77777777" w:rsidR="00B8664A" w:rsidRPr="00A5256C" w:rsidRDefault="00B8664A" w:rsidP="000E2C13">
      <w:pPr>
        <w:rPr>
          <w:rFonts w:cs="Arial"/>
          <w:lang w:val="it-CH"/>
        </w:rPr>
      </w:pPr>
    </w:p>
    <w:p w14:paraId="09D58F77" w14:textId="77777777" w:rsidR="00B8664A" w:rsidRPr="00A5256C" w:rsidRDefault="00B8664A" w:rsidP="000E2C13">
      <w:pPr>
        <w:rPr>
          <w:rFonts w:cs="Arial"/>
          <w:lang w:val="it-CH"/>
        </w:rPr>
      </w:pPr>
    </w:p>
    <w:p w14:paraId="53A831F4" w14:textId="77777777" w:rsidR="00B8664A" w:rsidRPr="00A5256C" w:rsidRDefault="00B8664A" w:rsidP="000E2C13">
      <w:pPr>
        <w:rPr>
          <w:rFonts w:cs="Arial"/>
          <w:lang w:val="it-CH"/>
        </w:rPr>
      </w:pPr>
    </w:p>
    <w:p w14:paraId="5E3BFE62" w14:textId="77777777" w:rsidR="000A52F4" w:rsidRPr="00A5256C" w:rsidRDefault="000A52F4">
      <w:pPr>
        <w:spacing w:line="240" w:lineRule="auto"/>
        <w:jc w:val="left"/>
        <w:rPr>
          <w:rFonts w:cs="Arial"/>
          <w:lang w:val="it-CH"/>
        </w:rPr>
      </w:pPr>
      <w:r w:rsidRPr="00A5256C">
        <w:rPr>
          <w:rFonts w:cs="Arial"/>
          <w:lang w:val="it-CH"/>
        </w:rPr>
        <w:br w:type="page"/>
      </w:r>
    </w:p>
    <w:p w14:paraId="3E9AD12A" w14:textId="77777777" w:rsidR="000A52F4" w:rsidRPr="00A5256C" w:rsidRDefault="000A52F4" w:rsidP="000E2C13">
      <w:pPr>
        <w:rPr>
          <w:rFonts w:cs="Arial"/>
          <w:lang w:val="it-CH"/>
        </w:rPr>
      </w:pPr>
    </w:p>
    <w:p w14:paraId="545710BF" w14:textId="24E276FC" w:rsidR="000A52F4" w:rsidRPr="00A5256C" w:rsidRDefault="002D3A20" w:rsidP="000A52F4">
      <w:pPr>
        <w:pStyle w:val="Listenabsatz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 w:val="22"/>
          <w:szCs w:val="22"/>
          <w:lang w:val="it-CH"/>
        </w:rPr>
      </w:pPr>
      <w:r w:rsidRPr="0058562A">
        <w:rPr>
          <w:rFonts w:cs="Arial"/>
          <w:b/>
          <w:sz w:val="22"/>
          <w:szCs w:val="22"/>
          <w:lang w:val="it-CH"/>
        </w:rPr>
        <w:t xml:space="preserve">Raccomandazione </w:t>
      </w:r>
      <w:r w:rsidRPr="004F3EEF">
        <w:rPr>
          <w:rFonts w:cs="Arial"/>
          <w:b/>
          <w:sz w:val="22"/>
          <w:szCs w:val="22"/>
          <w:lang w:val="it-CH"/>
        </w:rPr>
        <w:t>de</w:t>
      </w:r>
      <w:r>
        <w:rPr>
          <w:rFonts w:cs="Arial"/>
          <w:b/>
          <w:sz w:val="22"/>
          <w:szCs w:val="22"/>
          <w:lang w:val="it-CH"/>
        </w:rPr>
        <w:t>i periti</w:t>
      </w:r>
      <w:r w:rsidRPr="004F3EEF">
        <w:rPr>
          <w:rFonts w:cs="Arial"/>
          <w:b/>
          <w:sz w:val="22"/>
          <w:szCs w:val="22"/>
          <w:lang w:val="it-CH"/>
        </w:rPr>
        <w:t xml:space="preserve"> </w:t>
      </w:r>
      <w:r w:rsidRPr="0058562A">
        <w:rPr>
          <w:rFonts w:cs="Arial"/>
          <w:b/>
          <w:sz w:val="22"/>
          <w:szCs w:val="22"/>
          <w:lang w:val="it-CH"/>
        </w:rPr>
        <w:t>all’attenzione della SEFRI in merito</w:t>
      </w:r>
      <w:r>
        <w:rPr>
          <w:rFonts w:cs="Arial"/>
          <w:b/>
          <w:sz w:val="22"/>
          <w:szCs w:val="22"/>
          <w:lang w:val="it-CH"/>
        </w:rPr>
        <w:t xml:space="preserve"> al </w:t>
      </w:r>
      <w:r w:rsidRPr="0058562A">
        <w:rPr>
          <w:rFonts w:cs="Arial"/>
          <w:b/>
          <w:sz w:val="22"/>
          <w:szCs w:val="22"/>
          <w:lang w:val="it-CH"/>
        </w:rPr>
        <w:t xml:space="preserve">riconoscimento dello </w:t>
      </w:r>
      <w:r>
        <w:rPr>
          <w:rFonts w:cs="Arial"/>
          <w:b/>
          <w:sz w:val="22"/>
          <w:szCs w:val="22"/>
          <w:lang w:val="it-CH"/>
        </w:rPr>
        <w:t xml:space="preserve">studio </w:t>
      </w:r>
      <w:proofErr w:type="spellStart"/>
      <w:r>
        <w:rPr>
          <w:rFonts w:cs="Arial"/>
          <w:b/>
          <w:sz w:val="22"/>
          <w:szCs w:val="22"/>
          <w:lang w:val="it-CH"/>
        </w:rPr>
        <w:t>postdiploma</w:t>
      </w:r>
      <w:proofErr w:type="spellEnd"/>
      <w:r w:rsidRPr="0058562A">
        <w:rPr>
          <w:rFonts w:cs="Arial"/>
          <w:b/>
          <w:sz w:val="22"/>
          <w:szCs w:val="22"/>
          <w:lang w:val="it-CH"/>
        </w:rPr>
        <w:t xml:space="preserve"> SSS</w:t>
      </w:r>
    </w:p>
    <w:p w14:paraId="2B2A5D15" w14:textId="77777777" w:rsidR="000A52F4" w:rsidRPr="00A5256C" w:rsidRDefault="000A52F4" w:rsidP="000E2C13">
      <w:pPr>
        <w:rPr>
          <w:rFonts w:cs="Arial"/>
          <w:lang w:val="it-CH"/>
        </w:rPr>
      </w:pPr>
    </w:p>
    <w:p w14:paraId="1341C579" w14:textId="77777777" w:rsidR="000A52F4" w:rsidRPr="00A5256C" w:rsidRDefault="000A52F4" w:rsidP="000E2C13">
      <w:pPr>
        <w:rPr>
          <w:rFonts w:cs="Arial"/>
          <w:lang w:val="it-CH"/>
        </w:rPr>
      </w:pPr>
    </w:p>
    <w:p w14:paraId="5D417A70" w14:textId="5C7F832D" w:rsidR="000A52F4" w:rsidRPr="00A5256C" w:rsidRDefault="00225556" w:rsidP="000E2C13">
      <w:pPr>
        <w:rPr>
          <w:rFonts w:cs="Arial"/>
          <w:b/>
          <w:sz w:val="22"/>
          <w:szCs w:val="22"/>
          <w:lang w:val="it-CH"/>
        </w:rPr>
      </w:pPr>
      <w:r w:rsidRPr="00A5256C">
        <w:rPr>
          <w:rFonts w:cs="Arial"/>
          <w:b/>
          <w:sz w:val="22"/>
          <w:szCs w:val="22"/>
          <w:lang w:val="it-CH"/>
        </w:rPr>
        <w:t xml:space="preserve">La </w:t>
      </w:r>
      <w:r w:rsidRPr="00C46DED">
        <w:rPr>
          <w:rFonts w:cs="Arial"/>
          <w:b/>
          <w:sz w:val="22"/>
          <w:szCs w:val="22"/>
          <w:lang w:val="it-CH"/>
        </w:rPr>
        <w:t xml:space="preserve">raccomandazione all’attenzione della </w:t>
      </w:r>
      <w:r w:rsidR="000C6FC4">
        <w:rPr>
          <w:rFonts w:cs="Arial"/>
          <w:b/>
          <w:sz w:val="22"/>
          <w:szCs w:val="22"/>
          <w:lang w:val="it-CH"/>
        </w:rPr>
        <w:t>SEFRI</w:t>
      </w:r>
      <w:r w:rsidRPr="00C46DED">
        <w:rPr>
          <w:rFonts w:cs="Arial"/>
          <w:b/>
          <w:sz w:val="22"/>
          <w:szCs w:val="22"/>
          <w:lang w:val="it-CH"/>
        </w:rPr>
        <w:t xml:space="preserve"> è la</w:t>
      </w:r>
      <w:r w:rsidRPr="00A5256C">
        <w:rPr>
          <w:rFonts w:cs="Arial"/>
          <w:b/>
          <w:sz w:val="22"/>
          <w:szCs w:val="22"/>
          <w:lang w:val="it-CH"/>
        </w:rPr>
        <w:t xml:space="preserve"> seguente</w:t>
      </w:r>
      <w:r w:rsidR="0085223C" w:rsidRPr="00A5256C">
        <w:rPr>
          <w:rFonts w:cs="Arial"/>
          <w:b/>
          <w:sz w:val="22"/>
          <w:szCs w:val="22"/>
          <w:lang w:val="it-CH"/>
        </w:rPr>
        <w:t>:</w:t>
      </w:r>
    </w:p>
    <w:p w14:paraId="3402FF78" w14:textId="77777777" w:rsidR="000A52F4" w:rsidRPr="00A5256C" w:rsidRDefault="00FF3AFD" w:rsidP="00FF3AFD">
      <w:pPr>
        <w:tabs>
          <w:tab w:val="left" w:pos="567"/>
        </w:tabs>
        <w:spacing w:before="120"/>
        <w:rPr>
          <w:rFonts w:cs="Arial"/>
          <w:b/>
          <w:sz w:val="22"/>
          <w:szCs w:val="22"/>
          <w:lang w:val="it-CH"/>
        </w:rPr>
      </w:pPr>
      <w:r w:rsidRPr="00A5256C">
        <w:rPr>
          <w:rFonts w:cs="Arial"/>
          <w:sz w:val="22"/>
          <w:szCs w:val="22"/>
          <w:lang w:val="it-CH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A5256C">
        <w:rPr>
          <w:rFonts w:cs="Arial"/>
          <w:sz w:val="22"/>
          <w:szCs w:val="22"/>
          <w:lang w:val="it-CH"/>
        </w:rPr>
        <w:instrText xml:space="preserve"> FORMCHECKBOX </w:instrText>
      </w:r>
      <w:r w:rsidRPr="00A5256C">
        <w:rPr>
          <w:rFonts w:cs="Arial"/>
          <w:sz w:val="22"/>
          <w:szCs w:val="22"/>
          <w:lang w:val="it-CH"/>
        </w:rPr>
      </w:r>
      <w:r w:rsidRPr="00A5256C">
        <w:rPr>
          <w:rFonts w:cs="Arial"/>
          <w:sz w:val="22"/>
          <w:szCs w:val="22"/>
          <w:lang w:val="it-CH"/>
        </w:rPr>
        <w:fldChar w:fldCharType="separate"/>
      </w:r>
      <w:r w:rsidRPr="00A5256C">
        <w:rPr>
          <w:rFonts w:cs="Arial"/>
          <w:sz w:val="22"/>
          <w:szCs w:val="22"/>
          <w:lang w:val="it-CH"/>
        </w:rPr>
        <w:fldChar w:fldCharType="end"/>
      </w:r>
      <w:r w:rsidRPr="00A5256C">
        <w:rPr>
          <w:rFonts w:cs="Arial"/>
          <w:sz w:val="22"/>
          <w:szCs w:val="22"/>
          <w:lang w:val="it-CH"/>
        </w:rPr>
        <w:tab/>
      </w:r>
      <w:r w:rsidR="005800BF" w:rsidRPr="00A5256C">
        <w:rPr>
          <w:rFonts w:cs="Arial"/>
          <w:b/>
          <w:sz w:val="22"/>
          <w:szCs w:val="22"/>
          <w:lang w:val="it-CH"/>
        </w:rPr>
        <w:t>Riconoscimento</w:t>
      </w:r>
    </w:p>
    <w:p w14:paraId="720F5DD5" w14:textId="022046EB" w:rsidR="00FF3AFD" w:rsidRPr="00A5256C" w:rsidRDefault="005800BF" w:rsidP="005F78C1">
      <w:pPr>
        <w:pStyle w:val="Listenabsatz"/>
        <w:numPr>
          <w:ilvl w:val="0"/>
          <w:numId w:val="35"/>
        </w:numPr>
        <w:tabs>
          <w:tab w:val="left" w:pos="567"/>
        </w:tabs>
        <w:spacing w:before="120"/>
        <w:ind w:left="924" w:hanging="357"/>
        <w:contextualSpacing w:val="0"/>
        <w:rPr>
          <w:rFonts w:cs="Arial"/>
          <w:b/>
          <w:lang w:val="it-CH"/>
        </w:rPr>
      </w:pPr>
      <w:r w:rsidRPr="00A5256C">
        <w:rPr>
          <w:rFonts w:cs="Arial"/>
          <w:lang w:val="it-CH"/>
        </w:rPr>
        <w:t xml:space="preserve">Riconosciuto a partire dallo </w:t>
      </w:r>
      <w:r w:rsidR="00A5256C" w:rsidRPr="00A5256C">
        <w:rPr>
          <w:rFonts w:cs="Arial"/>
          <w:lang w:val="it-CH"/>
        </w:rPr>
        <w:t>svolgimento</w:t>
      </w:r>
      <w:r w:rsidRPr="00A5256C">
        <w:rPr>
          <w:rFonts w:cs="Arial"/>
          <w:lang w:val="it-CH"/>
        </w:rPr>
        <w:t xml:space="preserve"> del </w:t>
      </w:r>
      <w:r w:rsidR="00EE4C65" w:rsidRPr="00A5256C">
        <w:rPr>
          <w:rFonts w:cs="Arial"/>
          <w:lang w:val="it-CH"/>
        </w:rPr>
        <w:t>XXX</w:t>
      </w:r>
    </w:p>
    <w:p w14:paraId="528F99E8" w14:textId="1F573AF2" w:rsidR="00715DE0" w:rsidRPr="00A5256C" w:rsidRDefault="005800BF" w:rsidP="00715DE0">
      <w:pPr>
        <w:pStyle w:val="Listenabsatz"/>
        <w:tabs>
          <w:tab w:val="left" w:pos="567"/>
        </w:tabs>
        <w:spacing w:before="120"/>
        <w:ind w:left="927"/>
        <w:contextualSpacing w:val="0"/>
        <w:rPr>
          <w:rFonts w:cs="Arial"/>
          <w:b/>
          <w:i/>
          <w:lang w:val="it-CH"/>
        </w:rPr>
      </w:pPr>
      <w:r w:rsidRPr="00A5256C">
        <w:rPr>
          <w:rFonts w:cs="Arial"/>
          <w:i/>
          <w:lang w:val="it-CH"/>
        </w:rPr>
        <w:t>Se è stat</w:t>
      </w:r>
      <w:r w:rsidR="00030805">
        <w:rPr>
          <w:rFonts w:cs="Arial"/>
          <w:i/>
          <w:lang w:val="it-CH"/>
        </w:rPr>
        <w:t>a</w:t>
      </w:r>
      <w:r w:rsidRPr="00A5256C">
        <w:rPr>
          <w:rFonts w:cs="Arial"/>
          <w:i/>
          <w:lang w:val="it-CH"/>
        </w:rPr>
        <w:t xml:space="preserve"> esaminat</w:t>
      </w:r>
      <w:r w:rsidR="00030805">
        <w:rPr>
          <w:rFonts w:cs="Arial"/>
          <w:i/>
          <w:lang w:val="it-CH"/>
        </w:rPr>
        <w:t>a l’</w:t>
      </w:r>
      <w:r w:rsidRPr="00A5256C">
        <w:rPr>
          <w:rFonts w:cs="Arial"/>
          <w:i/>
          <w:lang w:val="it-CH"/>
        </w:rPr>
        <w:t>o</w:t>
      </w:r>
      <w:r w:rsidR="00030805">
        <w:rPr>
          <w:rFonts w:cs="Arial"/>
          <w:i/>
          <w:lang w:val="it-CH"/>
        </w:rPr>
        <w:t>pzione del</w:t>
      </w:r>
      <w:r w:rsidRPr="00A5256C">
        <w:rPr>
          <w:rFonts w:cs="Arial"/>
          <w:i/>
          <w:lang w:val="it-CH"/>
        </w:rPr>
        <w:t xml:space="preserve"> riconoscimento retroattivo</w:t>
      </w:r>
      <w:r w:rsidR="00715DE0" w:rsidRPr="00A5256C">
        <w:rPr>
          <w:rFonts w:cs="Arial"/>
          <w:i/>
          <w:lang w:val="it-CH"/>
        </w:rPr>
        <w:t>:</w:t>
      </w:r>
    </w:p>
    <w:p w14:paraId="6A1037EA" w14:textId="77777777" w:rsidR="00EE4C65" w:rsidRPr="00A5256C" w:rsidRDefault="00715DE0" w:rsidP="005F78C1">
      <w:pPr>
        <w:pStyle w:val="Listenabsatz"/>
        <w:numPr>
          <w:ilvl w:val="0"/>
          <w:numId w:val="35"/>
        </w:numPr>
        <w:tabs>
          <w:tab w:val="left" w:pos="567"/>
        </w:tabs>
        <w:spacing w:before="120"/>
        <w:contextualSpacing w:val="0"/>
        <w:rPr>
          <w:rFonts w:cs="Arial"/>
          <w:b/>
          <w:lang w:val="it-CH"/>
        </w:rPr>
      </w:pPr>
      <w:r w:rsidRPr="00A5256C">
        <w:rPr>
          <w:rFonts w:cs="Arial"/>
          <w:lang w:val="it-CH"/>
        </w:rPr>
        <w:t>R</w:t>
      </w:r>
      <w:r w:rsidR="005800BF" w:rsidRPr="00A5256C">
        <w:rPr>
          <w:rFonts w:cs="Arial"/>
          <w:lang w:val="it-CH"/>
        </w:rPr>
        <w:t xml:space="preserve">iconoscimento retroattivo per lo studio </w:t>
      </w:r>
      <w:proofErr w:type="spellStart"/>
      <w:r w:rsidR="005800BF" w:rsidRPr="00A5256C">
        <w:rPr>
          <w:rFonts w:cs="Arial"/>
          <w:lang w:val="it-CH"/>
        </w:rPr>
        <w:t>postdiploma</w:t>
      </w:r>
      <w:proofErr w:type="spellEnd"/>
      <w:r w:rsidR="005800BF" w:rsidRPr="00A5256C">
        <w:rPr>
          <w:rFonts w:cs="Arial"/>
          <w:lang w:val="it-CH"/>
        </w:rPr>
        <w:t xml:space="preserve"> </w:t>
      </w:r>
      <w:r w:rsidR="00EE4C65" w:rsidRPr="00A5256C">
        <w:rPr>
          <w:rFonts w:cs="Arial"/>
          <w:lang w:val="it-CH"/>
        </w:rPr>
        <w:t>XXX-XXX</w:t>
      </w:r>
    </w:p>
    <w:p w14:paraId="0B3DF5A9" w14:textId="77777777" w:rsidR="00EE4C65" w:rsidRPr="00A5256C" w:rsidRDefault="00EE4C65" w:rsidP="005F78C1">
      <w:pPr>
        <w:tabs>
          <w:tab w:val="left" w:pos="567"/>
          <w:tab w:val="left" w:pos="1418"/>
        </w:tabs>
        <w:spacing w:before="60"/>
        <w:ind w:left="924"/>
        <w:rPr>
          <w:rFonts w:cs="Arial"/>
          <w:b/>
          <w:lang w:val="it-CH"/>
        </w:rPr>
      </w:pPr>
      <w:r w:rsidRPr="00A5256C">
        <w:rPr>
          <w:rFonts w:cs="Arial"/>
          <w:b/>
          <w:lang w:val="it-CH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A5256C">
        <w:rPr>
          <w:rFonts w:cs="Arial"/>
          <w:b/>
          <w:lang w:val="it-CH"/>
        </w:rPr>
        <w:instrText xml:space="preserve"> FORMCHECKBOX </w:instrText>
      </w:r>
      <w:r w:rsidRPr="00A5256C">
        <w:rPr>
          <w:rFonts w:cs="Arial"/>
          <w:b/>
          <w:lang w:val="it-CH"/>
        </w:rPr>
      </w:r>
      <w:r w:rsidRPr="00A5256C">
        <w:rPr>
          <w:rFonts w:cs="Arial"/>
          <w:b/>
          <w:lang w:val="it-CH"/>
        </w:rPr>
        <w:fldChar w:fldCharType="separate"/>
      </w:r>
      <w:r w:rsidRPr="00A5256C">
        <w:rPr>
          <w:rFonts w:cs="Arial"/>
          <w:b/>
          <w:lang w:val="it-CH"/>
        </w:rPr>
        <w:fldChar w:fldCharType="end"/>
      </w:r>
      <w:r w:rsidRPr="00A5256C">
        <w:rPr>
          <w:rFonts w:cs="Arial"/>
          <w:b/>
          <w:lang w:val="it-CH"/>
        </w:rPr>
        <w:tab/>
      </w:r>
      <w:r w:rsidR="005800BF" w:rsidRPr="00A5256C">
        <w:rPr>
          <w:rFonts w:cs="Arial"/>
          <w:b/>
          <w:lang w:val="it-CH"/>
        </w:rPr>
        <w:t>Sì</w:t>
      </w:r>
    </w:p>
    <w:p w14:paraId="63060C37" w14:textId="77777777" w:rsidR="00EE4C65" w:rsidRPr="00A5256C" w:rsidRDefault="00EE4C65" w:rsidP="005F78C1">
      <w:pPr>
        <w:tabs>
          <w:tab w:val="left" w:pos="567"/>
          <w:tab w:val="left" w:pos="1418"/>
        </w:tabs>
        <w:spacing w:before="60"/>
        <w:ind w:left="924"/>
        <w:rPr>
          <w:rFonts w:cs="Arial"/>
          <w:b/>
          <w:lang w:val="it-CH"/>
        </w:rPr>
      </w:pPr>
      <w:r w:rsidRPr="00A5256C">
        <w:rPr>
          <w:rFonts w:cs="Arial"/>
          <w:b/>
          <w:lang w:val="it-CH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A5256C">
        <w:rPr>
          <w:rFonts w:cs="Arial"/>
          <w:b/>
          <w:lang w:val="it-CH"/>
        </w:rPr>
        <w:instrText xml:space="preserve"> FORMCHECKBOX </w:instrText>
      </w:r>
      <w:r w:rsidRPr="00A5256C">
        <w:rPr>
          <w:rFonts w:cs="Arial"/>
          <w:b/>
          <w:lang w:val="it-CH"/>
        </w:rPr>
      </w:r>
      <w:r w:rsidRPr="00A5256C">
        <w:rPr>
          <w:rFonts w:cs="Arial"/>
          <w:b/>
          <w:lang w:val="it-CH"/>
        </w:rPr>
        <w:fldChar w:fldCharType="separate"/>
      </w:r>
      <w:r w:rsidRPr="00A5256C">
        <w:rPr>
          <w:rFonts w:cs="Arial"/>
          <w:b/>
          <w:lang w:val="it-CH"/>
        </w:rPr>
        <w:fldChar w:fldCharType="end"/>
      </w:r>
      <w:r w:rsidRPr="00A5256C">
        <w:rPr>
          <w:rFonts w:cs="Arial"/>
          <w:b/>
          <w:lang w:val="it-CH"/>
        </w:rPr>
        <w:tab/>
        <w:t>N</w:t>
      </w:r>
      <w:r w:rsidR="005800BF" w:rsidRPr="00A5256C">
        <w:rPr>
          <w:rFonts w:cs="Arial"/>
          <w:b/>
          <w:lang w:val="it-CH"/>
        </w:rPr>
        <w:t>o</w:t>
      </w:r>
    </w:p>
    <w:p w14:paraId="7A0F802E" w14:textId="77777777" w:rsidR="005F78C1" w:rsidRPr="00A5256C" w:rsidRDefault="005800BF" w:rsidP="005F78C1">
      <w:pPr>
        <w:tabs>
          <w:tab w:val="left" w:pos="567"/>
          <w:tab w:val="left" w:pos="1418"/>
        </w:tabs>
        <w:ind w:left="1418"/>
        <w:rPr>
          <w:rFonts w:cs="Arial"/>
          <w:lang w:val="it-CH"/>
        </w:rPr>
      </w:pPr>
      <w:r w:rsidRPr="00A5256C">
        <w:rPr>
          <w:rFonts w:cs="Arial"/>
          <w:b/>
          <w:lang w:val="it-CH"/>
        </w:rPr>
        <w:t>Motivazione</w:t>
      </w:r>
      <w:r w:rsidR="005F78C1" w:rsidRPr="00A5256C">
        <w:rPr>
          <w:rFonts w:cs="Arial"/>
          <w:lang w:val="it-CH"/>
        </w:rPr>
        <w:t xml:space="preserve">: </w:t>
      </w:r>
      <w:r w:rsidRPr="00A5256C">
        <w:rPr>
          <w:rFonts w:cs="Arial"/>
          <w:lang w:val="it-CH"/>
        </w:rPr>
        <w:t>testo</w:t>
      </w:r>
    </w:p>
    <w:p w14:paraId="3FB55B9F" w14:textId="77777777" w:rsidR="00EE4C65" w:rsidRPr="00A5256C" w:rsidRDefault="00EE4C65" w:rsidP="005F78C1">
      <w:pPr>
        <w:tabs>
          <w:tab w:val="left" w:pos="567"/>
        </w:tabs>
        <w:spacing w:before="120"/>
        <w:rPr>
          <w:rFonts w:cs="Arial"/>
          <w:lang w:val="it-CH"/>
        </w:rPr>
      </w:pPr>
    </w:p>
    <w:p w14:paraId="2B88C6CB" w14:textId="77777777" w:rsidR="005F78C1" w:rsidRPr="00A5256C" w:rsidRDefault="005F78C1" w:rsidP="005F78C1">
      <w:pPr>
        <w:tabs>
          <w:tab w:val="left" w:pos="567"/>
        </w:tabs>
        <w:spacing w:before="120"/>
        <w:rPr>
          <w:rFonts w:cs="Arial"/>
          <w:b/>
          <w:sz w:val="22"/>
          <w:szCs w:val="22"/>
          <w:lang w:val="it-CH"/>
        </w:rPr>
      </w:pPr>
      <w:r w:rsidRPr="00A5256C">
        <w:rPr>
          <w:rFonts w:cs="Arial"/>
          <w:sz w:val="22"/>
          <w:szCs w:val="22"/>
          <w:lang w:val="it-CH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A5256C">
        <w:rPr>
          <w:rFonts w:cs="Arial"/>
          <w:sz w:val="22"/>
          <w:szCs w:val="22"/>
          <w:lang w:val="it-CH"/>
        </w:rPr>
        <w:instrText xml:space="preserve"> FORMCHECKBOX </w:instrText>
      </w:r>
      <w:r w:rsidRPr="00A5256C">
        <w:rPr>
          <w:rFonts w:cs="Arial"/>
          <w:sz w:val="22"/>
          <w:szCs w:val="22"/>
          <w:lang w:val="it-CH"/>
        </w:rPr>
      </w:r>
      <w:r w:rsidRPr="00A5256C">
        <w:rPr>
          <w:rFonts w:cs="Arial"/>
          <w:sz w:val="22"/>
          <w:szCs w:val="22"/>
          <w:lang w:val="it-CH"/>
        </w:rPr>
        <w:fldChar w:fldCharType="separate"/>
      </w:r>
      <w:r w:rsidRPr="00A5256C">
        <w:rPr>
          <w:rFonts w:cs="Arial"/>
          <w:sz w:val="22"/>
          <w:szCs w:val="22"/>
          <w:lang w:val="it-CH"/>
        </w:rPr>
        <w:fldChar w:fldCharType="end"/>
      </w:r>
      <w:r w:rsidRPr="00A5256C">
        <w:rPr>
          <w:rFonts w:cs="Arial"/>
          <w:sz w:val="22"/>
          <w:szCs w:val="22"/>
          <w:lang w:val="it-CH"/>
        </w:rPr>
        <w:tab/>
      </w:r>
      <w:r w:rsidR="005800BF" w:rsidRPr="00A5256C">
        <w:rPr>
          <w:rFonts w:cs="Arial"/>
          <w:b/>
          <w:sz w:val="22"/>
          <w:szCs w:val="22"/>
          <w:lang w:val="it-CH"/>
        </w:rPr>
        <w:t xml:space="preserve">Rifiuto del riconoscimento </w:t>
      </w:r>
    </w:p>
    <w:p w14:paraId="393F2008" w14:textId="77777777" w:rsidR="005F78C1" w:rsidRPr="00A5256C" w:rsidRDefault="005800BF" w:rsidP="005F78C1">
      <w:pPr>
        <w:tabs>
          <w:tab w:val="left" w:pos="567"/>
        </w:tabs>
        <w:spacing w:before="120"/>
        <w:ind w:left="567"/>
        <w:rPr>
          <w:rFonts w:cs="Arial"/>
          <w:lang w:val="it-CH"/>
        </w:rPr>
      </w:pPr>
      <w:r w:rsidRPr="00A5256C">
        <w:rPr>
          <w:rFonts w:cs="Arial"/>
          <w:b/>
          <w:lang w:val="it-CH"/>
        </w:rPr>
        <w:t>Motivazione</w:t>
      </w:r>
      <w:r w:rsidR="005F78C1" w:rsidRPr="00A5256C">
        <w:rPr>
          <w:rFonts w:cs="Arial"/>
          <w:lang w:val="it-CH"/>
        </w:rPr>
        <w:t xml:space="preserve">: </w:t>
      </w:r>
      <w:r w:rsidRPr="00A5256C">
        <w:rPr>
          <w:rFonts w:cs="Arial"/>
          <w:lang w:val="it-CH"/>
        </w:rPr>
        <w:t>testo</w:t>
      </w:r>
    </w:p>
    <w:p w14:paraId="45BC94EB" w14:textId="77777777" w:rsidR="005F78C1" w:rsidRPr="00A5256C" w:rsidRDefault="005F78C1" w:rsidP="005F78C1">
      <w:pPr>
        <w:tabs>
          <w:tab w:val="left" w:pos="567"/>
        </w:tabs>
        <w:spacing w:before="120"/>
        <w:rPr>
          <w:rFonts w:cs="Arial"/>
          <w:lang w:val="it-CH"/>
        </w:rPr>
      </w:pPr>
    </w:p>
    <w:p w14:paraId="6EA9D62F" w14:textId="77777777" w:rsidR="00FF3AFD" w:rsidRPr="00A5256C" w:rsidRDefault="00FF3AFD" w:rsidP="005F78C1">
      <w:pPr>
        <w:tabs>
          <w:tab w:val="left" w:pos="567"/>
        </w:tabs>
        <w:spacing w:before="120"/>
        <w:rPr>
          <w:rFonts w:cs="Arial"/>
          <w:b/>
          <w:sz w:val="22"/>
          <w:szCs w:val="22"/>
          <w:lang w:val="it-CH"/>
        </w:rPr>
      </w:pPr>
      <w:r w:rsidRPr="00A5256C">
        <w:rPr>
          <w:rFonts w:cs="Arial"/>
          <w:sz w:val="22"/>
          <w:szCs w:val="22"/>
          <w:lang w:val="it-CH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A5256C">
        <w:rPr>
          <w:rFonts w:cs="Arial"/>
          <w:sz w:val="22"/>
          <w:szCs w:val="22"/>
          <w:lang w:val="it-CH"/>
        </w:rPr>
        <w:instrText xml:space="preserve"> FORMCHECKBOX </w:instrText>
      </w:r>
      <w:r w:rsidRPr="00A5256C">
        <w:rPr>
          <w:rFonts w:cs="Arial"/>
          <w:sz w:val="22"/>
          <w:szCs w:val="22"/>
          <w:lang w:val="it-CH"/>
        </w:rPr>
      </w:r>
      <w:r w:rsidRPr="00A5256C">
        <w:rPr>
          <w:rFonts w:cs="Arial"/>
          <w:sz w:val="22"/>
          <w:szCs w:val="22"/>
          <w:lang w:val="it-CH"/>
        </w:rPr>
        <w:fldChar w:fldCharType="separate"/>
      </w:r>
      <w:r w:rsidRPr="00A5256C">
        <w:rPr>
          <w:rFonts w:cs="Arial"/>
          <w:sz w:val="22"/>
          <w:szCs w:val="22"/>
          <w:lang w:val="it-CH"/>
        </w:rPr>
        <w:fldChar w:fldCharType="end"/>
      </w:r>
      <w:r w:rsidRPr="00A5256C">
        <w:rPr>
          <w:rFonts w:cs="Arial"/>
          <w:sz w:val="22"/>
          <w:szCs w:val="22"/>
          <w:lang w:val="it-CH"/>
        </w:rPr>
        <w:tab/>
      </w:r>
      <w:r w:rsidR="005800BF" w:rsidRPr="00A5256C">
        <w:rPr>
          <w:rFonts w:cs="Arial"/>
          <w:b/>
          <w:sz w:val="22"/>
          <w:szCs w:val="22"/>
          <w:lang w:val="it-CH"/>
        </w:rPr>
        <w:t>Riconoscimento con riserva</w:t>
      </w:r>
      <w:r w:rsidR="005800BF" w:rsidRPr="00A5256C">
        <w:rPr>
          <w:rFonts w:cs="Arial"/>
          <w:sz w:val="22"/>
          <w:szCs w:val="22"/>
          <w:lang w:val="it-CH"/>
        </w:rPr>
        <w:t xml:space="preserve"> </w:t>
      </w:r>
    </w:p>
    <w:p w14:paraId="048AA89D" w14:textId="1AE26B74" w:rsidR="005F78C1" w:rsidRPr="00A5256C" w:rsidRDefault="005800BF" w:rsidP="00105409">
      <w:pPr>
        <w:pStyle w:val="Listenabsatz"/>
        <w:numPr>
          <w:ilvl w:val="0"/>
          <w:numId w:val="36"/>
        </w:numPr>
        <w:spacing w:before="120"/>
        <w:rPr>
          <w:rFonts w:cs="Arial"/>
          <w:b/>
          <w:lang w:val="it-CH"/>
        </w:rPr>
      </w:pPr>
      <w:r w:rsidRPr="00A5256C">
        <w:rPr>
          <w:rFonts w:cs="Arial"/>
          <w:b/>
          <w:lang w:val="it-CH"/>
        </w:rPr>
        <w:t>Descrizione della/e riserv</w:t>
      </w:r>
      <w:r w:rsidR="00030805">
        <w:rPr>
          <w:rFonts w:cs="Arial"/>
          <w:b/>
          <w:lang w:val="it-CH"/>
        </w:rPr>
        <w:t>a/</w:t>
      </w:r>
      <w:r w:rsidRPr="00A5256C">
        <w:rPr>
          <w:rFonts w:cs="Arial"/>
          <w:b/>
          <w:lang w:val="it-CH"/>
        </w:rPr>
        <w:t>e</w:t>
      </w:r>
      <w:r w:rsidR="006B6FE5" w:rsidRPr="00A5256C">
        <w:rPr>
          <w:rFonts w:cs="Arial"/>
          <w:b/>
          <w:lang w:val="it-CH"/>
        </w:rPr>
        <w:t xml:space="preserve"> </w:t>
      </w:r>
    </w:p>
    <w:p w14:paraId="567332ED" w14:textId="77777777" w:rsidR="00105409" w:rsidRPr="00A5256C" w:rsidRDefault="00106148" w:rsidP="00105409">
      <w:pPr>
        <w:tabs>
          <w:tab w:val="left" w:pos="567"/>
        </w:tabs>
        <w:spacing w:before="60"/>
        <w:ind w:left="1069"/>
        <w:rPr>
          <w:rFonts w:cs="Arial"/>
          <w:lang w:val="it-CH"/>
        </w:rPr>
      </w:pPr>
      <w:bookmarkStart w:id="3" w:name="_Hlk509914963"/>
      <w:r w:rsidRPr="00A5256C">
        <w:rPr>
          <w:rFonts w:cs="Arial"/>
          <w:lang w:val="it-CH"/>
        </w:rPr>
        <w:t>Te</w:t>
      </w:r>
      <w:r w:rsidR="005800BF" w:rsidRPr="00A5256C">
        <w:rPr>
          <w:rFonts w:cs="Arial"/>
          <w:lang w:val="it-CH"/>
        </w:rPr>
        <w:t>sto</w:t>
      </w:r>
    </w:p>
    <w:bookmarkEnd w:id="3"/>
    <w:p w14:paraId="1C75882A" w14:textId="17C045F1" w:rsidR="00105409" w:rsidRPr="00A5256C" w:rsidRDefault="00030805" w:rsidP="00105409">
      <w:pPr>
        <w:pStyle w:val="Listenabsatz"/>
        <w:numPr>
          <w:ilvl w:val="0"/>
          <w:numId w:val="36"/>
        </w:numPr>
        <w:spacing w:before="120"/>
        <w:rPr>
          <w:rFonts w:cs="Arial"/>
          <w:b/>
          <w:lang w:val="it-CH"/>
        </w:rPr>
      </w:pPr>
      <w:r w:rsidRPr="00633CF8">
        <w:rPr>
          <w:rFonts w:cs="Arial"/>
          <w:b/>
          <w:lang w:val="it-CH"/>
        </w:rPr>
        <w:t>In che modo ed entro quando deve essere eliminata la riserva</w:t>
      </w:r>
      <w:r w:rsidR="005800BF" w:rsidRPr="00A5256C">
        <w:rPr>
          <w:rFonts w:cs="Arial"/>
          <w:b/>
          <w:lang w:val="it-CH"/>
        </w:rPr>
        <w:t xml:space="preserve"> </w:t>
      </w:r>
      <w:r w:rsidR="00715DE0" w:rsidRPr="00A5256C">
        <w:rPr>
          <w:rFonts w:cs="Arial"/>
          <w:b/>
          <w:lang w:val="it-CH"/>
        </w:rPr>
        <w:t>(</w:t>
      </w:r>
      <w:r w:rsidR="005800BF" w:rsidRPr="00A5256C">
        <w:rPr>
          <w:rFonts w:cs="Arial"/>
          <w:b/>
          <w:lang w:val="it-CH"/>
        </w:rPr>
        <w:t>tipo di prova da fornire e scadenza</w:t>
      </w:r>
      <w:r w:rsidR="00715DE0" w:rsidRPr="00A5256C">
        <w:rPr>
          <w:rFonts w:cs="Arial"/>
          <w:b/>
          <w:lang w:val="it-CH"/>
        </w:rPr>
        <w:t>)</w:t>
      </w:r>
    </w:p>
    <w:p w14:paraId="63F57378" w14:textId="77777777" w:rsidR="00105409" w:rsidRPr="00A5256C" w:rsidRDefault="005800BF" w:rsidP="00897581">
      <w:pPr>
        <w:pStyle w:val="Listenabsatz"/>
        <w:numPr>
          <w:ilvl w:val="2"/>
          <w:numId w:val="32"/>
        </w:numPr>
        <w:tabs>
          <w:tab w:val="left" w:pos="567"/>
        </w:tabs>
        <w:spacing w:before="60"/>
        <w:ind w:left="1560" w:hanging="426"/>
        <w:jc w:val="left"/>
        <w:rPr>
          <w:rFonts w:cs="Arial"/>
          <w:lang w:val="it-CH"/>
        </w:rPr>
      </w:pPr>
      <w:r w:rsidRPr="00A5256C">
        <w:rPr>
          <w:rFonts w:cs="Arial"/>
          <w:b/>
          <w:lang w:val="it-CH"/>
        </w:rPr>
        <w:t>Tipo di prova da fornire</w:t>
      </w:r>
      <w:r w:rsidR="00897581" w:rsidRPr="00A5256C">
        <w:rPr>
          <w:rFonts w:cs="Arial"/>
          <w:b/>
          <w:lang w:val="it-CH"/>
        </w:rPr>
        <w:br/>
      </w:r>
      <w:r w:rsidRPr="00A5256C">
        <w:rPr>
          <w:rFonts w:cs="Arial"/>
          <w:lang w:val="it-CH"/>
        </w:rPr>
        <w:t>Testo</w:t>
      </w:r>
    </w:p>
    <w:p w14:paraId="5A5BB5FB" w14:textId="77777777" w:rsidR="00897581" w:rsidRPr="00A5256C" w:rsidRDefault="005800BF" w:rsidP="00897581">
      <w:pPr>
        <w:pStyle w:val="Listenabsatz"/>
        <w:numPr>
          <w:ilvl w:val="2"/>
          <w:numId w:val="32"/>
        </w:numPr>
        <w:tabs>
          <w:tab w:val="left" w:pos="567"/>
        </w:tabs>
        <w:spacing w:before="60"/>
        <w:ind w:left="1560" w:hanging="426"/>
        <w:jc w:val="left"/>
        <w:rPr>
          <w:rFonts w:cs="Arial"/>
          <w:lang w:val="it-CH"/>
        </w:rPr>
      </w:pPr>
      <w:r w:rsidRPr="00A5256C">
        <w:rPr>
          <w:rFonts w:cs="Arial"/>
          <w:b/>
          <w:lang w:val="it-CH"/>
        </w:rPr>
        <w:t>Scadenza</w:t>
      </w:r>
      <w:r w:rsidRPr="00A5256C">
        <w:rPr>
          <w:rFonts w:cs="Arial"/>
          <w:lang w:val="it-CH"/>
        </w:rPr>
        <w:br/>
        <w:t>Testo</w:t>
      </w:r>
    </w:p>
    <w:p w14:paraId="0B6153E6" w14:textId="1D3C214D" w:rsidR="00105409" w:rsidRPr="00A5256C" w:rsidRDefault="00030805" w:rsidP="00105409">
      <w:pPr>
        <w:pStyle w:val="Listenabsatz"/>
        <w:numPr>
          <w:ilvl w:val="0"/>
          <w:numId w:val="36"/>
        </w:numPr>
        <w:spacing w:before="120"/>
        <w:rPr>
          <w:rFonts w:cs="Arial"/>
          <w:b/>
          <w:lang w:val="it-CH"/>
        </w:rPr>
      </w:pPr>
      <w:r w:rsidRPr="00633CF8">
        <w:rPr>
          <w:rFonts w:cs="Arial"/>
          <w:b/>
          <w:lang w:val="it-CH"/>
        </w:rPr>
        <w:t>Chi verifica la prova, quando e in che modo</w:t>
      </w:r>
      <w:r w:rsidR="0085223C" w:rsidRPr="00A5256C">
        <w:rPr>
          <w:rFonts w:cs="Arial"/>
          <w:b/>
          <w:lang w:val="it-CH"/>
        </w:rPr>
        <w:t>?</w:t>
      </w:r>
    </w:p>
    <w:p w14:paraId="2FDC5FBE" w14:textId="77777777" w:rsidR="00105409" w:rsidRPr="00A5256C" w:rsidRDefault="00106148" w:rsidP="00105409">
      <w:pPr>
        <w:tabs>
          <w:tab w:val="left" w:pos="567"/>
        </w:tabs>
        <w:spacing w:before="60"/>
        <w:ind w:left="1069"/>
        <w:rPr>
          <w:rFonts w:cs="Arial"/>
          <w:lang w:val="it-CH"/>
        </w:rPr>
      </w:pPr>
      <w:r w:rsidRPr="00A5256C">
        <w:rPr>
          <w:rFonts w:cs="Arial"/>
          <w:lang w:val="it-CH"/>
        </w:rPr>
        <w:t>Te</w:t>
      </w:r>
      <w:r w:rsidR="005800BF" w:rsidRPr="00A5256C">
        <w:rPr>
          <w:rFonts w:cs="Arial"/>
          <w:lang w:val="it-CH"/>
        </w:rPr>
        <w:t>sto</w:t>
      </w:r>
    </w:p>
    <w:p w14:paraId="3451D6EA" w14:textId="77777777" w:rsidR="00FF3AFD" w:rsidRPr="00A5256C" w:rsidRDefault="00FF3AFD" w:rsidP="005F78C1">
      <w:pPr>
        <w:tabs>
          <w:tab w:val="left" w:pos="567"/>
        </w:tabs>
        <w:spacing w:before="120"/>
        <w:rPr>
          <w:rFonts w:cs="Arial"/>
          <w:lang w:val="it-CH"/>
        </w:rPr>
      </w:pPr>
    </w:p>
    <w:p w14:paraId="42AE8F26" w14:textId="77777777" w:rsidR="000A52F4" w:rsidRPr="00A5256C" w:rsidRDefault="000A52F4" w:rsidP="000E2C13">
      <w:pPr>
        <w:rPr>
          <w:rFonts w:cs="Arial"/>
          <w:lang w:val="it-CH"/>
        </w:rPr>
      </w:pPr>
    </w:p>
    <w:p w14:paraId="3DB66ADD" w14:textId="77777777" w:rsidR="00897581" w:rsidRPr="00A5256C" w:rsidRDefault="00897581" w:rsidP="000E2C13">
      <w:pPr>
        <w:rPr>
          <w:rFonts w:cs="Arial"/>
          <w:lang w:val="it-CH"/>
        </w:rPr>
      </w:pPr>
    </w:p>
    <w:p w14:paraId="1A2E73C2" w14:textId="77777777" w:rsidR="00897581" w:rsidRPr="00A5256C" w:rsidRDefault="00897581" w:rsidP="000E2C13">
      <w:pPr>
        <w:rPr>
          <w:rFonts w:cs="Arial"/>
          <w:lang w:val="it-CH"/>
        </w:rPr>
      </w:pPr>
    </w:p>
    <w:p w14:paraId="031B9A4B" w14:textId="77777777" w:rsidR="0085338C" w:rsidRPr="00A5256C" w:rsidRDefault="0085338C" w:rsidP="000E2C13">
      <w:pPr>
        <w:rPr>
          <w:rFonts w:cs="Arial"/>
          <w:lang w:val="it-CH"/>
        </w:rPr>
      </w:pPr>
      <w:r w:rsidRPr="00A5256C">
        <w:rPr>
          <w:rFonts w:cs="Arial"/>
          <w:lang w:val="it-CH"/>
        </w:rPr>
        <w:t>________________________________________________________________________________________</w:t>
      </w:r>
    </w:p>
    <w:p w14:paraId="54FAE74B" w14:textId="77777777" w:rsidR="0085338C" w:rsidRPr="00A5256C" w:rsidRDefault="0085338C" w:rsidP="000E2C13">
      <w:pPr>
        <w:rPr>
          <w:rFonts w:cs="Arial"/>
          <w:lang w:val="it-CH"/>
        </w:rPr>
      </w:pPr>
    </w:p>
    <w:p w14:paraId="00E192FD" w14:textId="77777777" w:rsidR="002D3A20" w:rsidRPr="00A5256C" w:rsidRDefault="002D3A20" w:rsidP="001D1FF6">
      <w:pPr>
        <w:tabs>
          <w:tab w:val="left" w:pos="567"/>
        </w:tabs>
        <w:spacing w:before="120"/>
        <w:rPr>
          <w:rFonts w:cs="Arial"/>
          <w:sz w:val="22"/>
          <w:szCs w:val="22"/>
          <w:lang w:val="it-CH"/>
        </w:rPr>
      </w:pPr>
    </w:p>
    <w:sectPr w:rsidR="002D3A20" w:rsidRPr="00A5256C" w:rsidSect="00D0598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9E973" w14:textId="77777777" w:rsidR="002656B3" w:rsidRDefault="002656B3">
      <w:r>
        <w:separator/>
      </w:r>
    </w:p>
    <w:p w14:paraId="69EDBECF" w14:textId="77777777" w:rsidR="002656B3" w:rsidRDefault="002656B3"/>
  </w:endnote>
  <w:endnote w:type="continuationSeparator" w:id="0">
    <w:p w14:paraId="758BE2CD" w14:textId="77777777" w:rsidR="002656B3" w:rsidRDefault="002656B3">
      <w:r>
        <w:continuationSeparator/>
      </w:r>
    </w:p>
    <w:p w14:paraId="1288DC0B" w14:textId="77777777" w:rsidR="002656B3" w:rsidRDefault="002656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B92CA" w14:textId="77777777" w:rsidR="005F78C1" w:rsidRPr="00A5256C" w:rsidRDefault="005800BF" w:rsidP="00D62274">
    <w:pPr>
      <w:pStyle w:val="Kopfzeile"/>
      <w:rPr>
        <w:rFonts w:cs="Arial"/>
        <w:lang w:val="it-CH"/>
      </w:rPr>
    </w:pPr>
    <w:r w:rsidRPr="00A5256C">
      <w:rPr>
        <w:rFonts w:cs="Arial"/>
        <w:lang w:val="it-CH"/>
      </w:rPr>
      <w:t xml:space="preserve">Studio </w:t>
    </w:r>
    <w:proofErr w:type="spellStart"/>
    <w:r w:rsidRPr="00A5256C">
      <w:rPr>
        <w:rFonts w:cs="Arial"/>
        <w:lang w:val="it-CH"/>
      </w:rPr>
      <w:t>postdiploma</w:t>
    </w:r>
    <w:proofErr w:type="spellEnd"/>
    <w:r w:rsidRPr="00A5256C">
      <w:rPr>
        <w:rFonts w:cs="Arial"/>
        <w:lang w:val="it-CH"/>
      </w:rPr>
      <w:t xml:space="preserve"> SSS senza PQI</w:t>
    </w:r>
  </w:p>
  <w:p w14:paraId="734B2B9E" w14:textId="77777777" w:rsidR="005F78C1" w:rsidRPr="00A5256C" w:rsidRDefault="005800BF" w:rsidP="00D62274">
    <w:pPr>
      <w:pStyle w:val="Kopfzeile"/>
      <w:rPr>
        <w:rFonts w:cs="Arial"/>
        <w:lang w:val="it-CH"/>
      </w:rPr>
    </w:pPr>
    <w:r w:rsidRPr="00A5256C">
      <w:rPr>
        <w:rFonts w:cs="Arial"/>
        <w:lang w:val="it-CH"/>
      </w:rPr>
      <w:t>Rapporto finale</w:t>
    </w:r>
  </w:p>
  <w:p w14:paraId="25D53D3E" w14:textId="4444453F" w:rsidR="005F78C1" w:rsidRPr="00A5256C" w:rsidRDefault="005F78C1" w:rsidP="00D62274">
    <w:pPr>
      <w:pStyle w:val="Kopfzeile"/>
      <w:rPr>
        <w:rFonts w:cs="Arial"/>
        <w:lang w:val="it-CH"/>
      </w:rPr>
    </w:pPr>
    <w:r w:rsidRPr="00A5256C">
      <w:rPr>
        <w:rFonts w:cs="Arial"/>
        <w:lang w:val="it-CH"/>
      </w:rPr>
      <w:t>Version</w:t>
    </w:r>
    <w:r w:rsidR="005800BF" w:rsidRPr="00A5256C">
      <w:rPr>
        <w:rFonts w:cs="Arial"/>
        <w:lang w:val="it-CH"/>
      </w:rPr>
      <w:t>e</w:t>
    </w:r>
    <w:r w:rsidR="004F3EC2">
      <w:rPr>
        <w:rFonts w:cs="Arial"/>
        <w:lang w:val="it-CH"/>
      </w:rPr>
      <w:t xml:space="preserve"> settembre 202</w:t>
    </w:r>
    <w:r w:rsidR="002D3A20">
      <w:rPr>
        <w:rFonts w:cs="Arial"/>
        <w:lang w:val="it-CH"/>
      </w:rPr>
      <w:t>5</w:t>
    </w:r>
  </w:p>
  <w:p w14:paraId="009B3C48" w14:textId="09C17848" w:rsidR="005F78C1" w:rsidRPr="00D62274" w:rsidRDefault="00A32EEA">
    <w:pPr>
      <w:pStyle w:val="Fuzeile"/>
      <w:rPr>
        <w:rFonts w:cs="Arial"/>
      </w:rPr>
    </w:pPr>
    <w:r>
      <w:rPr>
        <w:rFonts w:cs="Arial"/>
        <w:b/>
      </w:rPr>
      <w:t>Pagina</w:t>
    </w:r>
    <w:r w:rsidR="005F78C1">
      <w:rPr>
        <w:rFonts w:cs="Arial"/>
        <w:b/>
      </w:rPr>
      <w:t xml:space="preserve"> </w:t>
    </w:r>
    <w:r w:rsidR="005F78C1">
      <w:rPr>
        <w:rFonts w:cs="Arial"/>
        <w:b/>
      </w:rPr>
      <w:fldChar w:fldCharType="begin"/>
    </w:r>
    <w:r w:rsidR="005F78C1">
      <w:rPr>
        <w:rFonts w:cs="Arial"/>
        <w:b/>
      </w:rPr>
      <w:instrText xml:space="preserve"> PAGE \* MERGEFORMAT </w:instrText>
    </w:r>
    <w:r w:rsidR="005F78C1">
      <w:rPr>
        <w:rFonts w:cs="Arial"/>
        <w:b/>
      </w:rPr>
      <w:fldChar w:fldCharType="separate"/>
    </w:r>
    <w:r w:rsidR="00231127">
      <w:rPr>
        <w:rFonts w:cs="Arial"/>
        <w:b/>
        <w:noProof/>
      </w:rPr>
      <w:t>5</w:t>
    </w:r>
    <w:r w:rsidR="005F78C1">
      <w:rPr>
        <w:rFonts w:cs="Arial"/>
        <w:b/>
      </w:rPr>
      <w:fldChar w:fldCharType="end"/>
    </w:r>
    <w:r w:rsidR="005F78C1">
      <w:rPr>
        <w:rFonts w:cs="Arial"/>
      </w:rPr>
      <w:t xml:space="preserve"> (</w:t>
    </w:r>
    <w:r>
      <w:rPr>
        <w:rFonts w:cs="Arial"/>
      </w:rPr>
      <w:t>di</w:t>
    </w:r>
    <w:r w:rsidR="005F78C1">
      <w:rPr>
        <w:rFonts w:cs="Arial"/>
      </w:rPr>
      <w:t xml:space="preserve"> </w:t>
    </w:r>
    <w:r w:rsidR="005F78C1">
      <w:rPr>
        <w:rFonts w:cs="Arial"/>
      </w:rPr>
      <w:fldChar w:fldCharType="begin"/>
    </w:r>
    <w:r w:rsidR="005F78C1">
      <w:rPr>
        <w:rFonts w:cs="Arial"/>
      </w:rPr>
      <w:instrText xml:space="preserve"> NUMPAGES  \* MERGEFORMAT </w:instrText>
    </w:r>
    <w:r w:rsidR="005F78C1">
      <w:rPr>
        <w:rFonts w:cs="Arial"/>
      </w:rPr>
      <w:fldChar w:fldCharType="separate"/>
    </w:r>
    <w:r w:rsidR="00231127">
      <w:rPr>
        <w:rFonts w:cs="Arial"/>
        <w:noProof/>
      </w:rPr>
      <w:t>5</w:t>
    </w:r>
    <w:r w:rsidR="005F78C1">
      <w:rPr>
        <w:rFonts w:cs="Arial"/>
      </w:rPr>
      <w:fldChar w:fldCharType="end"/>
    </w:r>
    <w:r w:rsidR="005F78C1">
      <w:rPr>
        <w:rFonts w:cs="Arial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E0D8F" w14:textId="77777777" w:rsidR="000C6FC4" w:rsidRPr="00A5256C" w:rsidRDefault="000C6FC4" w:rsidP="000C6FC4">
    <w:pPr>
      <w:pStyle w:val="Kopfzeile"/>
      <w:rPr>
        <w:rFonts w:cs="Arial"/>
        <w:lang w:val="it-CH"/>
      </w:rPr>
    </w:pPr>
    <w:r w:rsidRPr="00A5256C">
      <w:rPr>
        <w:rFonts w:cs="Arial"/>
        <w:lang w:val="it-CH"/>
      </w:rPr>
      <w:t xml:space="preserve">Studio </w:t>
    </w:r>
    <w:proofErr w:type="spellStart"/>
    <w:r w:rsidRPr="00A5256C">
      <w:rPr>
        <w:rFonts w:cs="Arial"/>
        <w:lang w:val="it-CH"/>
      </w:rPr>
      <w:t>postdiploma</w:t>
    </w:r>
    <w:proofErr w:type="spellEnd"/>
    <w:r w:rsidRPr="00A5256C">
      <w:rPr>
        <w:rFonts w:cs="Arial"/>
        <w:lang w:val="it-CH"/>
      </w:rPr>
      <w:t xml:space="preserve"> SSS senza PQI</w:t>
    </w:r>
  </w:p>
  <w:p w14:paraId="237B0510" w14:textId="77777777" w:rsidR="000C6FC4" w:rsidRPr="00A5256C" w:rsidRDefault="000C6FC4" w:rsidP="000C6FC4">
    <w:pPr>
      <w:pStyle w:val="Kopfzeile"/>
      <w:rPr>
        <w:rFonts w:cs="Arial"/>
        <w:lang w:val="it-CH"/>
      </w:rPr>
    </w:pPr>
    <w:r w:rsidRPr="00A5256C">
      <w:rPr>
        <w:rFonts w:cs="Arial"/>
        <w:lang w:val="it-CH"/>
      </w:rPr>
      <w:t>Rapporto finale</w:t>
    </w:r>
  </w:p>
  <w:p w14:paraId="417DEFAF" w14:textId="3A06E523" w:rsidR="000C6FC4" w:rsidRPr="00A5256C" w:rsidRDefault="000C6FC4" w:rsidP="000C6FC4">
    <w:pPr>
      <w:pStyle w:val="Kopfzeile"/>
      <w:rPr>
        <w:rFonts w:cs="Arial"/>
        <w:lang w:val="it-CH"/>
      </w:rPr>
    </w:pPr>
    <w:r w:rsidRPr="00A5256C">
      <w:rPr>
        <w:rFonts w:cs="Arial"/>
        <w:lang w:val="it-CH"/>
      </w:rPr>
      <w:t>Versione</w:t>
    </w:r>
    <w:r w:rsidR="004F3EC2">
      <w:rPr>
        <w:rFonts w:cs="Arial"/>
        <w:lang w:val="it-CH"/>
      </w:rPr>
      <w:t xml:space="preserve"> settembre 202</w:t>
    </w:r>
    <w:r w:rsidR="002D3A20">
      <w:rPr>
        <w:rFonts w:cs="Arial"/>
        <w:lang w:val="it-CH"/>
      </w:rPr>
      <w:t>5</w:t>
    </w:r>
  </w:p>
  <w:p w14:paraId="5D407CB9" w14:textId="69460557" w:rsidR="000C6FC4" w:rsidRDefault="000C6FC4" w:rsidP="000C6FC4">
    <w:pPr>
      <w:pStyle w:val="Fuzeile"/>
    </w:pPr>
    <w:r>
      <w:rPr>
        <w:rFonts w:cs="Arial"/>
        <w:b/>
      </w:rPr>
      <w:t xml:space="preserve">Pagina </w:t>
    </w:r>
    <w:r>
      <w:rPr>
        <w:rFonts w:cs="Arial"/>
        <w:b/>
      </w:rPr>
      <w:fldChar w:fldCharType="begin"/>
    </w:r>
    <w:r>
      <w:rPr>
        <w:rFonts w:cs="Arial"/>
        <w:b/>
      </w:rPr>
      <w:instrText xml:space="preserve"> PAGE \* MERGEFORMAT </w:instrText>
    </w:r>
    <w:r>
      <w:rPr>
        <w:rFonts w:cs="Arial"/>
        <w:b/>
      </w:rPr>
      <w:fldChar w:fldCharType="separate"/>
    </w:r>
    <w:r w:rsidR="00231127">
      <w:rPr>
        <w:rFonts w:cs="Arial"/>
        <w:b/>
        <w:noProof/>
      </w:rPr>
      <w:t>1</w:t>
    </w:r>
    <w:r>
      <w:rPr>
        <w:rFonts w:cs="Arial"/>
        <w:b/>
      </w:rPr>
      <w:fldChar w:fldCharType="end"/>
    </w:r>
    <w:r>
      <w:rPr>
        <w:rFonts w:cs="Arial"/>
      </w:rPr>
      <w:t xml:space="preserve"> (di </w:t>
    </w:r>
    <w:r>
      <w:rPr>
        <w:rFonts w:cs="Arial"/>
      </w:rPr>
      <w:fldChar w:fldCharType="begin"/>
    </w:r>
    <w:r>
      <w:rPr>
        <w:rFonts w:cs="Arial"/>
      </w:rPr>
      <w:instrText xml:space="preserve"> NUMPAGES  \* MERGEFORMAT </w:instrText>
    </w:r>
    <w:r>
      <w:rPr>
        <w:rFonts w:cs="Arial"/>
      </w:rPr>
      <w:fldChar w:fldCharType="separate"/>
    </w:r>
    <w:r w:rsidR="00231127">
      <w:rPr>
        <w:rFonts w:cs="Arial"/>
        <w:noProof/>
      </w:rPr>
      <w:t>5</w:t>
    </w:r>
    <w:r>
      <w:rPr>
        <w:rFonts w:cs="Arial"/>
      </w:rPr>
      <w:fldChar w:fldCharType="end"/>
    </w:r>
    <w:r>
      <w:rPr>
        <w:rFonts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BF218" w14:textId="77777777" w:rsidR="002656B3" w:rsidRDefault="002656B3">
      <w:r>
        <w:separator/>
      </w:r>
    </w:p>
    <w:p w14:paraId="2E935AE9" w14:textId="77777777" w:rsidR="002656B3" w:rsidRDefault="002656B3"/>
  </w:footnote>
  <w:footnote w:type="continuationSeparator" w:id="0">
    <w:p w14:paraId="1281B28F" w14:textId="77777777" w:rsidR="002656B3" w:rsidRDefault="002656B3">
      <w:r>
        <w:continuationSeparator/>
      </w:r>
    </w:p>
    <w:p w14:paraId="14ABDDEF" w14:textId="77777777" w:rsidR="002656B3" w:rsidRDefault="002656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1B5A8" w14:textId="0A214912" w:rsidR="005F78C1" w:rsidRDefault="005F78C1" w:rsidP="00151E16">
    <w:pPr>
      <w:pStyle w:val="Kopfzeile"/>
      <w:tabs>
        <w:tab w:val="left" w:pos="1260"/>
      </w:tabs>
      <w:jc w:val="right"/>
      <w:rPr>
        <w:rFonts w:cs="Arial"/>
        <w:sz w:val="18"/>
        <w:szCs w:val="18"/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510" w:type="dxa"/>
      <w:tblLayout w:type="fixed"/>
      <w:tblLook w:val="01E0" w:firstRow="1" w:lastRow="1" w:firstColumn="1" w:lastColumn="1" w:noHBand="0" w:noVBand="0"/>
    </w:tblPr>
    <w:tblGrid>
      <w:gridCol w:w="4854"/>
      <w:gridCol w:w="4880"/>
    </w:tblGrid>
    <w:tr w:rsidR="002D3A20" w:rsidRPr="009B42AC" w14:paraId="3D069DF4" w14:textId="77777777" w:rsidTr="00641B73">
      <w:trPr>
        <w:cantSplit/>
        <w:trHeight w:hRule="exact" w:val="1163"/>
      </w:trPr>
      <w:tc>
        <w:tcPr>
          <w:tcW w:w="4854" w:type="dxa"/>
          <w:hideMark/>
        </w:tcPr>
        <w:p w14:paraId="5A331427" w14:textId="77777777" w:rsidR="002D3A20" w:rsidRDefault="002D3A20" w:rsidP="002D3A20">
          <w:pPr>
            <w:rPr>
              <w:sz w:val="22"/>
              <w:szCs w:val="24"/>
            </w:rPr>
          </w:pPr>
          <w:bookmarkStart w:id="4" w:name="_Hlk200461175"/>
          <w:r>
            <w:rPr>
              <w:noProof/>
              <w:szCs w:val="24"/>
              <w:lang w:eastAsia="de-CH"/>
            </w:rPr>
            <w:drawing>
              <wp:anchor distT="0" distB="0" distL="114300" distR="114300" simplePos="0" relativeHeight="251659264" behindDoc="0" locked="1" layoutInCell="1" allowOverlap="1" wp14:anchorId="41E66A30" wp14:editId="3F849764">
                <wp:simplePos x="0" y="0"/>
                <wp:positionH relativeFrom="column">
                  <wp:posOffset>-53975</wp:posOffset>
                </wp:positionH>
                <wp:positionV relativeFrom="paragraph">
                  <wp:posOffset>6350</wp:posOffset>
                </wp:positionV>
                <wp:extent cx="1969770" cy="491490"/>
                <wp:effectExtent l="0" t="0" r="0" b="0"/>
                <wp:wrapNone/>
                <wp:docPr id="71775727" name="LogoSW" descr="Bundeslogo_sw_pos_600" hidden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SW" descr="Bundeslogo_sw_pos_6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69770" cy="491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szCs w:val="24"/>
              <w:lang w:eastAsia="de-CH"/>
            </w:rPr>
            <mc:AlternateContent>
              <mc:Choice Requires="wpg">
                <w:drawing>
                  <wp:anchor distT="0" distB="0" distL="114300" distR="114300" simplePos="0" relativeHeight="251660288" behindDoc="0" locked="1" layoutInCell="1" allowOverlap="1" wp14:anchorId="5CB0BD01" wp14:editId="034FBBDD">
                    <wp:simplePos x="0" y="0"/>
                    <wp:positionH relativeFrom="column">
                      <wp:posOffset>-53975</wp:posOffset>
                    </wp:positionH>
                    <wp:positionV relativeFrom="page">
                      <wp:posOffset>6985</wp:posOffset>
                    </wp:positionV>
                    <wp:extent cx="1979930" cy="492125"/>
                    <wp:effectExtent l="3175" t="0" r="0" b="5715"/>
                    <wp:wrapNone/>
                    <wp:docPr id="1038771266" name="LogoCol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1979930" cy="492125"/>
                              <a:chOff x="1411" y="9286"/>
                              <a:chExt cx="9056" cy="2250"/>
                            </a:xfrm>
                          </wpg:grpSpPr>
                          <pic:pic xmlns:pic="http://schemas.openxmlformats.org/drawingml/2006/picture">
                            <pic:nvPicPr>
                              <pic:cNvPr id="2078891379" name="Picture 5" descr="Bundeslogo_sw_pos_60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17969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027" y="9286"/>
                                <a:ext cx="7440" cy="225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494329799" name="Picture 6" descr="Bundeslogo_RGB_pos_600 neu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8203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411" y="9286"/>
                                <a:ext cx="1620" cy="225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D22CCBD" id="LogoCol" o:spid="_x0000_s1026" style="position:absolute;margin-left:-4.25pt;margin-top:.55pt;width:155.9pt;height:38.75pt;z-index:251660288;mso-position-vertical-relative:page" coordorigin="1411,9286" coordsize="9056,22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">
                    <o:lock v:ext="edit" aspectratio="t"/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" o:spid="_x0000_s1027" type="#_x0000_t75" alt="Bundeslogo_sw_pos_600" style="position:absolute;left:3027;top:9286;width:7440;height:2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">
                      <v:imagedata r:id="rId3" o:title="Bundeslogo_sw_pos_600" cropleft="11776f"/>
                    </v:shape>
                    <v:shape id="Picture 6" o:spid="_x0000_s1028" type="#_x0000_t75" alt="Bundeslogo_RGB_pos_600 neu" style="position:absolute;left:1411;top:9286;width:1620;height:2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">
                      <v:imagedata r:id="rId4" o:title="Bundeslogo_RGB_pos_600 neu" cropright="53762f"/>
                    </v:shape>
                    <w10:wrap anchory="page"/>
                    <w10:anchorlock/>
                  </v:group>
                </w:pict>
              </mc:Fallback>
            </mc:AlternateContent>
          </w:r>
        </w:p>
      </w:tc>
      <w:tc>
        <w:tcPr>
          <w:tcW w:w="4880" w:type="dxa"/>
        </w:tcPr>
        <w:p w14:paraId="7498F1BC" w14:textId="77777777" w:rsidR="002D3A20" w:rsidRPr="00506105" w:rsidRDefault="002D3A20" w:rsidP="002D3A20">
          <w:pPr>
            <w:pStyle w:val="zzKopfDept"/>
            <w:rPr>
              <w:rFonts w:cs="Arial"/>
              <w:szCs w:val="15"/>
            </w:rPr>
          </w:pPr>
          <w:r w:rsidRPr="00506105">
            <w:rPr>
              <w:rFonts w:cs="Arial"/>
              <w:szCs w:val="15"/>
            </w:rPr>
            <w:t xml:space="preserve">Dipartimento federale dell’economia, </w:t>
          </w:r>
          <w:r w:rsidRPr="00506105">
            <w:rPr>
              <w:rFonts w:cs="Arial"/>
              <w:szCs w:val="15"/>
            </w:rPr>
            <w:br/>
            <w:t>della formazione e della ricerca DEFR</w:t>
          </w:r>
        </w:p>
        <w:p w14:paraId="2A7EA3C6" w14:textId="77777777" w:rsidR="002D3A20" w:rsidRPr="003E412C" w:rsidRDefault="002D3A20" w:rsidP="002D3A20">
          <w:pPr>
            <w:pStyle w:val="zzKopfFett"/>
          </w:pPr>
          <w:r w:rsidRPr="00506105">
            <w:rPr>
              <w:rFonts w:cs="Arial"/>
              <w:szCs w:val="15"/>
            </w:rPr>
            <w:t>Segreteria di Stato per la formazione,</w:t>
          </w:r>
          <w:r w:rsidRPr="00506105">
            <w:rPr>
              <w:rFonts w:cs="Arial"/>
              <w:szCs w:val="15"/>
            </w:rPr>
            <w:br/>
            <w:t>la ricerca e l’innovazione SEFRI</w:t>
          </w:r>
        </w:p>
        <w:p w14:paraId="575D9AC0" w14:textId="77777777" w:rsidR="002D3A20" w:rsidRPr="003E412C" w:rsidRDefault="002D3A20" w:rsidP="002D3A20">
          <w:pPr>
            <w:jc w:val="center"/>
            <w:rPr>
              <w:lang w:val="it-CH" w:eastAsia="de-CH"/>
            </w:rPr>
          </w:pPr>
        </w:p>
      </w:tc>
    </w:tr>
    <w:bookmarkEnd w:id="4"/>
  </w:tbl>
  <w:p w14:paraId="61308BEF" w14:textId="77777777" w:rsidR="005A264B" w:rsidRPr="00D05988" w:rsidRDefault="005A264B">
    <w:pPr>
      <w:pStyle w:val="Kopfzeile"/>
      <w:rPr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B4E276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3885BD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6C556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99C9FAE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0C09E32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BC6C812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0EECE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EA6F70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80C1F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656C0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D2864"/>
    <w:multiLevelType w:val="hybridMultilevel"/>
    <w:tmpl w:val="8AE887F6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D4410A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EE4539"/>
    <w:multiLevelType w:val="hybridMultilevel"/>
    <w:tmpl w:val="7822427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C4779B1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1136E5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774B3A"/>
    <w:multiLevelType w:val="hybridMultilevel"/>
    <w:tmpl w:val="564AA5B8"/>
    <w:lvl w:ilvl="0" w:tplc="08070017">
      <w:start w:val="1"/>
      <w:numFmt w:val="lowerLetter"/>
      <w:lvlText w:val="%1)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C27018"/>
    <w:multiLevelType w:val="hybridMultilevel"/>
    <w:tmpl w:val="8C6A64F6"/>
    <w:lvl w:ilvl="0" w:tplc="08070017">
      <w:start w:val="1"/>
      <w:numFmt w:val="lowerLetter"/>
      <w:lvlText w:val="%1)"/>
      <w:lvlJc w:val="left"/>
      <w:pPr>
        <w:ind w:left="814" w:hanging="360"/>
      </w:pPr>
    </w:lvl>
    <w:lvl w:ilvl="1" w:tplc="08070019">
      <w:start w:val="1"/>
      <w:numFmt w:val="lowerLetter"/>
      <w:lvlText w:val="%2."/>
      <w:lvlJc w:val="left"/>
      <w:pPr>
        <w:ind w:left="1534" w:hanging="360"/>
      </w:pPr>
    </w:lvl>
    <w:lvl w:ilvl="2" w:tplc="0807001B" w:tentative="1">
      <w:start w:val="1"/>
      <w:numFmt w:val="lowerRoman"/>
      <w:lvlText w:val="%3."/>
      <w:lvlJc w:val="right"/>
      <w:pPr>
        <w:ind w:left="2254" w:hanging="180"/>
      </w:pPr>
    </w:lvl>
    <w:lvl w:ilvl="3" w:tplc="0807000F" w:tentative="1">
      <w:start w:val="1"/>
      <w:numFmt w:val="decimal"/>
      <w:lvlText w:val="%4."/>
      <w:lvlJc w:val="left"/>
      <w:pPr>
        <w:ind w:left="2974" w:hanging="360"/>
      </w:pPr>
    </w:lvl>
    <w:lvl w:ilvl="4" w:tplc="08070019" w:tentative="1">
      <w:start w:val="1"/>
      <w:numFmt w:val="lowerLetter"/>
      <w:lvlText w:val="%5."/>
      <w:lvlJc w:val="left"/>
      <w:pPr>
        <w:ind w:left="3694" w:hanging="360"/>
      </w:pPr>
    </w:lvl>
    <w:lvl w:ilvl="5" w:tplc="0807001B" w:tentative="1">
      <w:start w:val="1"/>
      <w:numFmt w:val="lowerRoman"/>
      <w:lvlText w:val="%6."/>
      <w:lvlJc w:val="right"/>
      <w:pPr>
        <w:ind w:left="4414" w:hanging="180"/>
      </w:pPr>
    </w:lvl>
    <w:lvl w:ilvl="6" w:tplc="0807000F" w:tentative="1">
      <w:start w:val="1"/>
      <w:numFmt w:val="decimal"/>
      <w:lvlText w:val="%7."/>
      <w:lvlJc w:val="left"/>
      <w:pPr>
        <w:ind w:left="5134" w:hanging="360"/>
      </w:pPr>
    </w:lvl>
    <w:lvl w:ilvl="7" w:tplc="08070019" w:tentative="1">
      <w:start w:val="1"/>
      <w:numFmt w:val="lowerLetter"/>
      <w:lvlText w:val="%8."/>
      <w:lvlJc w:val="left"/>
      <w:pPr>
        <w:ind w:left="5854" w:hanging="360"/>
      </w:pPr>
    </w:lvl>
    <w:lvl w:ilvl="8" w:tplc="0807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7" w15:restartNumberingAfterBreak="0">
    <w:nsid w:val="41312400"/>
    <w:multiLevelType w:val="hybridMultilevel"/>
    <w:tmpl w:val="7AB6F480"/>
    <w:lvl w:ilvl="0" w:tplc="58727BB0">
      <w:start w:val="1"/>
      <w:numFmt w:val="lowerLetter"/>
      <w:lvlText w:val="%1)"/>
      <w:lvlJc w:val="left"/>
      <w:pPr>
        <w:ind w:left="814" w:hanging="360"/>
      </w:pPr>
    </w:lvl>
    <w:lvl w:ilvl="1" w:tplc="08070019" w:tentative="1">
      <w:start w:val="1"/>
      <w:numFmt w:val="lowerLetter"/>
      <w:lvlText w:val="%2."/>
      <w:lvlJc w:val="left"/>
      <w:pPr>
        <w:ind w:left="1534" w:hanging="360"/>
      </w:pPr>
    </w:lvl>
    <w:lvl w:ilvl="2" w:tplc="0807001B" w:tentative="1">
      <w:start w:val="1"/>
      <w:numFmt w:val="lowerRoman"/>
      <w:lvlText w:val="%3."/>
      <w:lvlJc w:val="right"/>
      <w:pPr>
        <w:ind w:left="2254" w:hanging="180"/>
      </w:pPr>
    </w:lvl>
    <w:lvl w:ilvl="3" w:tplc="0807000F" w:tentative="1">
      <w:start w:val="1"/>
      <w:numFmt w:val="decimal"/>
      <w:lvlText w:val="%4."/>
      <w:lvlJc w:val="left"/>
      <w:pPr>
        <w:ind w:left="2974" w:hanging="360"/>
      </w:pPr>
    </w:lvl>
    <w:lvl w:ilvl="4" w:tplc="08070019" w:tentative="1">
      <w:start w:val="1"/>
      <w:numFmt w:val="lowerLetter"/>
      <w:lvlText w:val="%5."/>
      <w:lvlJc w:val="left"/>
      <w:pPr>
        <w:ind w:left="3694" w:hanging="360"/>
      </w:pPr>
    </w:lvl>
    <w:lvl w:ilvl="5" w:tplc="0807001B" w:tentative="1">
      <w:start w:val="1"/>
      <w:numFmt w:val="lowerRoman"/>
      <w:lvlText w:val="%6."/>
      <w:lvlJc w:val="right"/>
      <w:pPr>
        <w:ind w:left="4414" w:hanging="180"/>
      </w:pPr>
    </w:lvl>
    <w:lvl w:ilvl="6" w:tplc="0807000F" w:tentative="1">
      <w:start w:val="1"/>
      <w:numFmt w:val="decimal"/>
      <w:lvlText w:val="%7."/>
      <w:lvlJc w:val="left"/>
      <w:pPr>
        <w:ind w:left="5134" w:hanging="360"/>
      </w:pPr>
    </w:lvl>
    <w:lvl w:ilvl="7" w:tplc="08070019" w:tentative="1">
      <w:start w:val="1"/>
      <w:numFmt w:val="lowerLetter"/>
      <w:lvlText w:val="%8."/>
      <w:lvlJc w:val="left"/>
      <w:pPr>
        <w:ind w:left="5854" w:hanging="360"/>
      </w:pPr>
    </w:lvl>
    <w:lvl w:ilvl="8" w:tplc="0807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8" w15:restartNumberingAfterBreak="0">
    <w:nsid w:val="423B1D9D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9B5C8B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9D49DD"/>
    <w:multiLevelType w:val="hybridMultilevel"/>
    <w:tmpl w:val="7822427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0D260AC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B3BD5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FE60F3"/>
    <w:multiLevelType w:val="hybridMultilevel"/>
    <w:tmpl w:val="C19AEB8C"/>
    <w:lvl w:ilvl="0" w:tplc="C494FFE0">
      <w:start w:val="5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DF08A8"/>
    <w:multiLevelType w:val="hybridMultilevel"/>
    <w:tmpl w:val="8886E3B0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5A5BB9"/>
    <w:multiLevelType w:val="hybridMultilevel"/>
    <w:tmpl w:val="E2F672A2"/>
    <w:lvl w:ilvl="0" w:tplc="36A00262">
      <w:start w:val="1"/>
      <w:numFmt w:val="decimal"/>
      <w:pStyle w:val="AufzhlungNummerierung"/>
      <w:lvlText w:val="%1."/>
      <w:lvlJc w:val="left"/>
      <w:pPr>
        <w:tabs>
          <w:tab w:val="num" w:pos="757"/>
        </w:tabs>
        <w:ind w:left="720" w:hanging="323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0407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sz w:val="22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3A6E85"/>
    <w:multiLevelType w:val="hybridMultilevel"/>
    <w:tmpl w:val="61628708"/>
    <w:lvl w:ilvl="0" w:tplc="08070013">
      <w:start w:val="1"/>
      <w:numFmt w:val="upperRoman"/>
      <w:lvlText w:val="%1."/>
      <w:lvlJc w:val="righ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FE4E14"/>
    <w:multiLevelType w:val="hybridMultilevel"/>
    <w:tmpl w:val="8AE887F6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AD00C6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8C0C6F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5D5D32"/>
    <w:multiLevelType w:val="hybridMultilevel"/>
    <w:tmpl w:val="4EEC4B5E"/>
    <w:lvl w:ilvl="0" w:tplc="A642A5D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4EB3569"/>
    <w:multiLevelType w:val="hybridMultilevel"/>
    <w:tmpl w:val="7822427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BC6EDA"/>
    <w:multiLevelType w:val="hybridMultilevel"/>
    <w:tmpl w:val="8C6A64F6"/>
    <w:lvl w:ilvl="0" w:tplc="08070017">
      <w:start w:val="1"/>
      <w:numFmt w:val="lowerLetter"/>
      <w:lvlText w:val="%1)"/>
      <w:lvlJc w:val="left"/>
      <w:pPr>
        <w:ind w:left="1069" w:hanging="360"/>
      </w:pPr>
    </w:lvl>
    <w:lvl w:ilvl="1" w:tplc="08070019">
      <w:start w:val="1"/>
      <w:numFmt w:val="lowerLetter"/>
      <w:lvlText w:val="%2."/>
      <w:lvlJc w:val="left"/>
      <w:pPr>
        <w:ind w:left="1789" w:hanging="360"/>
      </w:pPr>
    </w:lvl>
    <w:lvl w:ilvl="2" w:tplc="0807001B" w:tentative="1">
      <w:start w:val="1"/>
      <w:numFmt w:val="lowerRoman"/>
      <w:lvlText w:val="%3."/>
      <w:lvlJc w:val="right"/>
      <w:pPr>
        <w:ind w:left="2509" w:hanging="180"/>
      </w:pPr>
    </w:lvl>
    <w:lvl w:ilvl="3" w:tplc="0807000F" w:tentative="1">
      <w:start w:val="1"/>
      <w:numFmt w:val="decimal"/>
      <w:lvlText w:val="%4."/>
      <w:lvlJc w:val="left"/>
      <w:pPr>
        <w:ind w:left="3229" w:hanging="360"/>
      </w:pPr>
    </w:lvl>
    <w:lvl w:ilvl="4" w:tplc="08070019" w:tentative="1">
      <w:start w:val="1"/>
      <w:numFmt w:val="lowerLetter"/>
      <w:lvlText w:val="%5."/>
      <w:lvlJc w:val="left"/>
      <w:pPr>
        <w:ind w:left="3949" w:hanging="360"/>
      </w:pPr>
    </w:lvl>
    <w:lvl w:ilvl="5" w:tplc="0807001B" w:tentative="1">
      <w:start w:val="1"/>
      <w:numFmt w:val="lowerRoman"/>
      <w:lvlText w:val="%6."/>
      <w:lvlJc w:val="right"/>
      <w:pPr>
        <w:ind w:left="4669" w:hanging="180"/>
      </w:pPr>
    </w:lvl>
    <w:lvl w:ilvl="6" w:tplc="0807000F" w:tentative="1">
      <w:start w:val="1"/>
      <w:numFmt w:val="decimal"/>
      <w:lvlText w:val="%7."/>
      <w:lvlJc w:val="left"/>
      <w:pPr>
        <w:ind w:left="5389" w:hanging="360"/>
      </w:pPr>
    </w:lvl>
    <w:lvl w:ilvl="7" w:tplc="08070019" w:tentative="1">
      <w:start w:val="1"/>
      <w:numFmt w:val="lowerLetter"/>
      <w:lvlText w:val="%8."/>
      <w:lvlJc w:val="left"/>
      <w:pPr>
        <w:ind w:left="6109" w:hanging="360"/>
      </w:pPr>
    </w:lvl>
    <w:lvl w:ilvl="8" w:tplc="08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763598F"/>
    <w:multiLevelType w:val="hybridMultilevel"/>
    <w:tmpl w:val="FBCC47A6"/>
    <w:lvl w:ilvl="0" w:tplc="0807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 w15:restartNumberingAfterBreak="0">
    <w:nsid w:val="785645EB"/>
    <w:multiLevelType w:val="hybridMultilevel"/>
    <w:tmpl w:val="F646649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8A52B3F"/>
    <w:multiLevelType w:val="hybridMultilevel"/>
    <w:tmpl w:val="10DAD48E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FCC79F4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488305">
    <w:abstractNumId w:val="9"/>
  </w:num>
  <w:num w:numId="2" w16cid:durableId="102187643">
    <w:abstractNumId w:val="7"/>
  </w:num>
  <w:num w:numId="3" w16cid:durableId="708069679">
    <w:abstractNumId w:val="6"/>
  </w:num>
  <w:num w:numId="4" w16cid:durableId="1322660518">
    <w:abstractNumId w:val="5"/>
  </w:num>
  <w:num w:numId="5" w16cid:durableId="1990013153">
    <w:abstractNumId w:val="4"/>
  </w:num>
  <w:num w:numId="6" w16cid:durableId="950821819">
    <w:abstractNumId w:val="8"/>
  </w:num>
  <w:num w:numId="7" w16cid:durableId="712268997">
    <w:abstractNumId w:val="3"/>
  </w:num>
  <w:num w:numId="8" w16cid:durableId="143552701">
    <w:abstractNumId w:val="2"/>
  </w:num>
  <w:num w:numId="9" w16cid:durableId="1487237303">
    <w:abstractNumId w:val="1"/>
  </w:num>
  <w:num w:numId="10" w16cid:durableId="936642208">
    <w:abstractNumId w:val="0"/>
  </w:num>
  <w:num w:numId="11" w16cid:durableId="1806242255">
    <w:abstractNumId w:val="25"/>
  </w:num>
  <w:num w:numId="12" w16cid:durableId="1016466104">
    <w:abstractNumId w:val="15"/>
  </w:num>
  <w:num w:numId="13" w16cid:durableId="1727951530">
    <w:abstractNumId w:val="10"/>
  </w:num>
  <w:num w:numId="14" w16cid:durableId="211354020">
    <w:abstractNumId w:val="24"/>
  </w:num>
  <w:num w:numId="15" w16cid:durableId="783354271">
    <w:abstractNumId w:val="31"/>
  </w:num>
  <w:num w:numId="16" w16cid:durableId="1038552832">
    <w:abstractNumId w:val="28"/>
  </w:num>
  <w:num w:numId="17" w16cid:durableId="1258101960">
    <w:abstractNumId w:val="11"/>
  </w:num>
  <w:num w:numId="18" w16cid:durableId="1270695999">
    <w:abstractNumId w:val="36"/>
  </w:num>
  <w:num w:numId="19" w16cid:durableId="1126310225">
    <w:abstractNumId w:val="12"/>
  </w:num>
  <w:num w:numId="20" w16cid:durableId="31274745">
    <w:abstractNumId w:val="29"/>
  </w:num>
  <w:num w:numId="21" w16cid:durableId="1045911932">
    <w:abstractNumId w:val="18"/>
  </w:num>
  <w:num w:numId="22" w16cid:durableId="1161967469">
    <w:abstractNumId w:val="19"/>
  </w:num>
  <w:num w:numId="23" w16cid:durableId="951976678">
    <w:abstractNumId w:val="20"/>
  </w:num>
  <w:num w:numId="24" w16cid:durableId="1085423953">
    <w:abstractNumId w:val="22"/>
  </w:num>
  <w:num w:numId="25" w16cid:durableId="1093357274">
    <w:abstractNumId w:val="14"/>
  </w:num>
  <w:num w:numId="26" w16cid:durableId="677779112">
    <w:abstractNumId w:val="13"/>
  </w:num>
  <w:num w:numId="27" w16cid:durableId="592277802">
    <w:abstractNumId w:val="21"/>
  </w:num>
  <w:num w:numId="28" w16cid:durableId="1720201072">
    <w:abstractNumId w:val="35"/>
  </w:num>
  <w:num w:numId="29" w16cid:durableId="2056272695">
    <w:abstractNumId w:val="27"/>
  </w:num>
  <w:num w:numId="30" w16cid:durableId="1520436481">
    <w:abstractNumId w:val="26"/>
  </w:num>
  <w:num w:numId="31" w16cid:durableId="1184320047">
    <w:abstractNumId w:val="16"/>
  </w:num>
  <w:num w:numId="32" w16cid:durableId="1888106943">
    <w:abstractNumId w:val="34"/>
  </w:num>
  <w:num w:numId="33" w16cid:durableId="173034144">
    <w:abstractNumId w:val="17"/>
  </w:num>
  <w:num w:numId="34" w16cid:durableId="323582714">
    <w:abstractNumId w:val="30"/>
  </w:num>
  <w:num w:numId="35" w16cid:durableId="1747993355">
    <w:abstractNumId w:val="33"/>
  </w:num>
  <w:num w:numId="36" w16cid:durableId="664474072">
    <w:abstractNumId w:val="32"/>
  </w:num>
  <w:num w:numId="37" w16cid:durableId="380911234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proofState w:spelling="clean" w:grammar="clean"/>
  <w:attachedTemplate r:id="rId1"/>
  <w:doNotTrackFormatting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268"/>
    <w:rsid w:val="00007EA0"/>
    <w:rsid w:val="0001569B"/>
    <w:rsid w:val="00024123"/>
    <w:rsid w:val="00030805"/>
    <w:rsid w:val="0003362C"/>
    <w:rsid w:val="0004138B"/>
    <w:rsid w:val="0005079C"/>
    <w:rsid w:val="00060361"/>
    <w:rsid w:val="00062400"/>
    <w:rsid w:val="00063E21"/>
    <w:rsid w:val="000665F3"/>
    <w:rsid w:val="0006777D"/>
    <w:rsid w:val="00084F6D"/>
    <w:rsid w:val="00085F5F"/>
    <w:rsid w:val="00092D59"/>
    <w:rsid w:val="000958F9"/>
    <w:rsid w:val="00097D74"/>
    <w:rsid w:val="000A52F4"/>
    <w:rsid w:val="000B703F"/>
    <w:rsid w:val="000C255F"/>
    <w:rsid w:val="000C27FA"/>
    <w:rsid w:val="000C6FC4"/>
    <w:rsid w:val="000E2C13"/>
    <w:rsid w:val="000E326D"/>
    <w:rsid w:val="000E63FF"/>
    <w:rsid w:val="000F2F4D"/>
    <w:rsid w:val="000F59B6"/>
    <w:rsid w:val="000F696F"/>
    <w:rsid w:val="000F73FB"/>
    <w:rsid w:val="00103A3A"/>
    <w:rsid w:val="001046F7"/>
    <w:rsid w:val="00104A6F"/>
    <w:rsid w:val="00105409"/>
    <w:rsid w:val="00106148"/>
    <w:rsid w:val="001279E3"/>
    <w:rsid w:val="0013525D"/>
    <w:rsid w:val="00143A7F"/>
    <w:rsid w:val="00151E16"/>
    <w:rsid w:val="00154659"/>
    <w:rsid w:val="0015539F"/>
    <w:rsid w:val="00177A97"/>
    <w:rsid w:val="00185DB3"/>
    <w:rsid w:val="001968DF"/>
    <w:rsid w:val="001A57B4"/>
    <w:rsid w:val="001B569B"/>
    <w:rsid w:val="001B6B15"/>
    <w:rsid w:val="001D0A89"/>
    <w:rsid w:val="001D1FF6"/>
    <w:rsid w:val="001D6D35"/>
    <w:rsid w:val="001E2519"/>
    <w:rsid w:val="001E50FB"/>
    <w:rsid w:val="001F027F"/>
    <w:rsid w:val="00205249"/>
    <w:rsid w:val="00211541"/>
    <w:rsid w:val="00214AA5"/>
    <w:rsid w:val="0021580C"/>
    <w:rsid w:val="00215A77"/>
    <w:rsid w:val="00225556"/>
    <w:rsid w:val="00230248"/>
    <w:rsid w:val="00231127"/>
    <w:rsid w:val="0023737B"/>
    <w:rsid w:val="00243B02"/>
    <w:rsid w:val="00257B71"/>
    <w:rsid w:val="002609E1"/>
    <w:rsid w:val="00264D0B"/>
    <w:rsid w:val="002656B3"/>
    <w:rsid w:val="002719E8"/>
    <w:rsid w:val="00275704"/>
    <w:rsid w:val="00281888"/>
    <w:rsid w:val="00281902"/>
    <w:rsid w:val="00284A6C"/>
    <w:rsid w:val="002A2E6D"/>
    <w:rsid w:val="002A5D4F"/>
    <w:rsid w:val="002B1C13"/>
    <w:rsid w:val="002B2977"/>
    <w:rsid w:val="002B7AED"/>
    <w:rsid w:val="002D3A20"/>
    <w:rsid w:val="002D7246"/>
    <w:rsid w:val="002E08C7"/>
    <w:rsid w:val="002E5E81"/>
    <w:rsid w:val="002E62CE"/>
    <w:rsid w:val="002F026F"/>
    <w:rsid w:val="002F60FC"/>
    <w:rsid w:val="002F63E9"/>
    <w:rsid w:val="00306F67"/>
    <w:rsid w:val="003075C5"/>
    <w:rsid w:val="00315D36"/>
    <w:rsid w:val="0032501E"/>
    <w:rsid w:val="00336FD1"/>
    <w:rsid w:val="00346B92"/>
    <w:rsid w:val="003562FD"/>
    <w:rsid w:val="00362D78"/>
    <w:rsid w:val="00376D31"/>
    <w:rsid w:val="00382071"/>
    <w:rsid w:val="00382624"/>
    <w:rsid w:val="00382FE5"/>
    <w:rsid w:val="003901B8"/>
    <w:rsid w:val="00393B84"/>
    <w:rsid w:val="003A4FD2"/>
    <w:rsid w:val="003B171F"/>
    <w:rsid w:val="003B49E5"/>
    <w:rsid w:val="003B6E3A"/>
    <w:rsid w:val="003C73AD"/>
    <w:rsid w:val="003E0F5F"/>
    <w:rsid w:val="003E1296"/>
    <w:rsid w:val="003E145F"/>
    <w:rsid w:val="003F44A1"/>
    <w:rsid w:val="00400CA0"/>
    <w:rsid w:val="004066FA"/>
    <w:rsid w:val="004131D5"/>
    <w:rsid w:val="004148BF"/>
    <w:rsid w:val="00425CED"/>
    <w:rsid w:val="00427938"/>
    <w:rsid w:val="0043124D"/>
    <w:rsid w:val="004328DE"/>
    <w:rsid w:val="00434BD7"/>
    <w:rsid w:val="00470F49"/>
    <w:rsid w:val="004712D0"/>
    <w:rsid w:val="00477E53"/>
    <w:rsid w:val="00482663"/>
    <w:rsid w:val="00495693"/>
    <w:rsid w:val="00496F4F"/>
    <w:rsid w:val="004A0002"/>
    <w:rsid w:val="004A07CC"/>
    <w:rsid w:val="004A0CA6"/>
    <w:rsid w:val="004B7310"/>
    <w:rsid w:val="004C03B3"/>
    <w:rsid w:val="004C6982"/>
    <w:rsid w:val="004D312F"/>
    <w:rsid w:val="004D51D8"/>
    <w:rsid w:val="004D7FDE"/>
    <w:rsid w:val="004E033A"/>
    <w:rsid w:val="004E7A30"/>
    <w:rsid w:val="004F1745"/>
    <w:rsid w:val="004F3EC2"/>
    <w:rsid w:val="004F6786"/>
    <w:rsid w:val="0050517C"/>
    <w:rsid w:val="00506F66"/>
    <w:rsid w:val="00514357"/>
    <w:rsid w:val="005150AF"/>
    <w:rsid w:val="005201BE"/>
    <w:rsid w:val="00520E54"/>
    <w:rsid w:val="00522200"/>
    <w:rsid w:val="00524B6A"/>
    <w:rsid w:val="00525366"/>
    <w:rsid w:val="00532B4A"/>
    <w:rsid w:val="0054169E"/>
    <w:rsid w:val="00550C79"/>
    <w:rsid w:val="00551E0A"/>
    <w:rsid w:val="00561F4E"/>
    <w:rsid w:val="00565DC1"/>
    <w:rsid w:val="00570794"/>
    <w:rsid w:val="00572744"/>
    <w:rsid w:val="00577B5A"/>
    <w:rsid w:val="005800BF"/>
    <w:rsid w:val="0058395A"/>
    <w:rsid w:val="00584970"/>
    <w:rsid w:val="00586CCD"/>
    <w:rsid w:val="00587CEC"/>
    <w:rsid w:val="005936F2"/>
    <w:rsid w:val="00596A8D"/>
    <w:rsid w:val="005A264B"/>
    <w:rsid w:val="005A2EEA"/>
    <w:rsid w:val="005A49DA"/>
    <w:rsid w:val="005B598D"/>
    <w:rsid w:val="005B61AA"/>
    <w:rsid w:val="005B7A0F"/>
    <w:rsid w:val="005C2E18"/>
    <w:rsid w:val="005D0556"/>
    <w:rsid w:val="005D0962"/>
    <w:rsid w:val="005E3E4D"/>
    <w:rsid w:val="005F2EDA"/>
    <w:rsid w:val="005F5B43"/>
    <w:rsid w:val="005F78C1"/>
    <w:rsid w:val="006039F2"/>
    <w:rsid w:val="0061090F"/>
    <w:rsid w:val="00613376"/>
    <w:rsid w:val="006158D7"/>
    <w:rsid w:val="00616911"/>
    <w:rsid w:val="0062217F"/>
    <w:rsid w:val="006221E8"/>
    <w:rsid w:val="00624C0D"/>
    <w:rsid w:val="00625D50"/>
    <w:rsid w:val="006510B6"/>
    <w:rsid w:val="00666D8E"/>
    <w:rsid w:val="006721DB"/>
    <w:rsid w:val="00672D6E"/>
    <w:rsid w:val="0068081E"/>
    <w:rsid w:val="00682382"/>
    <w:rsid w:val="00695F65"/>
    <w:rsid w:val="00696192"/>
    <w:rsid w:val="006978CA"/>
    <w:rsid w:val="006A0259"/>
    <w:rsid w:val="006A1218"/>
    <w:rsid w:val="006A2ACC"/>
    <w:rsid w:val="006B6FE5"/>
    <w:rsid w:val="006B7A01"/>
    <w:rsid w:val="006C4D82"/>
    <w:rsid w:val="006D0690"/>
    <w:rsid w:val="006D5260"/>
    <w:rsid w:val="006E12EB"/>
    <w:rsid w:val="006F0549"/>
    <w:rsid w:val="006F281D"/>
    <w:rsid w:val="006F472D"/>
    <w:rsid w:val="00703FA9"/>
    <w:rsid w:val="00710AC6"/>
    <w:rsid w:val="00710D93"/>
    <w:rsid w:val="00715DE0"/>
    <w:rsid w:val="00720DE1"/>
    <w:rsid w:val="007254F1"/>
    <w:rsid w:val="00731BF6"/>
    <w:rsid w:val="00735B13"/>
    <w:rsid w:val="00741C28"/>
    <w:rsid w:val="00751CFF"/>
    <w:rsid w:val="00752268"/>
    <w:rsid w:val="0075277D"/>
    <w:rsid w:val="00762CA8"/>
    <w:rsid w:val="007661F5"/>
    <w:rsid w:val="0077430B"/>
    <w:rsid w:val="00780058"/>
    <w:rsid w:val="007842DB"/>
    <w:rsid w:val="007851E5"/>
    <w:rsid w:val="00785F1E"/>
    <w:rsid w:val="007A26FC"/>
    <w:rsid w:val="007A32DF"/>
    <w:rsid w:val="007A4827"/>
    <w:rsid w:val="007A7474"/>
    <w:rsid w:val="007B60E2"/>
    <w:rsid w:val="007C3580"/>
    <w:rsid w:val="007C4D23"/>
    <w:rsid w:val="007C6D0A"/>
    <w:rsid w:val="007D27CA"/>
    <w:rsid w:val="007D3262"/>
    <w:rsid w:val="007D353D"/>
    <w:rsid w:val="007D489C"/>
    <w:rsid w:val="007E0F58"/>
    <w:rsid w:val="008015A0"/>
    <w:rsid w:val="00802B39"/>
    <w:rsid w:val="00804716"/>
    <w:rsid w:val="00806CAE"/>
    <w:rsid w:val="00806D34"/>
    <w:rsid w:val="00810107"/>
    <w:rsid w:val="008207A3"/>
    <w:rsid w:val="0082080D"/>
    <w:rsid w:val="00821082"/>
    <w:rsid w:val="008279C7"/>
    <w:rsid w:val="00832C4A"/>
    <w:rsid w:val="0085223C"/>
    <w:rsid w:val="0085338C"/>
    <w:rsid w:val="00856680"/>
    <w:rsid w:val="008573EF"/>
    <w:rsid w:val="00870B2E"/>
    <w:rsid w:val="00872A10"/>
    <w:rsid w:val="00881606"/>
    <w:rsid w:val="00891C74"/>
    <w:rsid w:val="00896451"/>
    <w:rsid w:val="00897581"/>
    <w:rsid w:val="008A2861"/>
    <w:rsid w:val="008A5962"/>
    <w:rsid w:val="008A675B"/>
    <w:rsid w:val="008B0B93"/>
    <w:rsid w:val="008C1D3F"/>
    <w:rsid w:val="008D13BE"/>
    <w:rsid w:val="008D3DB2"/>
    <w:rsid w:val="008E6979"/>
    <w:rsid w:val="00902C1E"/>
    <w:rsid w:val="00905CE1"/>
    <w:rsid w:val="009064F2"/>
    <w:rsid w:val="0091210A"/>
    <w:rsid w:val="009124DF"/>
    <w:rsid w:val="00915449"/>
    <w:rsid w:val="0091763B"/>
    <w:rsid w:val="009201A2"/>
    <w:rsid w:val="00924166"/>
    <w:rsid w:val="0093094A"/>
    <w:rsid w:val="00943E44"/>
    <w:rsid w:val="00956553"/>
    <w:rsid w:val="00971766"/>
    <w:rsid w:val="00972500"/>
    <w:rsid w:val="00980A29"/>
    <w:rsid w:val="00985841"/>
    <w:rsid w:val="009917C7"/>
    <w:rsid w:val="0099250D"/>
    <w:rsid w:val="00994B53"/>
    <w:rsid w:val="009A050F"/>
    <w:rsid w:val="009A2883"/>
    <w:rsid w:val="009A378E"/>
    <w:rsid w:val="009B42AC"/>
    <w:rsid w:val="009B6999"/>
    <w:rsid w:val="009D4C1F"/>
    <w:rsid w:val="009F457F"/>
    <w:rsid w:val="00A07045"/>
    <w:rsid w:val="00A132DB"/>
    <w:rsid w:val="00A13ADF"/>
    <w:rsid w:val="00A32EEA"/>
    <w:rsid w:val="00A4105C"/>
    <w:rsid w:val="00A415F7"/>
    <w:rsid w:val="00A5256C"/>
    <w:rsid w:val="00A52818"/>
    <w:rsid w:val="00A6564A"/>
    <w:rsid w:val="00A66551"/>
    <w:rsid w:val="00A71F9D"/>
    <w:rsid w:val="00A923D7"/>
    <w:rsid w:val="00AA32E1"/>
    <w:rsid w:val="00AA6E7E"/>
    <w:rsid w:val="00AB473E"/>
    <w:rsid w:val="00AB55CE"/>
    <w:rsid w:val="00AD3DFC"/>
    <w:rsid w:val="00AE0118"/>
    <w:rsid w:val="00AE50D0"/>
    <w:rsid w:val="00AF4657"/>
    <w:rsid w:val="00AF550D"/>
    <w:rsid w:val="00B02859"/>
    <w:rsid w:val="00B029C9"/>
    <w:rsid w:val="00B1009C"/>
    <w:rsid w:val="00B238A7"/>
    <w:rsid w:val="00B25A46"/>
    <w:rsid w:val="00B27A4E"/>
    <w:rsid w:val="00B27B8C"/>
    <w:rsid w:val="00B35269"/>
    <w:rsid w:val="00B53D5E"/>
    <w:rsid w:val="00B61FA1"/>
    <w:rsid w:val="00B67CDA"/>
    <w:rsid w:val="00B73809"/>
    <w:rsid w:val="00B85196"/>
    <w:rsid w:val="00B8664A"/>
    <w:rsid w:val="00B916A4"/>
    <w:rsid w:val="00BA0312"/>
    <w:rsid w:val="00BA5751"/>
    <w:rsid w:val="00BC6C39"/>
    <w:rsid w:val="00BD2353"/>
    <w:rsid w:val="00BE2758"/>
    <w:rsid w:val="00BF09B7"/>
    <w:rsid w:val="00BF2532"/>
    <w:rsid w:val="00C013F2"/>
    <w:rsid w:val="00C07484"/>
    <w:rsid w:val="00C12403"/>
    <w:rsid w:val="00C179CD"/>
    <w:rsid w:val="00C20E04"/>
    <w:rsid w:val="00C26083"/>
    <w:rsid w:val="00C317BB"/>
    <w:rsid w:val="00C32126"/>
    <w:rsid w:val="00C46DED"/>
    <w:rsid w:val="00C5273D"/>
    <w:rsid w:val="00C535D9"/>
    <w:rsid w:val="00C80B3B"/>
    <w:rsid w:val="00C83617"/>
    <w:rsid w:val="00C930E5"/>
    <w:rsid w:val="00C96810"/>
    <w:rsid w:val="00C97484"/>
    <w:rsid w:val="00CB3148"/>
    <w:rsid w:val="00CB68E8"/>
    <w:rsid w:val="00CC43E6"/>
    <w:rsid w:val="00CC4997"/>
    <w:rsid w:val="00CD0F7A"/>
    <w:rsid w:val="00CD2845"/>
    <w:rsid w:val="00CD2A4A"/>
    <w:rsid w:val="00CD6623"/>
    <w:rsid w:val="00CD7773"/>
    <w:rsid w:val="00CE09C4"/>
    <w:rsid w:val="00CE1266"/>
    <w:rsid w:val="00CE7CD2"/>
    <w:rsid w:val="00CF1785"/>
    <w:rsid w:val="00CF3BF4"/>
    <w:rsid w:val="00D03AA8"/>
    <w:rsid w:val="00D05988"/>
    <w:rsid w:val="00D12932"/>
    <w:rsid w:val="00D1345A"/>
    <w:rsid w:val="00D13C34"/>
    <w:rsid w:val="00D2181E"/>
    <w:rsid w:val="00D246D4"/>
    <w:rsid w:val="00D25C9D"/>
    <w:rsid w:val="00D26A03"/>
    <w:rsid w:val="00D3059E"/>
    <w:rsid w:val="00D305A4"/>
    <w:rsid w:val="00D42125"/>
    <w:rsid w:val="00D479B6"/>
    <w:rsid w:val="00D5134C"/>
    <w:rsid w:val="00D605B6"/>
    <w:rsid w:val="00D62274"/>
    <w:rsid w:val="00D70A19"/>
    <w:rsid w:val="00D75D65"/>
    <w:rsid w:val="00D863B6"/>
    <w:rsid w:val="00DA3EA9"/>
    <w:rsid w:val="00DA3EC8"/>
    <w:rsid w:val="00DA5161"/>
    <w:rsid w:val="00DA5471"/>
    <w:rsid w:val="00DA55D8"/>
    <w:rsid w:val="00DD2BB5"/>
    <w:rsid w:val="00DE2C87"/>
    <w:rsid w:val="00DF044F"/>
    <w:rsid w:val="00DF2F3A"/>
    <w:rsid w:val="00E00668"/>
    <w:rsid w:val="00E13C12"/>
    <w:rsid w:val="00E15487"/>
    <w:rsid w:val="00E159BC"/>
    <w:rsid w:val="00E24DE5"/>
    <w:rsid w:val="00E277E3"/>
    <w:rsid w:val="00E34DEF"/>
    <w:rsid w:val="00E40190"/>
    <w:rsid w:val="00E41168"/>
    <w:rsid w:val="00E4299A"/>
    <w:rsid w:val="00E43F89"/>
    <w:rsid w:val="00E5072B"/>
    <w:rsid w:val="00E53D03"/>
    <w:rsid w:val="00E704FD"/>
    <w:rsid w:val="00E8767E"/>
    <w:rsid w:val="00E92463"/>
    <w:rsid w:val="00EB591D"/>
    <w:rsid w:val="00EB7EFD"/>
    <w:rsid w:val="00EC18A6"/>
    <w:rsid w:val="00EE3862"/>
    <w:rsid w:val="00EE3A9D"/>
    <w:rsid w:val="00EE4C65"/>
    <w:rsid w:val="00EE554E"/>
    <w:rsid w:val="00F0312D"/>
    <w:rsid w:val="00F07E13"/>
    <w:rsid w:val="00F176E2"/>
    <w:rsid w:val="00F23C3A"/>
    <w:rsid w:val="00F27780"/>
    <w:rsid w:val="00F35829"/>
    <w:rsid w:val="00F41898"/>
    <w:rsid w:val="00F420D4"/>
    <w:rsid w:val="00F42390"/>
    <w:rsid w:val="00F538D1"/>
    <w:rsid w:val="00F76CA8"/>
    <w:rsid w:val="00F7718F"/>
    <w:rsid w:val="00F866C7"/>
    <w:rsid w:val="00F93503"/>
    <w:rsid w:val="00FB144D"/>
    <w:rsid w:val="00FB314C"/>
    <w:rsid w:val="00FC69B5"/>
    <w:rsid w:val="00FE010B"/>
    <w:rsid w:val="00FE3132"/>
    <w:rsid w:val="00FE64B0"/>
    <w:rsid w:val="00FF1FA4"/>
    <w:rsid w:val="00FF3AFD"/>
    <w:rsid w:val="00FF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14AF223"/>
  <w15:docId w15:val="{7B8FF7C5-E2C3-47C0-B5B7-3B440937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B42AC"/>
    <w:pPr>
      <w:spacing w:line="260" w:lineRule="exact"/>
      <w:jc w:val="both"/>
    </w:pPr>
    <w:rPr>
      <w:rFonts w:ascii="Arial" w:hAnsi="Arial"/>
      <w:lang w:val="de-CH"/>
    </w:rPr>
  </w:style>
  <w:style w:type="paragraph" w:styleId="berschrift1">
    <w:name w:val="heading 1"/>
    <w:basedOn w:val="Standard"/>
    <w:next w:val="Standard"/>
    <w:qFormat/>
    <w:rsid w:val="00C07484"/>
    <w:pPr>
      <w:keepNext/>
      <w:pBdr>
        <w:top w:val="single" w:sz="4" w:space="4" w:color="auto"/>
      </w:pBdr>
      <w:tabs>
        <w:tab w:val="left" w:pos="709"/>
      </w:tabs>
      <w:spacing w:before="120" w:after="120" w:line="240" w:lineRule="auto"/>
      <w:ind w:left="680" w:hanging="680"/>
      <w:jc w:val="left"/>
      <w:outlineLvl w:val="0"/>
    </w:pPr>
    <w:rPr>
      <w:rFonts w:cs="Arial"/>
      <w:b/>
      <w:kern w:val="32"/>
      <w:sz w:val="28"/>
    </w:rPr>
  </w:style>
  <w:style w:type="paragraph" w:styleId="berschrift2">
    <w:name w:val="heading 2"/>
    <w:basedOn w:val="berschrift1"/>
    <w:next w:val="Standard"/>
    <w:autoRedefine/>
    <w:qFormat/>
    <w:rsid w:val="009A378E"/>
    <w:pPr>
      <w:pBdr>
        <w:top w:val="none" w:sz="0" w:space="0" w:color="auto"/>
      </w:pBdr>
      <w:tabs>
        <w:tab w:val="clear" w:pos="709"/>
      </w:tabs>
      <w:spacing w:before="0" w:after="240"/>
      <w:outlineLvl w:val="1"/>
    </w:pPr>
    <w:rPr>
      <w:sz w:val="24"/>
    </w:rPr>
  </w:style>
  <w:style w:type="paragraph" w:styleId="berschrift3">
    <w:name w:val="heading 3"/>
    <w:basedOn w:val="berschrift1"/>
    <w:next w:val="Standard"/>
    <w:qFormat/>
    <w:pPr>
      <w:numPr>
        <w:ilvl w:val="2"/>
      </w:numPr>
      <w:ind w:left="680" w:hanging="680"/>
      <w:outlineLvl w:val="2"/>
    </w:pPr>
  </w:style>
  <w:style w:type="paragraph" w:styleId="berschrift4">
    <w:name w:val="heading 4"/>
    <w:basedOn w:val="berschrift1"/>
    <w:next w:val="Standard"/>
    <w:qFormat/>
    <w:pPr>
      <w:numPr>
        <w:ilvl w:val="3"/>
      </w:numPr>
      <w:tabs>
        <w:tab w:val="clear" w:pos="709"/>
      </w:tabs>
      <w:ind w:left="680" w:hanging="680"/>
      <w:outlineLvl w:val="3"/>
    </w:pPr>
  </w:style>
  <w:style w:type="paragraph" w:styleId="berschrift5">
    <w:name w:val="heading 5"/>
    <w:basedOn w:val="berschrift1"/>
    <w:next w:val="Standard"/>
    <w:qFormat/>
    <w:pPr>
      <w:numPr>
        <w:ilvl w:val="4"/>
      </w:numPr>
      <w:tabs>
        <w:tab w:val="clear" w:pos="709"/>
        <w:tab w:val="left" w:pos="1134"/>
      </w:tabs>
      <w:ind w:left="1134" w:hanging="1134"/>
      <w:outlineLvl w:val="4"/>
    </w:pPr>
  </w:style>
  <w:style w:type="paragraph" w:styleId="berschrift6">
    <w:name w:val="heading 6"/>
    <w:basedOn w:val="berschrift1"/>
    <w:next w:val="Standard"/>
    <w:qFormat/>
    <w:pPr>
      <w:numPr>
        <w:ilvl w:val="5"/>
      </w:numPr>
      <w:tabs>
        <w:tab w:val="clear" w:pos="709"/>
        <w:tab w:val="left" w:pos="1418"/>
      </w:tabs>
      <w:ind w:left="1418" w:hanging="1418"/>
      <w:outlineLvl w:val="5"/>
    </w:pPr>
  </w:style>
  <w:style w:type="paragraph" w:styleId="berschrift7">
    <w:name w:val="heading 7"/>
    <w:basedOn w:val="berschrift1"/>
    <w:next w:val="Standard"/>
    <w:qFormat/>
    <w:pPr>
      <w:numPr>
        <w:ilvl w:val="6"/>
      </w:numPr>
      <w:tabs>
        <w:tab w:val="clear" w:pos="709"/>
        <w:tab w:val="left" w:pos="1560"/>
      </w:tabs>
      <w:ind w:left="1560" w:hanging="1560"/>
      <w:outlineLvl w:val="6"/>
    </w:pPr>
  </w:style>
  <w:style w:type="paragraph" w:styleId="berschrift8">
    <w:name w:val="heading 8"/>
    <w:basedOn w:val="berschrift1"/>
    <w:next w:val="Standard"/>
    <w:qFormat/>
    <w:pPr>
      <w:numPr>
        <w:ilvl w:val="7"/>
      </w:numPr>
      <w:tabs>
        <w:tab w:val="clear" w:pos="709"/>
        <w:tab w:val="left" w:pos="1843"/>
      </w:tabs>
      <w:ind w:left="1843" w:hanging="1843"/>
      <w:outlineLvl w:val="7"/>
    </w:pPr>
  </w:style>
  <w:style w:type="paragraph" w:styleId="berschrift9">
    <w:name w:val="heading 9"/>
    <w:basedOn w:val="berschrift1"/>
    <w:next w:val="Standard"/>
    <w:qFormat/>
    <w:pPr>
      <w:numPr>
        <w:ilvl w:val="8"/>
      </w:numPr>
      <w:tabs>
        <w:tab w:val="clear" w:pos="709"/>
        <w:tab w:val="left" w:pos="2127"/>
      </w:tabs>
      <w:ind w:left="2127" w:hanging="2127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  <w:spacing w:line="200" w:lineRule="exact"/>
    </w:pPr>
    <w:rPr>
      <w:sz w:val="14"/>
    </w:rPr>
  </w:style>
  <w:style w:type="paragraph" w:styleId="Fuzeile">
    <w:name w:val="footer"/>
    <w:basedOn w:val="Standard"/>
    <w:link w:val="FuzeileZchn"/>
    <w:uiPriority w:val="99"/>
    <w:pPr>
      <w:spacing w:line="200" w:lineRule="exact"/>
    </w:pPr>
    <w:rPr>
      <w:sz w:val="14"/>
    </w:rPr>
  </w:style>
  <w:style w:type="paragraph" w:styleId="Verzeichnis4">
    <w:name w:val="toc 4"/>
    <w:basedOn w:val="Verzeichnis1"/>
    <w:next w:val="Standard"/>
    <w:autoRedefine/>
    <w:semiHidden/>
    <w:rPr>
      <w:b w:val="0"/>
    </w:rPr>
  </w:style>
  <w:style w:type="paragraph" w:styleId="Verzeichnis1">
    <w:name w:val="toc 1"/>
    <w:basedOn w:val="Standard"/>
    <w:next w:val="Standard"/>
    <w:autoRedefine/>
    <w:uiPriority w:val="39"/>
    <w:rsid w:val="00804716"/>
    <w:pPr>
      <w:tabs>
        <w:tab w:val="left" w:pos="851"/>
        <w:tab w:val="right" w:pos="14220"/>
      </w:tabs>
      <w:ind w:left="13750" w:hanging="13750"/>
    </w:pPr>
    <w:rPr>
      <w:b/>
    </w:rPr>
  </w:style>
  <w:style w:type="paragraph" w:styleId="Untertitel">
    <w:name w:val="Subtitle"/>
    <w:basedOn w:val="Standard"/>
    <w:qFormat/>
    <w:pPr>
      <w:pBdr>
        <w:top w:val="single" w:sz="4" w:space="1" w:color="auto"/>
      </w:pBdr>
      <w:spacing w:after="120"/>
      <w:outlineLvl w:val="1"/>
    </w:pPr>
    <w:rPr>
      <w:b/>
    </w:rPr>
  </w:style>
  <w:style w:type="paragraph" w:customStyle="1" w:styleId="UntertitelohneLinie">
    <w:name w:val="Untertitel (ohne Linie)"/>
    <w:basedOn w:val="Standard"/>
    <w:rPr>
      <w:b/>
    </w:rPr>
  </w:style>
  <w:style w:type="paragraph" w:styleId="Titel">
    <w:name w:val="Title"/>
    <w:basedOn w:val="Standard"/>
    <w:next w:val="Standard"/>
    <w:qFormat/>
    <w:pPr>
      <w:pBdr>
        <w:top w:val="single" w:sz="4" w:space="3" w:color="auto"/>
      </w:pBdr>
      <w:spacing w:after="120" w:line="240" w:lineRule="auto"/>
      <w:outlineLvl w:val="0"/>
    </w:pPr>
    <w:rPr>
      <w:b/>
      <w:kern w:val="28"/>
      <w:sz w:val="24"/>
    </w:rPr>
  </w:style>
  <w:style w:type="paragraph" w:styleId="Verzeichnis2">
    <w:name w:val="toc 2"/>
    <w:basedOn w:val="Verzeichnis1"/>
    <w:next w:val="Standard"/>
    <w:autoRedefine/>
    <w:uiPriority w:val="39"/>
    <w:rPr>
      <w:b w:val="0"/>
    </w:rPr>
  </w:style>
  <w:style w:type="paragraph" w:styleId="Verzeichnis3">
    <w:name w:val="toc 3"/>
    <w:basedOn w:val="Verzeichnis1"/>
    <w:next w:val="Standard"/>
    <w:autoRedefine/>
    <w:semiHidden/>
    <w:rPr>
      <w:b w:val="0"/>
    </w:rPr>
  </w:style>
  <w:style w:type="paragraph" w:styleId="Verzeichnis5">
    <w:name w:val="toc 5"/>
    <w:basedOn w:val="Verzeichnis1"/>
    <w:next w:val="Standard"/>
    <w:autoRedefine/>
    <w:semiHidden/>
    <w:rPr>
      <w:b w:val="0"/>
    </w:rPr>
  </w:style>
  <w:style w:type="paragraph" w:styleId="Verzeichnis6">
    <w:name w:val="toc 6"/>
    <w:basedOn w:val="Verzeichnis1"/>
    <w:next w:val="Standard"/>
    <w:autoRedefine/>
    <w:semiHidden/>
    <w:rPr>
      <w:b w:val="0"/>
    </w:rPr>
  </w:style>
  <w:style w:type="paragraph" w:styleId="Verzeichnis7">
    <w:name w:val="toc 7"/>
    <w:basedOn w:val="Verzeichnis1"/>
    <w:next w:val="Standard"/>
    <w:autoRedefine/>
    <w:semiHidden/>
    <w:rPr>
      <w:b w:val="0"/>
    </w:rPr>
  </w:style>
  <w:style w:type="paragraph" w:styleId="Verzeichnis8">
    <w:name w:val="toc 8"/>
    <w:basedOn w:val="Verzeichnis1"/>
    <w:next w:val="Standard"/>
    <w:autoRedefine/>
    <w:semiHidden/>
    <w:rPr>
      <w:b w:val="0"/>
    </w:rPr>
  </w:style>
  <w:style w:type="paragraph" w:styleId="Verzeichnis9">
    <w:name w:val="toc 9"/>
    <w:basedOn w:val="Verzeichnis1"/>
    <w:next w:val="Standard"/>
    <w:autoRedefine/>
    <w:semiHidden/>
    <w:rPr>
      <w:b w:val="0"/>
    </w:rPr>
  </w:style>
  <w:style w:type="character" w:styleId="Hyperlink">
    <w:name w:val="Hyperlink"/>
    <w:basedOn w:val="Absatz-Standardschriftart"/>
    <w:uiPriority w:val="99"/>
    <w:rPr>
      <w:rFonts w:ascii="Verdana" w:hAnsi="Verdana"/>
      <w:color w:val="auto"/>
      <w:sz w:val="18"/>
      <w:u w:val="single"/>
    </w:rPr>
  </w:style>
  <w:style w:type="paragraph" w:styleId="Abbildungsverzeichnis">
    <w:name w:val="table of figures"/>
    <w:basedOn w:val="Verzeichnis1"/>
    <w:next w:val="Standard"/>
    <w:semiHidden/>
    <w:pPr>
      <w:ind w:left="0" w:firstLine="0"/>
    </w:pPr>
  </w:style>
  <w:style w:type="character" w:styleId="BesuchterLink">
    <w:name w:val="FollowedHyperlink"/>
    <w:basedOn w:val="Hyperlink"/>
    <w:semiHidden/>
    <w:rPr>
      <w:rFonts w:ascii="Verdana" w:hAnsi="Verdana"/>
      <w:color w:val="800000"/>
      <w:sz w:val="18"/>
      <w:u w:val="single"/>
    </w:rPr>
  </w:style>
  <w:style w:type="paragraph" w:styleId="Dokumentstruktur">
    <w:name w:val="Document Map"/>
    <w:basedOn w:val="Blocktext"/>
    <w:semiHidden/>
    <w:pPr>
      <w:shd w:val="clear" w:color="auto" w:fill="E0E0E0"/>
    </w:pPr>
  </w:style>
  <w:style w:type="paragraph" w:styleId="Blocktext">
    <w:name w:val="Block Text"/>
    <w:basedOn w:val="Standard"/>
    <w:semiHidden/>
    <w:pPr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</w:pPr>
  </w:style>
  <w:style w:type="paragraph" w:styleId="Gruformel">
    <w:name w:val="Closing"/>
    <w:basedOn w:val="Standard"/>
    <w:semiHidden/>
  </w:style>
  <w:style w:type="paragraph" w:styleId="Beschriftung">
    <w:name w:val="caption"/>
    <w:basedOn w:val="Untertitel"/>
    <w:next w:val="Standard"/>
    <w:qFormat/>
    <w:pPr>
      <w:spacing w:before="200" w:after="160" w:line="240" w:lineRule="auto"/>
      <w:ind w:left="1701" w:hanging="1701"/>
    </w:pPr>
  </w:style>
  <w:style w:type="paragraph" w:styleId="Endnotentext">
    <w:name w:val="endnote text"/>
    <w:aliases w:val="Endnotentext Char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8"/>
      <w:vertAlign w:val="superscript"/>
    </w:rPr>
  </w:style>
  <w:style w:type="character" w:styleId="Fett">
    <w:name w:val="Strong"/>
    <w:basedOn w:val="Absatz-Standardschriftart"/>
    <w:qFormat/>
    <w:rPr>
      <w:rFonts w:ascii="Verdana" w:hAnsi="Verdana"/>
      <w:b/>
    </w:rPr>
  </w:style>
  <w:style w:type="paragraph" w:styleId="Fu-Endnotenberschrift">
    <w:name w:val="Note Heading"/>
    <w:basedOn w:val="Standard"/>
    <w:next w:val="Standard"/>
    <w:semiHidden/>
    <w:rPr>
      <w:b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8"/>
      <w:vertAlign w:val="superscript"/>
    </w:rPr>
  </w:style>
  <w:style w:type="character" w:styleId="Hervorhebung">
    <w:name w:val="Emphasis"/>
    <w:basedOn w:val="Absatz-Standardschriftart"/>
    <w:qFormat/>
    <w:rPr>
      <w:rFonts w:ascii="Verdana" w:hAnsi="Verdana"/>
      <w:sz w:val="18"/>
      <w:u w:val="single"/>
    </w:rPr>
  </w:style>
  <w:style w:type="paragraph" w:styleId="HTMLAdresse">
    <w:name w:val="HTML Address"/>
    <w:basedOn w:val="Standard"/>
    <w:semiHidden/>
    <w:rPr>
      <w:color w:val="FF6600"/>
      <w:u w:val="single"/>
    </w:rPr>
  </w:style>
  <w:style w:type="character" w:styleId="HTMLAkronym">
    <w:name w:val="HTML Acronym"/>
    <w:basedOn w:val="Absatz-Standardschriftart"/>
    <w:semiHidden/>
    <w:rPr>
      <w:rFonts w:ascii="Verdana" w:hAnsi="Verdana"/>
      <w:color w:val="FF6600"/>
      <w:sz w:val="18"/>
    </w:rPr>
  </w:style>
  <w:style w:type="character" w:styleId="HTMLBeispiel">
    <w:name w:val="HTML Sample"/>
    <w:basedOn w:val="Absatz-Standardschriftart"/>
    <w:semiHidden/>
    <w:rPr>
      <w:rFonts w:ascii="Courier New" w:hAnsi="Courier New"/>
      <w:sz w:val="16"/>
    </w:rPr>
  </w:style>
  <w:style w:type="character" w:styleId="HTMLCode">
    <w:name w:val="HTML Code"/>
    <w:basedOn w:val="Absatz-Standardschriftart"/>
    <w:semiHidden/>
    <w:rPr>
      <w:rFonts w:ascii="Courier New" w:hAnsi="Courier New"/>
      <w:sz w:val="16"/>
    </w:rPr>
  </w:style>
  <w:style w:type="character" w:styleId="HTMLDefinition">
    <w:name w:val="HTML Definition"/>
    <w:basedOn w:val="Absatz-Standardschriftart"/>
    <w:semiHidden/>
    <w:rPr>
      <w:rFonts w:ascii="Courier New" w:hAnsi="Courier New"/>
      <w:sz w:val="16"/>
    </w:rPr>
  </w:style>
  <w:style w:type="character" w:styleId="HTMLSchreibmaschine">
    <w:name w:val="HTML Typewriter"/>
    <w:basedOn w:val="Absatz-Standardschriftart"/>
    <w:semiHidden/>
    <w:rPr>
      <w:rFonts w:ascii="Courier New" w:hAnsi="Courier New"/>
      <w:sz w:val="16"/>
    </w:rPr>
  </w:style>
  <w:style w:type="character" w:styleId="HTMLTastatur">
    <w:name w:val="HTML Keyboard"/>
    <w:basedOn w:val="Absatz-Standardschriftart"/>
    <w:semiHidden/>
    <w:rPr>
      <w:rFonts w:ascii="Courier New" w:hAnsi="Courier New"/>
      <w:sz w:val="16"/>
    </w:rPr>
  </w:style>
  <w:style w:type="character" w:styleId="HTMLVariable">
    <w:name w:val="HTML Variable"/>
    <w:basedOn w:val="Absatz-Standardschriftart"/>
    <w:semiHidden/>
    <w:rPr>
      <w:rFonts w:ascii="Courier New" w:hAnsi="Courier New"/>
      <w:sz w:val="16"/>
    </w:rPr>
  </w:style>
  <w:style w:type="paragraph" w:styleId="HTMLVorformatiert">
    <w:name w:val="HTML Preformatted"/>
    <w:basedOn w:val="Standard"/>
    <w:semiHidden/>
    <w:rPr>
      <w:rFonts w:ascii="Courier New" w:hAnsi="Courier New"/>
      <w:sz w:val="16"/>
    </w:rPr>
  </w:style>
  <w:style w:type="character" w:styleId="HTMLZitat">
    <w:name w:val="HTML Cite"/>
    <w:basedOn w:val="Absatz-Standardschriftart"/>
    <w:semiHidden/>
    <w:rPr>
      <w:rFonts w:ascii="Courier New" w:hAnsi="Courier New"/>
      <w:sz w:val="16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Untertitel"/>
    <w:next w:val="Index1"/>
    <w:semiHidden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8"/>
    </w:rPr>
  </w:style>
  <w:style w:type="paragraph" w:styleId="Listennummer">
    <w:name w:val="List Number"/>
    <w:basedOn w:val="Standard"/>
    <w:semiHidden/>
    <w:pPr>
      <w:numPr>
        <w:numId w:val="6"/>
      </w:numPr>
      <w:tabs>
        <w:tab w:val="clear" w:pos="360"/>
        <w:tab w:val="left" w:pos="284"/>
      </w:tabs>
      <w:ind w:left="284" w:hanging="284"/>
    </w:pPr>
  </w:style>
  <w:style w:type="paragraph" w:styleId="Listennummer2">
    <w:name w:val="List Number 2"/>
    <w:basedOn w:val="Standard"/>
    <w:semiHidden/>
    <w:pPr>
      <w:numPr>
        <w:numId w:val="7"/>
      </w:numPr>
      <w:tabs>
        <w:tab w:val="clear" w:pos="643"/>
        <w:tab w:val="num" w:pos="567"/>
      </w:tabs>
      <w:ind w:left="568" w:hanging="284"/>
    </w:pPr>
  </w:style>
  <w:style w:type="paragraph" w:styleId="Listennummer3">
    <w:name w:val="List Number 3"/>
    <w:basedOn w:val="Standard"/>
    <w:semiHidden/>
    <w:pPr>
      <w:numPr>
        <w:numId w:val="8"/>
      </w:numPr>
      <w:tabs>
        <w:tab w:val="clear" w:pos="926"/>
        <w:tab w:val="left" w:pos="851"/>
      </w:tabs>
      <w:ind w:left="851" w:hanging="284"/>
    </w:pPr>
  </w:style>
  <w:style w:type="paragraph" w:styleId="Listennummer4">
    <w:name w:val="List Number 4"/>
    <w:basedOn w:val="Standard"/>
    <w:semiHidden/>
    <w:pPr>
      <w:numPr>
        <w:numId w:val="9"/>
      </w:numPr>
      <w:tabs>
        <w:tab w:val="clear" w:pos="1209"/>
        <w:tab w:val="left" w:pos="1134"/>
      </w:tabs>
      <w:ind w:left="1135" w:hanging="284"/>
    </w:pPr>
  </w:style>
  <w:style w:type="paragraph" w:styleId="Listennummer5">
    <w:name w:val="List Number 5"/>
    <w:basedOn w:val="Standard"/>
    <w:semiHidden/>
    <w:pPr>
      <w:numPr>
        <w:numId w:val="10"/>
      </w:numPr>
      <w:tabs>
        <w:tab w:val="clear" w:pos="1492"/>
        <w:tab w:val="left" w:pos="1418"/>
      </w:tabs>
      <w:ind w:left="1418" w:hanging="284"/>
    </w:p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Nachrichtenkopf">
    <w:name w:val="Message Header"/>
    <w:basedOn w:val="Untertitel"/>
    <w:semiHidden/>
    <w:pPr>
      <w:pBdr>
        <w:bottom w:val="single" w:sz="6" w:space="3" w:color="auto"/>
      </w:pBdr>
    </w:pPr>
  </w:style>
  <w:style w:type="paragraph" w:styleId="NurText">
    <w:name w:val="Plain Text"/>
    <w:basedOn w:val="Standard"/>
    <w:semiHidden/>
    <w:rPr>
      <w:rFonts w:ascii="Courier New" w:hAnsi="Courier New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Untertitel"/>
    <w:next w:val="Standard"/>
    <w:semiHidden/>
  </w:style>
  <w:style w:type="character" w:styleId="Seitenzahl">
    <w:name w:val="page number"/>
    <w:basedOn w:val="Absatz-Standardschriftart"/>
    <w:semiHidden/>
    <w:rPr>
      <w:rFonts w:ascii="Verdana" w:hAnsi="Verdana"/>
      <w:b/>
      <w:sz w:val="18"/>
    </w:rPr>
  </w:style>
  <w:style w:type="paragraph" w:styleId="StandardWeb">
    <w:name w:val="Normal (Web)"/>
    <w:basedOn w:val="Standard"/>
    <w:semiHidden/>
    <w:pPr>
      <w:spacing w:line="360" w:lineRule="exact"/>
    </w:pPr>
    <w:rPr>
      <w:sz w:val="22"/>
    </w:rPr>
  </w:style>
  <w:style w:type="paragraph" w:styleId="Standardeinzug">
    <w:name w:val="Normal Indent"/>
    <w:basedOn w:val="Standard"/>
    <w:semiHidden/>
    <w:pPr>
      <w:ind w:left="567"/>
    </w:pPr>
  </w:style>
  <w:style w:type="paragraph" w:styleId="Textkrper">
    <w:name w:val="Body Text"/>
    <w:basedOn w:val="Standard"/>
    <w:semiHidden/>
  </w:style>
  <w:style w:type="paragraph" w:styleId="Textkrper2">
    <w:name w:val="Body Text 2"/>
    <w:basedOn w:val="Standard"/>
    <w:semiHidden/>
  </w:style>
  <w:style w:type="paragraph" w:styleId="Textkrper3">
    <w:name w:val="Body Text 3"/>
    <w:basedOn w:val="Standard"/>
    <w:semiHidden/>
  </w:style>
  <w:style w:type="paragraph" w:styleId="Textkrper-Zeileneinzug">
    <w:name w:val="Body Text Indent"/>
    <w:basedOn w:val="Standard"/>
    <w:semiHidden/>
    <w:pPr>
      <w:ind w:left="284"/>
    </w:pPr>
  </w:style>
  <w:style w:type="paragraph" w:styleId="Textkrper-Einzug2">
    <w:name w:val="Body Text Indent 2"/>
    <w:basedOn w:val="Standard"/>
    <w:semiHidden/>
    <w:pPr>
      <w:ind w:left="284"/>
    </w:pPr>
  </w:style>
  <w:style w:type="paragraph" w:styleId="Textkrper-Einzug3">
    <w:name w:val="Body Text Indent 3"/>
    <w:basedOn w:val="Standard"/>
    <w:semiHidden/>
    <w:pPr>
      <w:ind w:left="284"/>
    </w:pPr>
  </w:style>
  <w:style w:type="paragraph" w:styleId="Textkrper-Erstzeileneinzug">
    <w:name w:val="Body Text First Indent"/>
    <w:basedOn w:val="Textkrper"/>
    <w:semiHidden/>
    <w:pPr>
      <w:ind w:firstLine="284"/>
    </w:pPr>
  </w:style>
  <w:style w:type="paragraph" w:styleId="Textkrper-Erstzeileneinzug2">
    <w:name w:val="Body Text First Indent 2"/>
    <w:basedOn w:val="Textkrper-Zeileneinzug"/>
    <w:semiHidden/>
    <w:pPr>
      <w:ind w:firstLine="284"/>
    </w:pPr>
  </w:style>
  <w:style w:type="paragraph" w:styleId="Umschlagabsenderadresse">
    <w:name w:val="envelope return"/>
    <w:basedOn w:val="Standard"/>
    <w:semiHidden/>
  </w:style>
  <w:style w:type="paragraph" w:styleId="Umschlagadresse">
    <w:name w:val="envelope address"/>
    <w:basedOn w:val="Standard"/>
    <w:semiHidden/>
    <w:pPr>
      <w:framePr w:hSpace="142" w:vSpace="142" w:wrap="notBeside" w:vAnchor="page" w:hAnchor="page" w:yAlign="top"/>
    </w:pPr>
  </w:style>
  <w:style w:type="paragraph" w:styleId="Unterschrift">
    <w:name w:val="Signature"/>
    <w:basedOn w:val="Standard"/>
    <w:semiHidden/>
  </w:style>
  <w:style w:type="character" w:styleId="Zeilennummer">
    <w:name w:val="line number"/>
    <w:basedOn w:val="Absatz-Standardschriftart"/>
    <w:semiHidden/>
    <w:rPr>
      <w:rFonts w:ascii="Verdana" w:hAnsi="Verdana"/>
      <w:sz w:val="14"/>
    </w:rPr>
  </w:style>
  <w:style w:type="paragraph" w:styleId="Aufzhlungszeichen">
    <w:name w:val="List Bullet"/>
    <w:basedOn w:val="Standard"/>
    <w:autoRedefine/>
    <w:semiHidden/>
    <w:pPr>
      <w:numPr>
        <w:numId w:val="1"/>
      </w:numPr>
      <w:tabs>
        <w:tab w:val="clear" w:pos="360"/>
        <w:tab w:val="left" w:pos="284"/>
      </w:tabs>
      <w:ind w:left="284" w:hanging="284"/>
    </w:pPr>
  </w:style>
  <w:style w:type="paragraph" w:styleId="Aufzhlungszeichen2">
    <w:name w:val="List Bullet 2"/>
    <w:basedOn w:val="Aufzhlungszeichen"/>
    <w:autoRedefine/>
    <w:semiHidden/>
    <w:pPr>
      <w:numPr>
        <w:numId w:val="2"/>
      </w:numPr>
      <w:tabs>
        <w:tab w:val="clear" w:pos="284"/>
        <w:tab w:val="clear" w:pos="643"/>
        <w:tab w:val="left" w:pos="567"/>
      </w:tabs>
      <w:ind w:left="568" w:hanging="284"/>
    </w:pPr>
  </w:style>
  <w:style w:type="paragraph" w:styleId="Aufzhlungszeichen3">
    <w:name w:val="List Bullet 3"/>
    <w:basedOn w:val="Aufzhlungszeichen"/>
    <w:autoRedefine/>
    <w:semiHidden/>
    <w:pPr>
      <w:numPr>
        <w:numId w:val="3"/>
      </w:numPr>
      <w:tabs>
        <w:tab w:val="clear" w:pos="284"/>
        <w:tab w:val="clear" w:pos="926"/>
        <w:tab w:val="left" w:pos="851"/>
      </w:tabs>
      <w:ind w:left="851" w:hanging="284"/>
    </w:pPr>
  </w:style>
  <w:style w:type="paragraph" w:styleId="Aufzhlungszeichen4">
    <w:name w:val="List Bullet 4"/>
    <w:basedOn w:val="Aufzhlungszeichen"/>
    <w:autoRedefine/>
    <w:semiHidden/>
    <w:pPr>
      <w:numPr>
        <w:numId w:val="4"/>
      </w:numPr>
      <w:tabs>
        <w:tab w:val="clear" w:pos="284"/>
        <w:tab w:val="clear" w:pos="1209"/>
        <w:tab w:val="left" w:pos="1134"/>
      </w:tabs>
      <w:ind w:left="1135" w:hanging="284"/>
    </w:pPr>
  </w:style>
  <w:style w:type="paragraph" w:styleId="Aufzhlungszeichen5">
    <w:name w:val="List Bullet 5"/>
    <w:basedOn w:val="Aufzhlungszeichen"/>
    <w:autoRedefine/>
    <w:semiHidden/>
    <w:pPr>
      <w:numPr>
        <w:numId w:val="5"/>
      </w:numPr>
      <w:tabs>
        <w:tab w:val="clear" w:pos="284"/>
        <w:tab w:val="clear" w:pos="1492"/>
        <w:tab w:val="left" w:pos="1418"/>
      </w:tabs>
      <w:ind w:left="1418" w:hanging="284"/>
    </w:p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  <w:textAlignment w:val="center"/>
    </w:pPr>
    <w:rPr>
      <w:rFonts w:ascii="Courier" w:hAnsi="Courier"/>
      <w:color w:val="000000"/>
      <w:sz w:val="24"/>
      <w:lang w:val="de-DE" w:eastAsia="de-DE"/>
    </w:rPr>
  </w:style>
  <w:style w:type="paragraph" w:customStyle="1" w:styleId="Marginalspalte">
    <w:name w:val="Marginalspalte"/>
    <w:basedOn w:val="Standard"/>
    <w:pPr>
      <w:jc w:val="left"/>
    </w:pPr>
    <w:rPr>
      <w:sz w:val="14"/>
    </w:rPr>
  </w:style>
  <w:style w:type="paragraph" w:customStyle="1" w:styleId="Dokumenttitel">
    <w:name w:val="Dokumenttitel"/>
    <w:basedOn w:val="Titel"/>
    <w:pPr>
      <w:spacing w:before="300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AufzhlungNummerierung">
    <w:name w:val="Aufzählung_Nummerierung"/>
    <w:basedOn w:val="Standard"/>
    <w:next w:val="Standard"/>
    <w:pPr>
      <w:numPr>
        <w:numId w:val="11"/>
      </w:numPr>
      <w:tabs>
        <w:tab w:val="left" w:pos="720"/>
      </w:tabs>
      <w:spacing w:after="60" w:line="240" w:lineRule="auto"/>
    </w:pPr>
    <w:rPr>
      <w:sz w:val="22"/>
      <w:szCs w:val="24"/>
    </w:rPr>
  </w:style>
  <w:style w:type="paragraph" w:customStyle="1" w:styleId="QAPSpezStadiumText">
    <w:name w:val="QAP_Spez_Stadium_Text"/>
    <w:basedOn w:val="Standard"/>
    <w:autoRedefine/>
    <w:pPr>
      <w:tabs>
        <w:tab w:val="left" w:pos="284"/>
        <w:tab w:val="left" w:pos="720"/>
        <w:tab w:val="left" w:pos="1440"/>
        <w:tab w:val="left" w:pos="7920"/>
        <w:tab w:val="left" w:pos="8640"/>
      </w:tabs>
      <w:spacing w:before="120" w:line="240" w:lineRule="atLeast"/>
      <w:ind w:left="57" w:right="57"/>
    </w:pPr>
    <w:rPr>
      <w:rFonts w:ascii="Helvetica" w:hAnsi="Helvetica"/>
      <w:sz w:val="22"/>
      <w:lang w:val="de-DE"/>
    </w:rPr>
  </w:style>
  <w:style w:type="paragraph" w:customStyle="1" w:styleId="QAP2001StadiumText">
    <w:name w:val="QAP2001_Stadium_Text"/>
    <w:basedOn w:val="Standard"/>
    <w:autoRedefine/>
    <w:pPr>
      <w:tabs>
        <w:tab w:val="left" w:pos="284"/>
        <w:tab w:val="left" w:pos="720"/>
        <w:tab w:val="left" w:pos="1440"/>
        <w:tab w:val="center" w:pos="7655"/>
        <w:tab w:val="left" w:pos="7920"/>
        <w:tab w:val="left" w:pos="8640"/>
        <w:tab w:val="right" w:pos="14572"/>
      </w:tabs>
      <w:spacing w:line="240" w:lineRule="atLeast"/>
      <w:ind w:left="57" w:right="57"/>
    </w:pPr>
    <w:rPr>
      <w:rFonts w:ascii="Frutiger 45 Light" w:hAnsi="Frutiger 45 Light"/>
      <w:i/>
      <w:lang w:val="de-DE"/>
    </w:rPr>
  </w:style>
  <w:style w:type="character" w:customStyle="1" w:styleId="QAP2001StadiumTextChar">
    <w:name w:val="QAP2001_Stadium_Text Char"/>
    <w:basedOn w:val="Absatz-Standardschriftart"/>
    <w:rPr>
      <w:rFonts w:ascii="Frutiger 45 Light" w:hAnsi="Frutiger 45 Light"/>
      <w:noProof w:val="0"/>
      <w:sz w:val="22"/>
      <w:lang w:val="de-DE" w:eastAsia="de-DE" w:bidi="ar-SA"/>
    </w:rPr>
  </w:style>
  <w:style w:type="character" w:customStyle="1" w:styleId="FormatvorlageQAP2001fortsetzungChar">
    <w:name w:val="Formatvorlage QAP2001 fortsetzung Char"/>
    <w:basedOn w:val="Absatz-Standardschriftart"/>
    <w:rPr>
      <w:rFonts w:ascii="Frutiger 45 Light" w:hAnsi="Frutiger 45 Light"/>
      <w:b/>
      <w:bCs/>
      <w:i/>
      <w:iCs/>
      <w:noProof w:val="0"/>
      <w:position w:val="-2"/>
      <w:sz w:val="22"/>
      <w:lang w:val="de-DE" w:eastAsia="de-DE" w:bidi="ar-SA"/>
    </w:rPr>
  </w:style>
  <w:style w:type="paragraph" w:customStyle="1" w:styleId="QAPSpezText">
    <w:name w:val="QAP_Spez_Text"/>
    <w:basedOn w:val="Standard"/>
    <w:autoRedefine/>
    <w:pPr>
      <w:tabs>
        <w:tab w:val="left" w:pos="284"/>
        <w:tab w:val="left" w:pos="720"/>
        <w:tab w:val="left" w:pos="1440"/>
        <w:tab w:val="left" w:pos="2160"/>
        <w:tab w:val="left" w:pos="6480"/>
        <w:tab w:val="left" w:pos="7920"/>
        <w:tab w:val="left" w:pos="8640"/>
      </w:tabs>
      <w:spacing w:before="120" w:line="240" w:lineRule="atLeast"/>
      <w:ind w:right="57"/>
    </w:pPr>
    <w:rPr>
      <w:rFonts w:ascii="Frutiger 45 Light" w:hAnsi="Frutiger 45 Light"/>
      <w:sz w:val="22"/>
      <w:lang w:val="de-DE"/>
    </w:rPr>
  </w:style>
  <w:style w:type="paragraph" w:customStyle="1" w:styleId="TextEinzugT12">
    <w:name w:val="Text Einzug T12"/>
    <w:basedOn w:val="Standard"/>
    <w:pPr>
      <w:spacing w:before="100" w:line="280" w:lineRule="atLeast"/>
      <w:ind w:left="397" w:hanging="397"/>
    </w:pPr>
    <w:rPr>
      <w:sz w:val="22"/>
      <w:lang w:val="de-DE" w:eastAsia="en-US"/>
    </w:rPr>
  </w:style>
  <w:style w:type="paragraph" w:styleId="berarbeitung">
    <w:name w:val="Revision"/>
    <w:hidden/>
    <w:uiPriority w:val="99"/>
    <w:semiHidden/>
    <w:rPr>
      <w:rFonts w:ascii="Verdana" w:hAnsi="Verdana"/>
      <w:sz w:val="18"/>
      <w:lang w:val="de-CH"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264D0B"/>
    <w:rPr>
      <w:rFonts w:ascii="Verdana" w:hAnsi="Verdana"/>
      <w:sz w:val="14"/>
      <w:lang w:val="de-CH" w:eastAsia="de-DE"/>
    </w:rPr>
  </w:style>
  <w:style w:type="paragraph" w:styleId="Listenabsatz">
    <w:name w:val="List Paragraph"/>
    <w:basedOn w:val="Standard"/>
    <w:uiPriority w:val="34"/>
    <w:qFormat/>
    <w:rsid w:val="009A050F"/>
    <w:pPr>
      <w:ind w:left="720"/>
      <w:contextualSpacing/>
    </w:p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94B53"/>
    <w:pPr>
      <w:spacing w:line="240" w:lineRule="auto"/>
    </w:pPr>
    <w:rPr>
      <w:b/>
      <w:bCs/>
      <w:u w:val="none"/>
    </w:rPr>
  </w:style>
  <w:style w:type="character" w:customStyle="1" w:styleId="KommentartextZchn">
    <w:name w:val="Kommentartext Zchn"/>
    <w:basedOn w:val="Absatz-Standardschriftart"/>
    <w:link w:val="Kommentartext"/>
    <w:semiHidden/>
    <w:rsid w:val="00994B53"/>
    <w:rPr>
      <w:rFonts w:ascii="Verdana" w:hAnsi="Verdana"/>
      <w:sz w:val="18"/>
      <w:u w:val="single"/>
      <w:lang w:val="de-CH"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94B53"/>
    <w:rPr>
      <w:rFonts w:ascii="Verdana" w:hAnsi="Verdana"/>
      <w:b/>
      <w:bCs/>
      <w:sz w:val="18"/>
      <w:u w:val="single"/>
      <w:lang w:val="de-CH" w:eastAsia="de-DE"/>
    </w:rPr>
  </w:style>
  <w:style w:type="table" w:styleId="Tabellenraster">
    <w:name w:val="Table Grid"/>
    <w:basedOn w:val="NormaleTabelle"/>
    <w:uiPriority w:val="59"/>
    <w:rsid w:val="004A0C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zKopfDept">
    <w:name w:val="zz KopfDept"/>
    <w:next w:val="Standard"/>
    <w:rsid w:val="00D05988"/>
    <w:pPr>
      <w:suppressAutoHyphens/>
      <w:spacing w:after="100" w:line="200" w:lineRule="atLeast"/>
      <w:contextualSpacing/>
    </w:pPr>
    <w:rPr>
      <w:rFonts w:ascii="Arial" w:hAnsi="Arial"/>
      <w:noProof/>
      <w:sz w:val="15"/>
      <w:lang w:val="it-CH" w:eastAsia="de-CH"/>
    </w:rPr>
  </w:style>
  <w:style w:type="paragraph" w:customStyle="1" w:styleId="zzKopfFett">
    <w:name w:val="zz KopfFett"/>
    <w:next w:val="Kopfzeile"/>
    <w:rsid w:val="00D05988"/>
    <w:pPr>
      <w:suppressAutoHyphens/>
      <w:spacing w:line="200" w:lineRule="atLeast"/>
    </w:pPr>
    <w:rPr>
      <w:rFonts w:ascii="Arial" w:hAnsi="Arial"/>
      <w:b/>
      <w:noProof/>
      <w:sz w:val="15"/>
      <w:lang w:val="it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~1\ph\LOKALE~1\Temp\Tempor&#228;res%20Verzeichnis%201%20f&#252;r%20Office.zip\Office\Layouts\A4%20hoch,%20farbig.dot" TargetMode="External"/></Relationships>
</file>

<file path=word/theme/theme1.xml><?xml version="1.0" encoding="utf-8"?>
<a:theme xmlns:a="http://schemas.openxmlformats.org/drawingml/2006/main" name="Thèm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01_NRAKV_ZwB Phase 1_BG-Anbieter_31.01.2014"/>
    <f:field ref="objsubject" par="" edit="true" text=""/>
    <f:field ref="objcreatedby" par="" text="Demaurex, Emilie, SBFI"/>
    <f:field ref="objcreatedat" par="" text="28.01.2014 12:44:16"/>
    <f:field ref="objchangedby" par="" text="Demaurex, Emilie, SBFI"/>
    <f:field ref="objmodifiedat" par="" text="28.01.2014 15:43:42"/>
    <f:field ref="doc_FSCFOLIO_1_1001_FieldDocumentNumber" par="" text=""/>
    <f:field ref="doc_FSCFOLIO_1_1001_FieldSubject" par="" edit="true" text=""/>
    <f:field ref="FSCFOLIO_1_1001_FieldCurrentUser" par="" text="SBFI Emilie Demaurex"/>
    <f:field ref="CCAPRECONFIG_15_1001_Objektname" par="" edit="true" text="01_NRAKV_ZwB Phase 1_BG-Anbieter_31.01.2014"/>
    <f:field ref="CHPRECONFIG_1_1001_Objektname" par="" edit="true" text="01_NRAKV_ZwB Phase 1_BG-Anbieter_31.01.2014"/>
  </f:record>
  <f:display par="" text="...">
    <f:field ref="CHPRECONFIG_1_1001_Objektname" text="Classe d'objets"/>
    <f:field ref="objcreatedat" text="Créé le/à"/>
    <f:field ref="objcreatedby" text="Créé par"/>
    <f:field ref="objmodifiedat" text="Dernière modification le/à"/>
    <f:field ref="objchangedby" text="Dernière modification par"/>
    <f:field ref="objname" text="Nom"/>
    <f:field ref="CCAPRECONFIG_15_1001_Objektname" text="Nom d'objet"/>
    <f:field ref="objsubject" text="Sujet (un)"/>
    <f:field ref="FSCFOLIO_1_1001_FieldCurrentUser" text="Utilisateur actuel"/>
  </f:display>
  <f:display par="" text="Publipostage">
    <f:field ref="doc_FSCFOLIO_1_1001_FieldDocumentNumber" text="Numéro de document"/>
    <f:field ref="doc_FSCFOLIO_1_1001_FieldSubject" text="Obj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27E5C973-892F-4B2F-9DE7-D810AD1B4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 hoch, farbig</Template>
  <TotalTime>0</TotalTime>
  <Pages>5</Pages>
  <Words>500</Words>
  <Characters>3153</Characters>
  <Application>Microsoft Office Word</Application>
  <DocSecurity>0</DocSecurity>
  <Lines>26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[Dokumenttitel oder Betreff]</vt:lpstr>
      <vt:lpstr>[Dokumenttitel oder Betreff]</vt:lpstr>
      <vt:lpstr>[Dokumenttitel oder Betreff]</vt:lpstr>
    </vt:vector>
  </TitlesOfParts>
  <Manager>[Vorname Nachname Autor]</Manager>
  <Company>Ectaveo AG</Company>
  <LinksUpToDate>false</LinksUpToDate>
  <CharactersWithSpaces>3646</CharactersWithSpaces>
  <SharedDoc>false</SharedDoc>
  <HLinks>
    <vt:vector size="120" baseType="variant">
      <vt:variant>
        <vt:i4>1376310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_Toc275173672</vt:lpwstr>
      </vt:variant>
      <vt:variant>
        <vt:i4>1376310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_Toc275173671</vt:lpwstr>
      </vt:variant>
      <vt:variant>
        <vt:i4>1376310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_Toc275173670</vt:lpwstr>
      </vt:variant>
      <vt:variant>
        <vt:i4>1310774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_Toc275173669</vt:lpwstr>
      </vt:variant>
      <vt:variant>
        <vt:i4>1310774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_Toc275173668</vt:lpwstr>
      </vt:variant>
      <vt:variant>
        <vt:i4>1310774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_Toc275173667</vt:lpwstr>
      </vt:variant>
      <vt:variant>
        <vt:i4>1310774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_Toc275173666</vt:lpwstr>
      </vt:variant>
      <vt:variant>
        <vt:i4>1310774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_Toc275173665</vt:lpwstr>
      </vt:variant>
      <vt:variant>
        <vt:i4>1310774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_Toc275173664</vt:lpwstr>
      </vt:variant>
      <vt:variant>
        <vt:i4>1310774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_Toc275173663</vt:lpwstr>
      </vt:variant>
      <vt:variant>
        <vt:i4>1310774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_Toc275173662</vt:lpwstr>
      </vt:variant>
      <vt:variant>
        <vt:i4>1310774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_Toc275173661</vt:lpwstr>
      </vt:variant>
      <vt:variant>
        <vt:i4>1310774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_Toc275173660</vt:lpwstr>
      </vt:variant>
      <vt:variant>
        <vt:i4>1507382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_Toc275173659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_Toc275173658</vt:lpwstr>
      </vt:variant>
      <vt:variant>
        <vt:i4>1507382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_Toc275173657</vt:lpwstr>
      </vt:variant>
      <vt:variant>
        <vt:i4>1507382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_Toc275173656</vt:lpwstr>
      </vt:variant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_Toc275173655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_Toc275173654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_Toc275173653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[Dokumenttitel oder Betreff]</dc:title>
  <dc:subject>[Thema]</dc:subject>
  <dc:creator>Daniel Preckel</dc:creator>
  <cp:keywords/>
  <dc:description/>
  <cp:lastModifiedBy>Schrieverhoff Hannah SBFI</cp:lastModifiedBy>
  <cp:revision>7</cp:revision>
  <cp:lastPrinted>2018-03-12T10:14:00Z</cp:lastPrinted>
  <dcterms:created xsi:type="dcterms:W3CDTF">2021-10-15T14:53:00Z</dcterms:created>
  <dcterms:modified xsi:type="dcterms:W3CDTF">2025-09-09T15:31:00Z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1</vt:lpwstr>
  </property>
  <property fmtid="{D5CDD505-2E9C-101B-9397-08002B2CF9AE}" pid="11" name="FSC#EVDCFG@15.1400:ActualVersionCreatedAt">
    <vt:lpwstr>2014-01-28T12:44:16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Demaurex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Stagiaire académique_x000d_
Hochschulpraktikantin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COO.2101.108.5.1680485</vt:lpwstr>
  </property>
  <property fmtid="{D5CDD505-2E9C-101B-9397-08002B2CF9AE}" pid="26" name="FSC#COOELAK@1.1001:Subject">
    <vt:lpwstr>Subdossier für Prozessablauf Bildunggänge udn NDS_x000d_
</vt:lpwstr>
  </property>
  <property fmtid="{D5CDD505-2E9C-101B-9397-08002B2CF9AE}" pid="27" name="FSC#COOELAK@1.1001:FileReference">
    <vt:lpwstr>320/2011/06206</vt:lpwstr>
  </property>
  <property fmtid="{D5CDD505-2E9C-101B-9397-08002B2CF9AE}" pid="28" name="FSC#COOELAK@1.1001:FileRefYear">
    <vt:lpwstr>2011</vt:lpwstr>
  </property>
  <property fmtid="{D5CDD505-2E9C-101B-9397-08002B2CF9AE}" pid="29" name="FSC#COOELAK@1.1001:FileRefOrdinal">
    <vt:lpwstr>6206</vt:lpwstr>
  </property>
  <property fmtid="{D5CDD505-2E9C-101B-9397-08002B2CF9AE}" pid="30" name="FSC#COOELAK@1.1001:FileRefOU">
    <vt:lpwstr>HBB/SBFI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Demaurex Emilie, SBFI</vt:lpwstr>
  </property>
  <property fmtid="{D5CDD505-2E9C-101B-9397-08002B2CF9AE}" pid="33" name="FSC#COOELAK@1.1001:OwnerExtension">
    <vt:lpwstr>+41 58 465 11 14</vt:lpwstr>
  </property>
  <property fmtid="{D5CDD505-2E9C-101B-9397-08002B2CF9AE}" pid="34" name="FSC#COOELAK@1.1001:OwnerFaxExtension">
    <vt:lpwstr>+41 31 324 96 14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Formation professionnelle supérieure (HBB/SBFI)</vt:lpwstr>
  </property>
  <property fmtid="{D5CDD505-2E9C-101B-9397-08002B2CF9AE}" pid="40" name="FSC#COOELAK@1.1001:CreatedAt">
    <vt:lpwstr>28.01.2014</vt:lpwstr>
  </property>
  <property fmtid="{D5CDD505-2E9C-101B-9397-08002B2CF9AE}" pid="41" name="FSC#COOELAK@1.1001:OU">
    <vt:lpwstr>Formation professionnelle supérieure (HBB/SBFI)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*COO.2101.108.5.1680485*</vt:lpwstr>
  </property>
  <property fmtid="{D5CDD505-2E9C-101B-9397-08002B2CF9AE}" pid="44" name="FSC#COOELAK@1.1001:RefBarCode">
    <vt:lpwstr>*COO.2101.108.6.954223*</vt:lpwstr>
  </property>
  <property fmtid="{D5CDD505-2E9C-101B-9397-08002B2CF9AE}" pid="45" name="FSC#COOELAK@1.1001:FileRefBarCode">
    <vt:lpwstr>*320/2011/06206*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320</vt:lpwstr>
  </property>
  <property fmtid="{D5CDD505-2E9C-101B-9397-08002B2CF9AE}" pid="59" name="FSC#COOELAK@1.1001:CurrentUserRolePos">
    <vt:lpwstr>Spécialiste</vt:lpwstr>
  </property>
  <property fmtid="{D5CDD505-2E9C-101B-9397-08002B2CF9AE}" pid="60" name="FSC#COOELAK@1.1001:CurrentUserEmail">
    <vt:lpwstr>emilie.demaurex@sbfi.admin.ch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>320</vt:lpwstr>
  </property>
  <property fmtid="{D5CDD505-2E9C-101B-9397-08002B2CF9AE}" pid="67" name="FSC#EVDCFG@15.1400:Dossierref">
    <vt:lpwstr>320/2011/06206</vt:lpwstr>
  </property>
  <property fmtid="{D5CDD505-2E9C-101B-9397-08002B2CF9AE}" pid="68" name="FSC#EVDCFG@15.1400:FileRespEmail">
    <vt:lpwstr>emilie.demaurex@sbfi.admin.ch</vt:lpwstr>
  </property>
  <property fmtid="{D5CDD505-2E9C-101B-9397-08002B2CF9AE}" pid="69" name="FSC#EVDCFG@15.1400:FileRespFax">
    <vt:lpwstr>+41 31 324 96 14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Emilie Demaurex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>Formation professionnelle supérieure</vt:lpwstr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dee</vt:lpwstr>
  </property>
  <property fmtid="{D5CDD505-2E9C-101B-9397-08002B2CF9AE}" pid="78" name="FSC#EVDCFG@15.1400:FileRespStreet">
    <vt:lpwstr>Belpstrasse 14</vt:lpwstr>
  </property>
  <property fmtid="{D5CDD505-2E9C-101B-9397-08002B2CF9AE}" pid="79" name="FSC#EVDCFG@15.1400:FileRespTel">
    <vt:lpwstr>+41 58 465 11 14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01_NRAKV_ZwB Phase 1_BG-Anbieter_31.01.2014</vt:lpwstr>
  </property>
  <property fmtid="{D5CDD505-2E9C-101B-9397-08002B2CF9AE}" pid="94" name="FSC#EVDCFG@15.1400:UserFunction">
    <vt:lpwstr>Sachbearbeiter/-in - in HBB /SBFI</vt:lpwstr>
  </property>
  <property fmtid="{D5CDD505-2E9C-101B-9397-08002B2CF9AE}" pid="95" name="FSC#EVDCFG@15.1400:SalutationEnglish">
    <vt:lpwstr>Professional Education and Training</vt:lpwstr>
  </property>
  <property fmtid="{D5CDD505-2E9C-101B-9397-08002B2CF9AE}" pid="96" name="FSC#EVDCFG@15.1400:SalutationFrench">
    <vt:lpwstr>Formation professionnelle supérieure</vt:lpwstr>
  </property>
  <property fmtid="{D5CDD505-2E9C-101B-9397-08002B2CF9AE}" pid="97" name="FSC#EVDCFG@15.1400:SalutationGerman">
    <vt:lpwstr>Höhere Berufsbildung</vt:lpwstr>
  </property>
  <property fmtid="{D5CDD505-2E9C-101B-9397-08002B2CF9AE}" pid="98" name="FSC#EVDCFG@15.1400:SalutationItalian">
    <vt:lpwstr>Formazione professionale superiore</vt:lpwstr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Stagiaire académique</vt:lpwstr>
  </property>
  <property fmtid="{D5CDD505-2E9C-101B-9397-08002B2CF9AE}" pid="101" name="FSC#EVDCFG@15.1400:SalutationGermanUser">
    <vt:lpwstr>Hochschulpraktikantin</vt:lpwstr>
  </property>
  <property fmtid="{D5CDD505-2E9C-101B-9397-08002B2CF9AE}" pid="102" name="FSC#EVDCFG@15.1400:SalutationItalianUser">
    <vt:lpwstr/>
  </property>
  <property fmtid="{D5CDD505-2E9C-101B-9397-08002B2CF9AE}" pid="103" name="FSC#EVDCFG@15.1400:FileRespOrgShortname">
    <vt:lpwstr>HBB/SBFI</vt:lpwstr>
  </property>
  <property fmtid="{D5CDD505-2E9C-101B-9397-08002B2CF9AE}" pid="104" name="FSC#EVDCFG@15.1400:ResponsibleEditorFirstname">
    <vt:lpwstr>Emilie</vt:lpwstr>
  </property>
  <property fmtid="{D5CDD505-2E9C-101B-9397-08002B2CF9AE}" pid="105" name="FSC#EVDCFG@15.1400:ResponsibleEditorSurname">
    <vt:lpwstr>Demaurex</vt:lpwstr>
  </property>
  <property fmtid="{D5CDD505-2E9C-101B-9397-08002B2CF9AE}" pid="106" name="FSC#EVDCFG@15.1400:GroupTitle">
    <vt:lpwstr>Formation professionnelle supérieure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Emilie Demaurex</vt:lpwstr>
  </property>
  <property fmtid="{D5CDD505-2E9C-101B-9397-08002B2CF9AE}" pid="109" name="FSC#ATSTATECFG@1.1001:AgentPhone">
    <vt:lpwstr>+41 58 465 11 14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>28.01.2014</vt:lpwstr>
  </property>
  <property fmtid="{D5CDD505-2E9C-101B-9397-08002B2CF9AE}" pid="113" name="FSC#ATSTATECFG@1.1001:SubfileSubject">
    <vt:lpwstr>1_NRAKV_ZwB Phase 1_BG-Anbieter_31.01.2014_x000d_
</vt:lpwstr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2014/000890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c5c8fc13-10ff-486c-8b98-f1c4969692dd_Enabled">
    <vt:lpwstr>true</vt:lpwstr>
  </property>
  <property fmtid="{D5CDD505-2E9C-101B-9397-08002B2CF9AE}" pid="156" name="MSIP_Label_c5c8fc13-10ff-486c-8b98-f1c4969692dd_SetDate">
    <vt:lpwstr>2025-07-21T12:02:25Z</vt:lpwstr>
  </property>
  <property fmtid="{D5CDD505-2E9C-101B-9397-08002B2CF9AE}" pid="157" name="MSIP_Label_c5c8fc13-10ff-486c-8b98-f1c4969692dd_Method">
    <vt:lpwstr>Privileged</vt:lpwstr>
  </property>
  <property fmtid="{D5CDD505-2E9C-101B-9397-08002B2CF9AE}" pid="158" name="MSIP_Label_c5c8fc13-10ff-486c-8b98-f1c4969692dd_Name">
    <vt:lpwstr>L3</vt:lpwstr>
  </property>
  <property fmtid="{D5CDD505-2E9C-101B-9397-08002B2CF9AE}" pid="159" name="MSIP_Label_c5c8fc13-10ff-486c-8b98-f1c4969692dd_SiteId">
    <vt:lpwstr>6ae27add-8276-4a38-88c1-3a9c1f973767</vt:lpwstr>
  </property>
  <property fmtid="{D5CDD505-2E9C-101B-9397-08002B2CF9AE}" pid="160" name="MSIP_Label_c5c8fc13-10ff-486c-8b98-f1c4969692dd_ActionId">
    <vt:lpwstr>bfd7ed39-4195-4362-8f32-218c13ed29be</vt:lpwstr>
  </property>
  <property fmtid="{D5CDD505-2E9C-101B-9397-08002B2CF9AE}" pid="161" name="MSIP_Label_c5c8fc13-10ff-486c-8b98-f1c4969692dd_ContentBits">
    <vt:lpwstr>0</vt:lpwstr>
  </property>
  <property fmtid="{D5CDD505-2E9C-101B-9397-08002B2CF9AE}" pid="162" name="MSIP_Label_c5c8fc13-10ff-486c-8b98-f1c4969692dd_Tag">
    <vt:lpwstr>10, 0, 1, 1</vt:lpwstr>
  </property>
</Properties>
</file>